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A0D8D" w14:textId="77777777" w:rsidR="00F3367B" w:rsidRPr="00F3367B" w:rsidRDefault="00F3367B" w:rsidP="00F3367B">
      <w:pPr>
        <w:pStyle w:val="ListNumber"/>
        <w:numPr>
          <w:ilvl w:val="0"/>
          <w:numId w:val="0"/>
        </w:numPr>
        <w:spacing w:line="240" w:lineRule="auto"/>
        <w:rPr>
          <w:sz w:val="4"/>
        </w:rPr>
      </w:pPr>
    </w:p>
    <w:tbl>
      <w:tblPr>
        <w:tblStyle w:val="GridTable5Dark-Accent6"/>
        <w:tblW w:w="10273" w:type="dxa"/>
        <w:tblInd w:w="212" w:type="dxa"/>
        <w:tblLook w:val="0220" w:firstRow="1" w:lastRow="0" w:firstColumn="0" w:lastColumn="0" w:noHBand="1" w:noVBand="0"/>
      </w:tblPr>
      <w:tblGrid>
        <w:gridCol w:w="1477"/>
        <w:gridCol w:w="3295"/>
        <w:gridCol w:w="1177"/>
        <w:gridCol w:w="4324"/>
      </w:tblGrid>
      <w:tr w:rsidR="00F3367B" w14:paraId="57C78ACA" w14:textId="77777777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73" w:type="dxa"/>
            <w:gridSpan w:val="4"/>
          </w:tcPr>
          <w:p w14:paraId="14568F63" w14:textId="21C81FCA" w:rsidR="00F3367B" w:rsidRPr="001105B8" w:rsidRDefault="00F3367B" w:rsidP="00E513A6">
            <w:pPr>
              <w:tabs>
                <w:tab w:val="left" w:pos="142"/>
              </w:tabs>
              <w:rPr>
                <w:sz w:val="36"/>
                <w:szCs w:val="36"/>
              </w:rPr>
            </w:pPr>
            <w:r>
              <w:br w:type="column"/>
            </w:r>
            <w:r w:rsidRPr="001105B8">
              <w:rPr>
                <w:sz w:val="36"/>
                <w:szCs w:val="36"/>
              </w:rPr>
              <w:t>ESLAO</w:t>
            </w:r>
            <w:r>
              <w:rPr>
                <w:sz w:val="36"/>
                <w:szCs w:val="36"/>
              </w:rPr>
              <w:t xml:space="preserve"> </w:t>
            </w:r>
            <w:r w:rsidRPr="001105B8">
              <w:rPr>
                <w:sz w:val="36"/>
                <w:szCs w:val="36"/>
              </w:rPr>
              <w:t>LESSON PLAN</w:t>
            </w:r>
            <w:r w:rsidR="00C71DE2">
              <w:rPr>
                <w:sz w:val="36"/>
                <w:szCs w:val="36"/>
              </w:rPr>
              <w:t xml:space="preserve"> </w:t>
            </w:r>
            <w:r w:rsidR="00E513A6">
              <w:rPr>
                <w:sz w:val="36"/>
                <w:szCs w:val="36"/>
              </w:rPr>
              <w:t>ESLAO 3.</w:t>
            </w:r>
            <w:r w:rsidR="00661DC0">
              <w:rPr>
                <w:sz w:val="36"/>
                <w:szCs w:val="36"/>
              </w:rPr>
              <w:t>4</w:t>
            </w:r>
          </w:p>
        </w:tc>
      </w:tr>
      <w:tr w:rsidR="00F3367B" w14:paraId="4D140A40" w14:textId="77777777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14:paraId="1D2443F6" w14:textId="77777777" w:rsidR="00F3367B" w:rsidRDefault="00F3367B" w:rsidP="00F3367B">
            <w:pPr>
              <w:tabs>
                <w:tab w:val="left" w:pos="142"/>
              </w:tabs>
            </w:pPr>
            <w:r>
              <w:t>Author:</w:t>
            </w:r>
          </w:p>
        </w:tc>
        <w:tc>
          <w:tcPr>
            <w:tcW w:w="3295" w:type="dxa"/>
          </w:tcPr>
          <w:p w14:paraId="134FE4A0" w14:textId="77777777" w:rsidR="00F3367B" w:rsidRDefault="00793735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Marisa Lavoratore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14:paraId="7B0280B3" w14:textId="77777777" w:rsidR="00F3367B" w:rsidRDefault="00F3367B" w:rsidP="00F3367B">
            <w:pPr>
              <w:tabs>
                <w:tab w:val="left" w:pos="142"/>
              </w:tabs>
            </w:pPr>
            <w:r>
              <w:t>Unit:</w:t>
            </w:r>
          </w:p>
        </w:tc>
        <w:tc>
          <w:tcPr>
            <w:tcW w:w="4324" w:type="dxa"/>
          </w:tcPr>
          <w:p w14:paraId="2A10442C" w14:textId="6449F70D" w:rsidR="00F3367B" w:rsidRDefault="00946F9A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3367B" w14:paraId="3A33BFC6" w14:textId="77777777" w:rsidTr="007B4E7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14:paraId="14DA10EB" w14:textId="77777777" w:rsidR="00F3367B" w:rsidRDefault="00F3367B" w:rsidP="00F3367B">
            <w:pPr>
              <w:tabs>
                <w:tab w:val="left" w:pos="142"/>
              </w:tabs>
            </w:pPr>
            <w:r>
              <w:t>Module:</w:t>
            </w:r>
          </w:p>
        </w:tc>
        <w:tc>
          <w:tcPr>
            <w:tcW w:w="3295" w:type="dxa"/>
          </w:tcPr>
          <w:p w14:paraId="0CC7CEC8" w14:textId="77777777" w:rsidR="00F3367B" w:rsidRDefault="00793735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ESLAO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14:paraId="6854861A" w14:textId="77777777" w:rsidR="00F3367B" w:rsidRDefault="00F3367B" w:rsidP="00F3367B">
            <w:pPr>
              <w:tabs>
                <w:tab w:val="left" w:pos="142"/>
              </w:tabs>
            </w:pPr>
            <w:r>
              <w:t>Lesson:</w:t>
            </w:r>
          </w:p>
        </w:tc>
        <w:tc>
          <w:tcPr>
            <w:tcW w:w="4324" w:type="dxa"/>
          </w:tcPr>
          <w:p w14:paraId="0DA97D2C" w14:textId="448B4B54" w:rsidR="00F3367B" w:rsidRDefault="00661DC0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</w:tr>
    </w:tbl>
    <w:p w14:paraId="6E50F102" w14:textId="77777777" w:rsidR="00F3367B" w:rsidRPr="00F3367B" w:rsidRDefault="00F3367B" w:rsidP="00F3367B">
      <w:pPr>
        <w:rPr>
          <w:sz w:val="8"/>
        </w:rPr>
      </w:pPr>
    </w:p>
    <w:tbl>
      <w:tblPr>
        <w:tblStyle w:val="ListTable4-Accent4"/>
        <w:tblW w:w="10241" w:type="dxa"/>
        <w:tblInd w:w="212" w:type="dxa"/>
        <w:tblLook w:val="04A0" w:firstRow="1" w:lastRow="0" w:firstColumn="1" w:lastColumn="0" w:noHBand="0" w:noVBand="1"/>
      </w:tblPr>
      <w:tblGrid>
        <w:gridCol w:w="10241"/>
      </w:tblGrid>
      <w:tr w:rsidR="00F3367B" w14:paraId="15714087" w14:textId="77777777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14:paraId="323AD103" w14:textId="77777777"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Learning Goals:</w:t>
            </w:r>
          </w:p>
        </w:tc>
      </w:tr>
      <w:tr w:rsidR="00F3367B" w14:paraId="52BB1E3B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14:paraId="0921610F" w14:textId="77777777" w:rsidR="00000000" w:rsidRPr="00946F9A" w:rsidRDefault="00AF5FF1" w:rsidP="00946F9A">
            <w:pPr>
              <w:numPr>
                <w:ilvl w:val="0"/>
                <w:numId w:val="37"/>
              </w:numPr>
              <w:rPr>
                <w:b w:val="0"/>
              </w:rPr>
            </w:pPr>
            <w:r w:rsidRPr="00946F9A">
              <w:rPr>
                <w:b w:val="0"/>
              </w:rPr>
              <w:t>Phonics – B&amp;P, D&amp;T, C&amp;G</w:t>
            </w:r>
          </w:p>
          <w:p w14:paraId="60953458" w14:textId="77777777" w:rsidR="00000000" w:rsidRPr="00946F9A" w:rsidRDefault="00AF5FF1" w:rsidP="00946F9A">
            <w:pPr>
              <w:numPr>
                <w:ilvl w:val="0"/>
                <w:numId w:val="37"/>
              </w:numPr>
              <w:rPr>
                <w:b w:val="0"/>
              </w:rPr>
            </w:pPr>
            <w:r w:rsidRPr="00946F9A">
              <w:rPr>
                <w:b w:val="0"/>
              </w:rPr>
              <w:t>Question words</w:t>
            </w:r>
          </w:p>
          <w:p w14:paraId="57060123" w14:textId="77777777" w:rsidR="00000000" w:rsidRPr="00946F9A" w:rsidRDefault="00AF5FF1" w:rsidP="00946F9A">
            <w:pPr>
              <w:numPr>
                <w:ilvl w:val="0"/>
                <w:numId w:val="37"/>
              </w:numPr>
              <w:rPr>
                <w:b w:val="0"/>
              </w:rPr>
            </w:pPr>
            <w:r w:rsidRPr="00946F9A">
              <w:rPr>
                <w:b w:val="0"/>
              </w:rPr>
              <w:t>Present tense</w:t>
            </w:r>
          </w:p>
          <w:p w14:paraId="0EA45E1C" w14:textId="7DC95007" w:rsidR="00F3367B" w:rsidRPr="00946F9A" w:rsidRDefault="00AF5FF1" w:rsidP="00EF7FD1">
            <w:pPr>
              <w:numPr>
                <w:ilvl w:val="0"/>
                <w:numId w:val="37"/>
              </w:numPr>
            </w:pPr>
            <w:r w:rsidRPr="00946F9A">
              <w:rPr>
                <w:b w:val="0"/>
              </w:rPr>
              <w:t>Singular and plural</w:t>
            </w:r>
          </w:p>
        </w:tc>
      </w:tr>
    </w:tbl>
    <w:p w14:paraId="6F8390E7" w14:textId="77777777" w:rsidR="00F3367B" w:rsidRPr="00F3367B" w:rsidRDefault="00F3367B" w:rsidP="00F3367B">
      <w:pPr>
        <w:rPr>
          <w:sz w:val="4"/>
        </w:rPr>
      </w:pPr>
    </w:p>
    <w:tbl>
      <w:tblPr>
        <w:tblStyle w:val="GridTable3-Accent1"/>
        <w:tblW w:w="10260" w:type="dxa"/>
        <w:tblInd w:w="227" w:type="dxa"/>
        <w:tblLook w:val="0420" w:firstRow="1" w:lastRow="0" w:firstColumn="0" w:lastColumn="0" w:noHBand="0" w:noVBand="1"/>
      </w:tblPr>
      <w:tblGrid>
        <w:gridCol w:w="1953"/>
        <w:gridCol w:w="4440"/>
        <w:gridCol w:w="3867"/>
      </w:tblGrid>
      <w:tr w:rsidR="00F3367B" w14:paraId="733EE05F" w14:textId="77777777" w:rsidTr="00E513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3" w:type="dxa"/>
          </w:tcPr>
          <w:p w14:paraId="255AD519" w14:textId="77777777"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sz w:val="28"/>
                <w:szCs w:val="28"/>
              </w:rPr>
              <w:t>Resources:</w:t>
            </w:r>
          </w:p>
        </w:tc>
        <w:tc>
          <w:tcPr>
            <w:tcW w:w="4440" w:type="dxa"/>
          </w:tcPr>
          <w:p w14:paraId="28ADD834" w14:textId="77777777" w:rsidR="00F3367B" w:rsidRDefault="00F3367B" w:rsidP="00C813B4"/>
        </w:tc>
        <w:tc>
          <w:tcPr>
            <w:tcW w:w="3867" w:type="dxa"/>
          </w:tcPr>
          <w:p w14:paraId="304C1E9B" w14:textId="77777777" w:rsidR="00F3367B" w:rsidRDefault="00F3367B" w:rsidP="00C813B4"/>
        </w:tc>
      </w:tr>
      <w:tr w:rsidR="00F3367B" w14:paraId="698F3E91" w14:textId="77777777" w:rsidTr="00E51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tcW w:w="1953" w:type="dxa"/>
          </w:tcPr>
          <w:p w14:paraId="4E3281F7" w14:textId="2C5FE778" w:rsidR="00F3367B" w:rsidRPr="001F5DD1" w:rsidRDefault="00F3367B" w:rsidP="00C813B4">
            <w:pPr>
              <w:rPr>
                <w:b/>
              </w:rPr>
            </w:pPr>
            <w:r w:rsidRPr="001F5DD1">
              <w:rPr>
                <w:b/>
              </w:rPr>
              <w:t>Nam</w:t>
            </w:r>
          </w:p>
        </w:tc>
        <w:tc>
          <w:tcPr>
            <w:tcW w:w="4440" w:type="dxa"/>
          </w:tcPr>
          <w:p w14:paraId="02B0B87A" w14:textId="77777777" w:rsidR="00F3367B" w:rsidRPr="001F5DD1" w:rsidRDefault="00F3367B" w:rsidP="00C813B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867" w:type="dxa"/>
          </w:tcPr>
          <w:p w14:paraId="50A1C855" w14:textId="77777777" w:rsidR="00F3367B" w:rsidRPr="001F5DD1" w:rsidRDefault="00F3367B" w:rsidP="00C813B4">
            <w:pPr>
              <w:jc w:val="center"/>
              <w:rPr>
                <w:b/>
              </w:rPr>
            </w:pPr>
            <w:r w:rsidRPr="001F5DD1">
              <w:rPr>
                <w:b/>
              </w:rPr>
              <w:t>File</w:t>
            </w:r>
          </w:p>
        </w:tc>
      </w:tr>
      <w:tr w:rsidR="00F3367B" w14:paraId="4AC50A6E" w14:textId="77777777" w:rsidTr="00E513A6">
        <w:tc>
          <w:tcPr>
            <w:tcW w:w="1953" w:type="dxa"/>
            <w:vAlign w:val="center"/>
          </w:tcPr>
          <w:p w14:paraId="376041C7" w14:textId="77777777" w:rsidR="00F3367B" w:rsidRDefault="00F3367B" w:rsidP="00E513A6">
            <w:r>
              <w:t xml:space="preserve">Teacher </w:t>
            </w:r>
            <w:r w:rsidR="00E513A6">
              <w:t>PDF slides</w:t>
            </w:r>
          </w:p>
        </w:tc>
        <w:tc>
          <w:tcPr>
            <w:tcW w:w="4440" w:type="dxa"/>
            <w:vAlign w:val="center"/>
          </w:tcPr>
          <w:p w14:paraId="02C847DD" w14:textId="77777777" w:rsidR="00F3367B" w:rsidRDefault="00F3367B" w:rsidP="00C813B4">
            <w:r>
              <w:t>Teacher uses this presentation as a shared document or application in live class</w:t>
            </w:r>
          </w:p>
        </w:tc>
        <w:tc>
          <w:tcPr>
            <w:tcW w:w="3867" w:type="dxa"/>
            <w:vAlign w:val="center"/>
          </w:tcPr>
          <w:p w14:paraId="58799139" w14:textId="77777777" w:rsidR="00F3367B" w:rsidRDefault="00F3367B" w:rsidP="00C813B4"/>
        </w:tc>
      </w:tr>
      <w:tr w:rsidR="00F3367B" w14:paraId="0B9B3831" w14:textId="77777777" w:rsidTr="00E51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tcW w:w="1953" w:type="dxa"/>
            <w:vAlign w:val="center"/>
          </w:tcPr>
          <w:p w14:paraId="042DFCD3" w14:textId="77777777" w:rsidR="00F3367B" w:rsidRDefault="00E513A6" w:rsidP="00C813B4">
            <w:r>
              <w:t>Teacher Lesson plan</w:t>
            </w:r>
          </w:p>
        </w:tc>
        <w:tc>
          <w:tcPr>
            <w:tcW w:w="4440" w:type="dxa"/>
            <w:vAlign w:val="center"/>
          </w:tcPr>
          <w:p w14:paraId="7348DC7A" w14:textId="77777777" w:rsidR="00F3367B" w:rsidRDefault="00E513A6" w:rsidP="00C813B4">
            <w:r>
              <w:t>Teacher can use this document to prepare or prompt the lesson</w:t>
            </w:r>
          </w:p>
        </w:tc>
        <w:tc>
          <w:tcPr>
            <w:tcW w:w="3867" w:type="dxa"/>
            <w:vAlign w:val="center"/>
          </w:tcPr>
          <w:p w14:paraId="4D3F2C81" w14:textId="77777777" w:rsidR="00F3367B" w:rsidRDefault="00F3367B" w:rsidP="00C813B4"/>
        </w:tc>
      </w:tr>
      <w:tr w:rsidR="00F3367B" w14:paraId="41C80612" w14:textId="77777777" w:rsidTr="00E513A6">
        <w:tc>
          <w:tcPr>
            <w:tcW w:w="1953" w:type="dxa"/>
            <w:vAlign w:val="center"/>
          </w:tcPr>
          <w:p w14:paraId="5CC775C8" w14:textId="77777777" w:rsidR="00F3367B" w:rsidRDefault="00F3367B" w:rsidP="00C813B4">
            <w:r>
              <w:t>Worksheet</w:t>
            </w:r>
          </w:p>
        </w:tc>
        <w:tc>
          <w:tcPr>
            <w:tcW w:w="4440" w:type="dxa"/>
            <w:vAlign w:val="center"/>
          </w:tcPr>
          <w:p w14:paraId="6AFE6C85" w14:textId="77777777" w:rsidR="00F3367B" w:rsidRDefault="00F3367B" w:rsidP="00C813B4">
            <w:r>
              <w:t>Student will download this before class and complete it during the lesson</w:t>
            </w:r>
          </w:p>
        </w:tc>
        <w:tc>
          <w:tcPr>
            <w:tcW w:w="3867" w:type="dxa"/>
            <w:vAlign w:val="center"/>
          </w:tcPr>
          <w:p w14:paraId="3D96159D" w14:textId="77777777" w:rsidR="00F3367B" w:rsidRDefault="00F3367B" w:rsidP="00C813B4"/>
        </w:tc>
      </w:tr>
      <w:tr w:rsidR="00F3367B" w14:paraId="6C8E133C" w14:textId="77777777" w:rsidTr="00E51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tcW w:w="1953" w:type="dxa"/>
            <w:vAlign w:val="center"/>
          </w:tcPr>
          <w:p w14:paraId="319DB8CE" w14:textId="57C7DAF0" w:rsidR="00F3367B" w:rsidRDefault="00F3367B" w:rsidP="00D03B50"/>
        </w:tc>
        <w:tc>
          <w:tcPr>
            <w:tcW w:w="4440" w:type="dxa"/>
            <w:vAlign w:val="center"/>
          </w:tcPr>
          <w:p w14:paraId="0AC78FA1" w14:textId="59FF25F4" w:rsidR="00F3367B" w:rsidRDefault="007B4E7D" w:rsidP="00C813B4">
            <w:r>
              <w:t xml:space="preserve"> </w:t>
            </w:r>
          </w:p>
        </w:tc>
        <w:tc>
          <w:tcPr>
            <w:tcW w:w="3867" w:type="dxa"/>
            <w:vAlign w:val="center"/>
          </w:tcPr>
          <w:p w14:paraId="24DDD055" w14:textId="77777777" w:rsidR="00F3367B" w:rsidRDefault="00F3367B" w:rsidP="00C813B4"/>
        </w:tc>
      </w:tr>
    </w:tbl>
    <w:p w14:paraId="2184D424" w14:textId="77777777" w:rsidR="00F3367B" w:rsidRDefault="00F3367B" w:rsidP="00F3367B">
      <w:pPr>
        <w:rPr>
          <w:sz w:val="6"/>
        </w:rPr>
      </w:pPr>
    </w:p>
    <w:p w14:paraId="7FCB3FEB" w14:textId="77777777" w:rsidR="00E513A6" w:rsidRPr="00F3367B" w:rsidRDefault="00E513A6" w:rsidP="00F3367B">
      <w:pPr>
        <w:rPr>
          <w:sz w:val="6"/>
        </w:rPr>
      </w:pPr>
    </w:p>
    <w:tbl>
      <w:tblPr>
        <w:tblStyle w:val="GridTable4-Accent4"/>
        <w:tblW w:w="10266" w:type="dxa"/>
        <w:tblInd w:w="219" w:type="dxa"/>
        <w:tblCellMar>
          <w:top w:w="43" w:type="dxa"/>
          <w:left w:w="115" w:type="dxa"/>
          <w:bottom w:w="43" w:type="dxa"/>
          <w:right w:w="115" w:type="dxa"/>
        </w:tblCellMar>
        <w:tblLook w:val="0420" w:firstRow="1" w:lastRow="0" w:firstColumn="0" w:lastColumn="0" w:noHBand="0" w:noVBand="1"/>
      </w:tblPr>
      <w:tblGrid>
        <w:gridCol w:w="4765"/>
        <w:gridCol w:w="2340"/>
        <w:gridCol w:w="3161"/>
      </w:tblGrid>
      <w:tr w:rsidR="00F3367B" w14:paraId="06280AEA" w14:textId="77777777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tcW w:w="10266" w:type="dxa"/>
            <w:gridSpan w:val="3"/>
            <w:vAlign w:val="center"/>
          </w:tcPr>
          <w:p w14:paraId="33600838" w14:textId="77777777"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Agenda:</w:t>
            </w:r>
          </w:p>
        </w:tc>
      </w:tr>
      <w:tr w:rsidR="00F3367B" w14:paraId="272629C2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tcW w:w="4765" w:type="dxa"/>
          </w:tcPr>
          <w:p w14:paraId="493759D2" w14:textId="77777777" w:rsidR="00F3367B" w:rsidRPr="003F72DF" w:rsidRDefault="00F3367B" w:rsidP="00C813B4">
            <w:pPr>
              <w:rPr>
                <w:b/>
              </w:rPr>
            </w:pPr>
            <w:r w:rsidRPr="003F72DF">
              <w:rPr>
                <w:b/>
              </w:rPr>
              <w:t>Topic</w:t>
            </w:r>
          </w:p>
        </w:tc>
        <w:tc>
          <w:tcPr>
            <w:tcW w:w="2340" w:type="dxa"/>
          </w:tcPr>
          <w:p w14:paraId="6B7DAA93" w14:textId="77777777"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Slides</w:t>
            </w:r>
          </w:p>
        </w:tc>
        <w:tc>
          <w:tcPr>
            <w:tcW w:w="3161" w:type="dxa"/>
          </w:tcPr>
          <w:p w14:paraId="4F05A8B6" w14:textId="77777777"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Estimated Time</w:t>
            </w:r>
          </w:p>
        </w:tc>
      </w:tr>
      <w:tr w:rsidR="00F3367B" w14:paraId="00C59173" w14:textId="77777777" w:rsidTr="00F3367B">
        <w:trPr>
          <w:trHeight w:val="314"/>
        </w:trPr>
        <w:tc>
          <w:tcPr>
            <w:tcW w:w="4765" w:type="dxa"/>
          </w:tcPr>
          <w:p w14:paraId="7E1CB092" w14:textId="0FD7CFDB" w:rsidR="00F3367B" w:rsidRDefault="00C676DF" w:rsidP="00C813B4">
            <w:r>
              <w:t>Review phonics</w:t>
            </w:r>
          </w:p>
        </w:tc>
        <w:tc>
          <w:tcPr>
            <w:tcW w:w="2340" w:type="dxa"/>
          </w:tcPr>
          <w:p w14:paraId="2DAEBA9D" w14:textId="1BD6F8B2" w:rsidR="00F3367B" w:rsidRDefault="00EA447C" w:rsidP="00C676DF">
            <w:pPr>
              <w:jc w:val="center"/>
            </w:pPr>
            <w:r>
              <w:t xml:space="preserve">3 - </w:t>
            </w:r>
            <w:r w:rsidR="00FF15DE">
              <w:t>6</w:t>
            </w:r>
          </w:p>
        </w:tc>
        <w:tc>
          <w:tcPr>
            <w:tcW w:w="3161" w:type="dxa"/>
          </w:tcPr>
          <w:p w14:paraId="2339F054" w14:textId="57AAFE5B" w:rsidR="00F3367B" w:rsidRDefault="00C676DF" w:rsidP="00C813B4">
            <w:pPr>
              <w:jc w:val="center"/>
            </w:pPr>
            <w:r>
              <w:t xml:space="preserve">10 </w:t>
            </w:r>
            <w:r w:rsidR="00E513A6">
              <w:t>minutes</w:t>
            </w:r>
          </w:p>
        </w:tc>
      </w:tr>
      <w:tr w:rsidR="00F3367B" w14:paraId="60C137C6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14:paraId="36698E78" w14:textId="0F88C21D" w:rsidR="00F3367B" w:rsidRDefault="00C676DF" w:rsidP="009527C8">
            <w:r>
              <w:t xml:space="preserve">Review </w:t>
            </w:r>
            <w:r w:rsidR="009527C8">
              <w:t>Question Words</w:t>
            </w:r>
          </w:p>
        </w:tc>
        <w:tc>
          <w:tcPr>
            <w:tcW w:w="2340" w:type="dxa"/>
          </w:tcPr>
          <w:p w14:paraId="0A8B5316" w14:textId="292F0051" w:rsidR="00F3367B" w:rsidRDefault="009527C8" w:rsidP="009527C8">
            <w:pPr>
              <w:jc w:val="center"/>
            </w:pPr>
            <w:r>
              <w:t>7</w:t>
            </w:r>
            <w:r w:rsidR="00C676DF">
              <w:t xml:space="preserve"> – </w:t>
            </w:r>
            <w:r>
              <w:t>11</w:t>
            </w:r>
          </w:p>
        </w:tc>
        <w:tc>
          <w:tcPr>
            <w:tcW w:w="3161" w:type="dxa"/>
          </w:tcPr>
          <w:p w14:paraId="1DFF287E" w14:textId="7A509CF1" w:rsidR="00F3367B" w:rsidRDefault="00C676DF" w:rsidP="00E513A6">
            <w:pPr>
              <w:jc w:val="center"/>
            </w:pPr>
            <w:r>
              <w:t>15</w:t>
            </w:r>
            <w:r w:rsidR="00E513A6">
              <w:t xml:space="preserve"> minutes</w:t>
            </w:r>
          </w:p>
        </w:tc>
      </w:tr>
      <w:tr w:rsidR="00F3367B" w14:paraId="432EA085" w14:textId="77777777" w:rsidTr="00F3367B">
        <w:tc>
          <w:tcPr>
            <w:tcW w:w="4765" w:type="dxa"/>
          </w:tcPr>
          <w:p w14:paraId="6F858423" w14:textId="2D69FBE0" w:rsidR="00F3367B" w:rsidRDefault="00C676DF" w:rsidP="009527C8">
            <w:r>
              <w:t xml:space="preserve">Review </w:t>
            </w:r>
            <w:r w:rsidR="009527C8">
              <w:t>Present Tense</w:t>
            </w:r>
          </w:p>
        </w:tc>
        <w:tc>
          <w:tcPr>
            <w:tcW w:w="2340" w:type="dxa"/>
          </w:tcPr>
          <w:p w14:paraId="702B316A" w14:textId="5D7F5B0A" w:rsidR="00F3367B" w:rsidRDefault="00C676DF" w:rsidP="009527C8">
            <w:pPr>
              <w:jc w:val="center"/>
            </w:pPr>
            <w:r>
              <w:t>1</w:t>
            </w:r>
            <w:r w:rsidR="009527C8">
              <w:t>2</w:t>
            </w:r>
            <w:r>
              <w:t xml:space="preserve"> - 1</w:t>
            </w:r>
            <w:r w:rsidR="009527C8">
              <w:t>4</w:t>
            </w:r>
          </w:p>
        </w:tc>
        <w:tc>
          <w:tcPr>
            <w:tcW w:w="3161" w:type="dxa"/>
          </w:tcPr>
          <w:p w14:paraId="4413B5B4" w14:textId="5DBE4CF3" w:rsidR="00F3367B" w:rsidRDefault="00C676DF" w:rsidP="00C813B4">
            <w:pPr>
              <w:jc w:val="center"/>
            </w:pPr>
            <w:r>
              <w:t>10</w:t>
            </w:r>
            <w:r w:rsidR="00E513A6">
              <w:t xml:space="preserve"> minutes</w:t>
            </w:r>
          </w:p>
        </w:tc>
      </w:tr>
      <w:tr w:rsidR="00F3367B" w14:paraId="22EBE841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4765" w:type="dxa"/>
          </w:tcPr>
          <w:p w14:paraId="6ED0D7E5" w14:textId="69BDA1D1" w:rsidR="00F3367B" w:rsidRDefault="00C676DF" w:rsidP="009527C8">
            <w:r>
              <w:t xml:space="preserve">Review </w:t>
            </w:r>
            <w:r w:rsidR="009527C8">
              <w:t>Singular &amp; Plural</w:t>
            </w:r>
          </w:p>
        </w:tc>
        <w:tc>
          <w:tcPr>
            <w:tcW w:w="2340" w:type="dxa"/>
          </w:tcPr>
          <w:p w14:paraId="5CF75444" w14:textId="32EFB879" w:rsidR="00F3367B" w:rsidRDefault="009527C8" w:rsidP="007B4E7D">
            <w:pPr>
              <w:jc w:val="center"/>
            </w:pPr>
            <w:r>
              <w:t>15</w:t>
            </w:r>
            <w:r w:rsidR="00C676DF">
              <w:t xml:space="preserve"> - 16</w:t>
            </w:r>
          </w:p>
        </w:tc>
        <w:tc>
          <w:tcPr>
            <w:tcW w:w="3161" w:type="dxa"/>
          </w:tcPr>
          <w:p w14:paraId="17689A15" w14:textId="199764EF" w:rsidR="00F3367B" w:rsidRDefault="00C676DF" w:rsidP="00C813B4">
            <w:pPr>
              <w:jc w:val="center"/>
            </w:pPr>
            <w:r>
              <w:t>10</w:t>
            </w:r>
            <w:r w:rsidR="00E513A6">
              <w:t xml:space="preserve"> minutes</w:t>
            </w:r>
          </w:p>
        </w:tc>
      </w:tr>
      <w:tr w:rsidR="00EA447C" w14:paraId="7CDDEBEE" w14:textId="77777777" w:rsidTr="00F3367B">
        <w:tc>
          <w:tcPr>
            <w:tcW w:w="4765" w:type="dxa"/>
          </w:tcPr>
          <w:p w14:paraId="56A334EF" w14:textId="1387325C" w:rsidR="00EA447C" w:rsidRDefault="00EA447C" w:rsidP="00C676DF">
            <w:r>
              <w:t xml:space="preserve">Review </w:t>
            </w:r>
            <w:r w:rsidR="00C676DF">
              <w:t>Writing a story</w:t>
            </w:r>
          </w:p>
        </w:tc>
        <w:tc>
          <w:tcPr>
            <w:tcW w:w="2340" w:type="dxa"/>
          </w:tcPr>
          <w:p w14:paraId="4E32946F" w14:textId="4CD2AC68" w:rsidR="00EA447C" w:rsidRDefault="00C676DF" w:rsidP="009527C8">
            <w:pPr>
              <w:jc w:val="center"/>
            </w:pPr>
            <w:r>
              <w:t xml:space="preserve">17 - </w:t>
            </w:r>
            <w:r w:rsidR="009527C8">
              <w:t>18</w:t>
            </w:r>
          </w:p>
        </w:tc>
        <w:tc>
          <w:tcPr>
            <w:tcW w:w="3161" w:type="dxa"/>
          </w:tcPr>
          <w:p w14:paraId="0575377A" w14:textId="29D93E70" w:rsidR="00EA447C" w:rsidRDefault="00C676DF" w:rsidP="00C813B4">
            <w:pPr>
              <w:jc w:val="center"/>
            </w:pPr>
            <w:r>
              <w:t>15</w:t>
            </w:r>
            <w:r w:rsidR="00EA447C">
              <w:t xml:space="preserve"> minutes</w:t>
            </w:r>
          </w:p>
        </w:tc>
      </w:tr>
      <w:tr w:rsidR="00F3367B" w14:paraId="27B533DC" w14:textId="77777777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"/>
        </w:trPr>
        <w:tc>
          <w:tcPr>
            <w:tcW w:w="10266" w:type="dxa"/>
            <w:gridSpan w:val="3"/>
          </w:tcPr>
          <w:p w14:paraId="458F5B7A" w14:textId="77777777" w:rsidR="00F3367B" w:rsidRPr="004731E6" w:rsidRDefault="00F3367B" w:rsidP="00C813B4">
            <w:pPr>
              <w:rPr>
                <w:b/>
                <w:u w:val="single"/>
              </w:rPr>
            </w:pPr>
            <w:r w:rsidRPr="004731E6">
              <w:rPr>
                <w:b/>
                <w:u w:val="single"/>
              </w:rPr>
              <w:t>Extra time:</w:t>
            </w:r>
            <w:r w:rsidR="00E513A6">
              <w:rPr>
                <w:b/>
                <w:u w:val="single"/>
              </w:rPr>
              <w:t xml:space="preserve">  See Worksheet.</w:t>
            </w:r>
          </w:p>
        </w:tc>
      </w:tr>
    </w:tbl>
    <w:p w14:paraId="6D933EE8" w14:textId="77777777" w:rsidR="00E4068D" w:rsidRDefault="00E4068D" w:rsidP="00EF7FD1">
      <w:pPr>
        <w:tabs>
          <w:tab w:val="left" w:pos="284"/>
        </w:tabs>
        <w:spacing w:after="0"/>
      </w:pPr>
    </w:p>
    <w:p w14:paraId="44E14F21" w14:textId="77777777" w:rsidR="00E513A6" w:rsidRDefault="00E513A6">
      <w:pPr>
        <w:rPr>
          <w:b/>
          <w:color w:val="FFFFFF" w:themeColor="background1"/>
        </w:rPr>
      </w:pPr>
      <w:r>
        <w:rPr>
          <w:b/>
          <w:color w:val="FFFFFF" w:themeColor="background1"/>
        </w:rPr>
        <w:br w:type="page"/>
      </w:r>
    </w:p>
    <w:p w14:paraId="12A580C7" w14:textId="77777777" w:rsidR="00BD077C" w:rsidRPr="0099611E" w:rsidRDefault="00BD077C" w:rsidP="0099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284"/>
        </w:tabs>
        <w:spacing w:after="0"/>
        <w:rPr>
          <w:b/>
          <w:color w:val="FFFFFF" w:themeColor="background1"/>
        </w:rPr>
      </w:pPr>
      <w:r w:rsidRPr="0099611E">
        <w:rPr>
          <w:b/>
          <w:color w:val="FFFFFF" w:themeColor="background1"/>
        </w:rPr>
        <w:lastRenderedPageBreak/>
        <w:t>Instructional Strategies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634"/>
      </w:tblGrid>
      <w:tr w:rsidR="0099611E" w14:paraId="2CB51FF9" w14:textId="77777777" w:rsidTr="00EA447C">
        <w:tc>
          <w:tcPr>
            <w:tcW w:w="1129" w:type="dxa"/>
          </w:tcPr>
          <w:p w14:paraId="23B55937" w14:textId="77777777" w:rsidR="00B6200A" w:rsidRDefault="00EA447C" w:rsidP="00EF7FD1">
            <w:pPr>
              <w:tabs>
                <w:tab w:val="left" w:pos="284"/>
              </w:tabs>
            </w:pPr>
            <w:r>
              <w:t xml:space="preserve">Slide </w:t>
            </w:r>
          </w:p>
          <w:p w14:paraId="724A1952" w14:textId="5ADF49DD" w:rsidR="0099611E" w:rsidRDefault="00EA447C" w:rsidP="00EF7FD1">
            <w:pPr>
              <w:tabs>
                <w:tab w:val="left" w:pos="284"/>
              </w:tabs>
            </w:pPr>
            <w:r>
              <w:t>3</w:t>
            </w:r>
            <w:r w:rsidR="009527C8">
              <w:t>-6</w:t>
            </w:r>
          </w:p>
          <w:p w14:paraId="1FBA667D" w14:textId="77777777" w:rsidR="0099611E" w:rsidRDefault="0099611E" w:rsidP="00EF7FD1">
            <w:pPr>
              <w:tabs>
                <w:tab w:val="left" w:pos="284"/>
              </w:tabs>
            </w:pPr>
          </w:p>
          <w:p w14:paraId="4CFA7B16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4C947F2B" w14:textId="757D2735" w:rsidR="00793735" w:rsidRDefault="00B6200A" w:rsidP="00B6200A">
            <w:pPr>
              <w:tabs>
                <w:tab w:val="left" w:pos="284"/>
              </w:tabs>
            </w:pPr>
            <w:r>
              <w:t>Phonics</w:t>
            </w:r>
            <w:r w:rsidR="004E4ACA">
              <w:t xml:space="preserve">:  </w:t>
            </w:r>
            <w:r>
              <w:t>Review – Tongue Twisters</w:t>
            </w:r>
          </w:p>
          <w:p w14:paraId="50AC0167" w14:textId="77777777" w:rsidR="00793735" w:rsidRDefault="00793735" w:rsidP="00793735">
            <w:pPr>
              <w:tabs>
                <w:tab w:val="left" w:pos="284"/>
              </w:tabs>
            </w:pPr>
            <w:r>
              <w:t>Discuss:</w:t>
            </w:r>
          </w:p>
          <w:p w14:paraId="00092A34" w14:textId="77777777" w:rsidR="0099611E" w:rsidRDefault="00B6200A" w:rsidP="00F55258">
            <w:pPr>
              <w:pStyle w:val="ListParagraph"/>
              <w:numPr>
                <w:ilvl w:val="0"/>
                <w:numId w:val="16"/>
              </w:numPr>
              <w:tabs>
                <w:tab w:val="left" w:pos="284"/>
              </w:tabs>
            </w:pPr>
            <w:r>
              <w:t>Before the tongue twister, ask:  What sound does ____ make?</w:t>
            </w:r>
          </w:p>
          <w:p w14:paraId="5D562599" w14:textId="77777777" w:rsidR="00B6200A" w:rsidRDefault="00B6200A" w:rsidP="00F55258">
            <w:pPr>
              <w:pStyle w:val="ListParagraph"/>
              <w:numPr>
                <w:ilvl w:val="0"/>
                <w:numId w:val="16"/>
              </w:numPr>
              <w:tabs>
                <w:tab w:val="left" w:pos="284"/>
              </w:tabs>
            </w:pPr>
            <w:r>
              <w:t>What words do you know with ____ sound?</w:t>
            </w:r>
          </w:p>
          <w:p w14:paraId="356DB56C" w14:textId="77777777" w:rsidR="00B6200A" w:rsidRDefault="00B6200A" w:rsidP="00B6200A">
            <w:pPr>
              <w:tabs>
                <w:tab w:val="left" w:pos="284"/>
              </w:tabs>
            </w:pPr>
            <w:r>
              <w:t>Strategy:</w:t>
            </w:r>
          </w:p>
          <w:p w14:paraId="2297E95D" w14:textId="77777777" w:rsidR="00B6200A" w:rsidRDefault="00B6200A" w:rsidP="00B6200A">
            <w:pPr>
              <w:pStyle w:val="ListParagraph"/>
              <w:numPr>
                <w:ilvl w:val="0"/>
                <w:numId w:val="41"/>
              </w:numPr>
              <w:tabs>
                <w:tab w:val="left" w:pos="284"/>
              </w:tabs>
            </w:pPr>
            <w:r>
              <w:t>Say tongue twisters</w:t>
            </w:r>
          </w:p>
          <w:p w14:paraId="10D371E9" w14:textId="77777777" w:rsidR="00B6200A" w:rsidRDefault="00B6200A" w:rsidP="00B6200A">
            <w:pPr>
              <w:pStyle w:val="ListParagraph"/>
              <w:numPr>
                <w:ilvl w:val="0"/>
                <w:numId w:val="41"/>
              </w:numPr>
              <w:tabs>
                <w:tab w:val="left" w:pos="284"/>
              </w:tabs>
            </w:pPr>
            <w:r>
              <w:t>How many times can you say it in 30 seconds?</w:t>
            </w:r>
          </w:p>
          <w:p w14:paraId="2BF7D94C" w14:textId="77777777" w:rsidR="00B6200A" w:rsidRDefault="00B6200A" w:rsidP="00B6200A">
            <w:pPr>
              <w:pStyle w:val="ListParagraph"/>
              <w:numPr>
                <w:ilvl w:val="0"/>
                <w:numId w:val="41"/>
              </w:numPr>
              <w:tabs>
                <w:tab w:val="left" w:pos="284"/>
              </w:tabs>
            </w:pPr>
            <w:r>
              <w:t>Who can say it fastest?</w:t>
            </w:r>
          </w:p>
          <w:p w14:paraId="3A14029D" w14:textId="7286A5EE" w:rsidR="00B6200A" w:rsidRPr="00B6200A" w:rsidRDefault="00B6200A" w:rsidP="00B6200A">
            <w:pPr>
              <w:pStyle w:val="ListParagraph"/>
              <w:numPr>
                <w:ilvl w:val="0"/>
                <w:numId w:val="41"/>
              </w:numPr>
              <w:tabs>
                <w:tab w:val="left" w:pos="284"/>
              </w:tabs>
            </w:pPr>
            <w:r>
              <w:t>Why are tongue twisters so difficult?</w:t>
            </w:r>
          </w:p>
        </w:tc>
      </w:tr>
      <w:tr w:rsidR="0099611E" w14:paraId="4B2AB58D" w14:textId="77777777" w:rsidTr="00EA447C">
        <w:tc>
          <w:tcPr>
            <w:tcW w:w="1129" w:type="dxa"/>
          </w:tcPr>
          <w:p w14:paraId="3B984C41" w14:textId="56B270FC" w:rsidR="0099611E" w:rsidRDefault="0099611E" w:rsidP="00EF7FD1">
            <w:pPr>
              <w:tabs>
                <w:tab w:val="left" w:pos="284"/>
              </w:tabs>
            </w:pPr>
            <w:r>
              <w:t xml:space="preserve">Slide </w:t>
            </w:r>
            <w:r w:rsidR="009527C8">
              <w:t>7</w:t>
            </w:r>
          </w:p>
          <w:p w14:paraId="5CB22750" w14:textId="77777777" w:rsidR="0099611E" w:rsidRDefault="0099611E" w:rsidP="00EF7FD1">
            <w:pPr>
              <w:tabs>
                <w:tab w:val="left" w:pos="284"/>
              </w:tabs>
            </w:pPr>
          </w:p>
          <w:p w14:paraId="399B0FC4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0CB894AB" w14:textId="79A9E530" w:rsidR="0099611E" w:rsidRDefault="009527C8" w:rsidP="00EF7FD1">
            <w:pPr>
              <w:tabs>
                <w:tab w:val="left" w:pos="284"/>
              </w:tabs>
            </w:pPr>
            <w:r>
              <w:t>Question Words</w:t>
            </w:r>
            <w:r w:rsidR="004E4ACA">
              <w:t xml:space="preserve">:   </w:t>
            </w:r>
            <w:r w:rsidR="00B6200A">
              <w:t>Review</w:t>
            </w:r>
          </w:p>
          <w:p w14:paraId="202C1C05" w14:textId="71EB9EAF" w:rsidR="00793735" w:rsidRDefault="00B6200A" w:rsidP="00EF7FD1">
            <w:pPr>
              <w:tabs>
                <w:tab w:val="left" w:pos="284"/>
              </w:tabs>
            </w:pPr>
            <w:r>
              <w:t>Discuss and write on the slide</w:t>
            </w:r>
            <w:r w:rsidR="00793735">
              <w:t>:</w:t>
            </w:r>
          </w:p>
          <w:p w14:paraId="13265FCD" w14:textId="3D45E135" w:rsidR="007B4E7D" w:rsidRDefault="00B6200A" w:rsidP="00F55258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</w:pPr>
            <w:r>
              <w:t xml:space="preserve">What </w:t>
            </w:r>
            <w:r w:rsidR="009527C8">
              <w:t>are question words?</w:t>
            </w:r>
          </w:p>
          <w:p w14:paraId="2840708E" w14:textId="096EB81E" w:rsidR="00B6200A" w:rsidRPr="00F55258" w:rsidRDefault="00B6200A" w:rsidP="009527C8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</w:pPr>
            <w:r>
              <w:t xml:space="preserve">What </w:t>
            </w:r>
            <w:r w:rsidR="009527C8">
              <w:t>does a question sound like</w:t>
            </w:r>
            <w:r>
              <w:t>?</w:t>
            </w:r>
            <w:r w:rsidR="009527C8">
              <w:t xml:space="preserve">  Emphasize intonation.</w:t>
            </w:r>
          </w:p>
        </w:tc>
      </w:tr>
      <w:tr w:rsidR="0099611E" w14:paraId="6F93852E" w14:textId="77777777" w:rsidTr="00EA447C">
        <w:tc>
          <w:tcPr>
            <w:tcW w:w="1129" w:type="dxa"/>
          </w:tcPr>
          <w:p w14:paraId="4083C461" w14:textId="5FBBD372" w:rsidR="0099611E" w:rsidRDefault="0099611E" w:rsidP="00EF7FD1">
            <w:pPr>
              <w:tabs>
                <w:tab w:val="left" w:pos="284"/>
              </w:tabs>
            </w:pPr>
            <w:r>
              <w:t xml:space="preserve">Slide </w:t>
            </w:r>
            <w:r w:rsidR="009527C8">
              <w:t>8</w:t>
            </w:r>
          </w:p>
          <w:p w14:paraId="1A119522" w14:textId="77777777" w:rsidR="0099611E" w:rsidRDefault="0099611E" w:rsidP="00EF7FD1">
            <w:pPr>
              <w:tabs>
                <w:tab w:val="left" w:pos="284"/>
              </w:tabs>
            </w:pPr>
          </w:p>
          <w:p w14:paraId="2F92EF4D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32F32E6C" w14:textId="6D1984B3" w:rsidR="0099611E" w:rsidRDefault="009527C8" w:rsidP="00EF7FD1">
            <w:pPr>
              <w:tabs>
                <w:tab w:val="left" w:pos="284"/>
              </w:tabs>
            </w:pPr>
            <w:r>
              <w:t>Question Words</w:t>
            </w:r>
            <w:r w:rsidR="00F55258">
              <w:t xml:space="preserve">:  </w:t>
            </w:r>
            <w:r w:rsidR="007B4E7D">
              <w:t>Generate</w:t>
            </w:r>
          </w:p>
          <w:p w14:paraId="3648A9B8" w14:textId="77777777" w:rsidR="00793735" w:rsidRDefault="00793735" w:rsidP="00EF7FD1">
            <w:pPr>
              <w:tabs>
                <w:tab w:val="left" w:pos="284"/>
              </w:tabs>
            </w:pPr>
            <w:r>
              <w:t>Strategy:</w:t>
            </w:r>
          </w:p>
          <w:p w14:paraId="588DAB88" w14:textId="77777777" w:rsidR="00CD0909" w:rsidRDefault="009527C8" w:rsidP="007B4E7D">
            <w:pPr>
              <w:pStyle w:val="ListParagraph"/>
              <w:numPr>
                <w:ilvl w:val="0"/>
                <w:numId w:val="18"/>
              </w:numPr>
              <w:tabs>
                <w:tab w:val="left" w:pos="284"/>
              </w:tabs>
            </w:pPr>
            <w:r>
              <w:t>Take turns:</w:t>
            </w:r>
          </w:p>
          <w:p w14:paraId="53CCB6F4" w14:textId="16E7796F" w:rsidR="009527C8" w:rsidRPr="009527C8" w:rsidRDefault="009527C8" w:rsidP="009527C8">
            <w:pPr>
              <w:pStyle w:val="ListParagraph"/>
              <w:numPr>
                <w:ilvl w:val="0"/>
                <w:numId w:val="18"/>
              </w:numPr>
              <w:tabs>
                <w:tab w:val="left" w:pos="284"/>
              </w:tabs>
            </w:pPr>
            <w:r>
              <w:t>Choose a famous character and write questions that you would ask them during an interview (e.g. Harry Potter, Matilda, Godzilla etc.)</w:t>
            </w:r>
          </w:p>
        </w:tc>
      </w:tr>
      <w:tr w:rsidR="0099611E" w14:paraId="025B9068" w14:textId="77777777" w:rsidTr="009527C8">
        <w:trPr>
          <w:trHeight w:val="1276"/>
        </w:trPr>
        <w:tc>
          <w:tcPr>
            <w:tcW w:w="1129" w:type="dxa"/>
          </w:tcPr>
          <w:p w14:paraId="529B20CB" w14:textId="28DE0B38" w:rsidR="0099611E" w:rsidRDefault="00793735" w:rsidP="00EF7FD1">
            <w:pPr>
              <w:tabs>
                <w:tab w:val="left" w:pos="284"/>
              </w:tabs>
            </w:pPr>
            <w:r>
              <w:t xml:space="preserve">Slide </w:t>
            </w:r>
            <w:r w:rsidR="009527C8">
              <w:t>9</w:t>
            </w:r>
          </w:p>
          <w:p w14:paraId="2445E7D6" w14:textId="77777777" w:rsidR="0099611E" w:rsidRDefault="0099611E" w:rsidP="00EF7FD1">
            <w:pPr>
              <w:tabs>
                <w:tab w:val="left" w:pos="284"/>
              </w:tabs>
            </w:pPr>
          </w:p>
          <w:p w14:paraId="28DBB949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105FF65F" w14:textId="63DBAED2" w:rsidR="0099611E" w:rsidRDefault="009527C8" w:rsidP="00EF7FD1">
            <w:pPr>
              <w:tabs>
                <w:tab w:val="left" w:pos="284"/>
              </w:tabs>
            </w:pPr>
            <w:r>
              <w:t>Question Words</w:t>
            </w:r>
            <w:r w:rsidR="004E4ACA">
              <w:t xml:space="preserve">:  </w:t>
            </w:r>
            <w:r>
              <w:t>Generate</w:t>
            </w:r>
            <w:r w:rsidR="00793735">
              <w:t xml:space="preserve"> </w:t>
            </w:r>
          </w:p>
          <w:p w14:paraId="4C7B4D9D" w14:textId="0E72395B" w:rsidR="00793735" w:rsidRDefault="00CD0909" w:rsidP="00793735">
            <w:pPr>
              <w:tabs>
                <w:tab w:val="left" w:pos="284"/>
              </w:tabs>
            </w:pPr>
            <w:r>
              <w:t>Strategy</w:t>
            </w:r>
            <w:r w:rsidR="00793735">
              <w:t>:</w:t>
            </w:r>
          </w:p>
          <w:p w14:paraId="3C8CD887" w14:textId="61F3A4EE" w:rsidR="00CD0909" w:rsidRPr="007B4E7D" w:rsidRDefault="009527C8" w:rsidP="009527C8">
            <w:pPr>
              <w:pStyle w:val="ListParagraph"/>
              <w:numPr>
                <w:ilvl w:val="0"/>
                <w:numId w:val="19"/>
              </w:numPr>
              <w:tabs>
                <w:tab w:val="left" w:pos="284"/>
              </w:tabs>
            </w:pPr>
            <w:r>
              <w:t xml:space="preserve">Choose a </w:t>
            </w:r>
            <w:r>
              <w:t>superhero</w:t>
            </w:r>
            <w:r>
              <w:t xml:space="preserve"> and write questions that you would ask them during an interview </w:t>
            </w:r>
          </w:p>
        </w:tc>
      </w:tr>
      <w:tr w:rsidR="0099611E" w14:paraId="28A0A06B" w14:textId="77777777" w:rsidTr="00EA447C">
        <w:tc>
          <w:tcPr>
            <w:tcW w:w="1129" w:type="dxa"/>
          </w:tcPr>
          <w:p w14:paraId="0DBFA5B3" w14:textId="4E41F61D" w:rsidR="0099611E" w:rsidRDefault="00F55258" w:rsidP="00EF7FD1">
            <w:pPr>
              <w:tabs>
                <w:tab w:val="left" w:pos="284"/>
              </w:tabs>
            </w:pPr>
            <w:r>
              <w:t xml:space="preserve">Slide </w:t>
            </w:r>
            <w:r w:rsidR="009527C8">
              <w:t>10</w:t>
            </w:r>
          </w:p>
          <w:p w14:paraId="0C447530" w14:textId="77777777" w:rsidR="0099611E" w:rsidRDefault="0099611E" w:rsidP="00EF7FD1">
            <w:pPr>
              <w:tabs>
                <w:tab w:val="left" w:pos="284"/>
              </w:tabs>
            </w:pPr>
          </w:p>
          <w:p w14:paraId="39505C8C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5AFB43D8" w14:textId="14DC5E83" w:rsidR="0099611E" w:rsidRDefault="009527C8" w:rsidP="00EF7FD1">
            <w:pPr>
              <w:tabs>
                <w:tab w:val="left" w:pos="284"/>
              </w:tabs>
            </w:pPr>
            <w:r>
              <w:t>Question Words</w:t>
            </w:r>
            <w:r w:rsidR="004E4ACA">
              <w:t xml:space="preserve">:  </w:t>
            </w:r>
            <w:r>
              <w:t>Extend</w:t>
            </w:r>
          </w:p>
          <w:p w14:paraId="74669F44" w14:textId="77777777" w:rsidR="00793735" w:rsidRDefault="00793735" w:rsidP="00793735">
            <w:pPr>
              <w:tabs>
                <w:tab w:val="left" w:pos="284"/>
              </w:tabs>
            </w:pPr>
            <w:r>
              <w:t>Strategy</w:t>
            </w:r>
          </w:p>
          <w:p w14:paraId="5731B2AE" w14:textId="76651205" w:rsidR="00CD0909" w:rsidRPr="00F55258" w:rsidRDefault="00CD0909" w:rsidP="009527C8">
            <w:pPr>
              <w:pStyle w:val="ListParagraph"/>
              <w:numPr>
                <w:ilvl w:val="0"/>
                <w:numId w:val="21"/>
              </w:numPr>
              <w:tabs>
                <w:tab w:val="left" w:pos="284"/>
              </w:tabs>
            </w:pPr>
            <w:r>
              <w:t xml:space="preserve">Ask students to write </w:t>
            </w:r>
            <w:r w:rsidR="009527C8">
              <w:t>questions that would give those answers</w:t>
            </w:r>
          </w:p>
        </w:tc>
      </w:tr>
      <w:tr w:rsidR="0099611E" w14:paraId="0C8DEE8C" w14:textId="77777777" w:rsidTr="00EA447C">
        <w:tc>
          <w:tcPr>
            <w:tcW w:w="1129" w:type="dxa"/>
          </w:tcPr>
          <w:p w14:paraId="0CD9A574" w14:textId="771562E5" w:rsidR="0099611E" w:rsidRDefault="00E31890" w:rsidP="00EF7FD1">
            <w:pPr>
              <w:tabs>
                <w:tab w:val="left" w:pos="284"/>
              </w:tabs>
            </w:pPr>
            <w:r>
              <w:t>Slide 1</w:t>
            </w:r>
            <w:r w:rsidR="009527C8">
              <w:t>1</w:t>
            </w:r>
          </w:p>
          <w:p w14:paraId="14AD0C04" w14:textId="77777777" w:rsidR="0099611E" w:rsidRDefault="0099611E" w:rsidP="00EF7FD1">
            <w:pPr>
              <w:tabs>
                <w:tab w:val="left" w:pos="284"/>
              </w:tabs>
            </w:pPr>
          </w:p>
          <w:p w14:paraId="4DB2A3C2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59412D0E" w14:textId="576C573E" w:rsidR="0099611E" w:rsidRDefault="009527C8" w:rsidP="00EF7FD1">
            <w:pPr>
              <w:tabs>
                <w:tab w:val="left" w:pos="284"/>
              </w:tabs>
            </w:pPr>
            <w:r>
              <w:t>Question Words</w:t>
            </w:r>
            <w:r w:rsidR="004E4ACA">
              <w:t xml:space="preserve">:  </w:t>
            </w:r>
            <w:r>
              <w:t>Challenge</w:t>
            </w:r>
          </w:p>
          <w:p w14:paraId="4C7039D8" w14:textId="77777777" w:rsidR="00E31890" w:rsidRDefault="008D5DA0" w:rsidP="007B4E7D">
            <w:pPr>
              <w:pStyle w:val="ListParagraph"/>
              <w:numPr>
                <w:ilvl w:val="0"/>
                <w:numId w:val="25"/>
              </w:numPr>
              <w:tabs>
                <w:tab w:val="left" w:pos="284"/>
              </w:tabs>
            </w:pPr>
            <w:r>
              <w:t>Generate questions with the answer “I don’t know”</w:t>
            </w:r>
          </w:p>
          <w:p w14:paraId="6F3CDA41" w14:textId="0867FB06" w:rsidR="008D5DA0" w:rsidRPr="007B4E7D" w:rsidRDefault="008D5DA0" w:rsidP="007B4E7D">
            <w:pPr>
              <w:pStyle w:val="ListParagraph"/>
              <w:numPr>
                <w:ilvl w:val="0"/>
                <w:numId w:val="25"/>
              </w:numPr>
              <w:tabs>
                <w:tab w:val="left" w:pos="284"/>
              </w:tabs>
            </w:pPr>
            <w:r>
              <w:t>Make it as funny and silly as you can</w:t>
            </w:r>
          </w:p>
        </w:tc>
      </w:tr>
      <w:tr w:rsidR="007B4E7D" w14:paraId="16FF3CBC" w14:textId="77777777" w:rsidTr="00EA447C">
        <w:tc>
          <w:tcPr>
            <w:tcW w:w="1129" w:type="dxa"/>
          </w:tcPr>
          <w:p w14:paraId="53B358C7" w14:textId="16E7E4E5" w:rsidR="007B4E7D" w:rsidRDefault="007B4E7D" w:rsidP="008D5DA0">
            <w:pPr>
              <w:tabs>
                <w:tab w:val="left" w:pos="284"/>
              </w:tabs>
            </w:pPr>
            <w:r>
              <w:t>Slide 1</w:t>
            </w:r>
            <w:r w:rsidR="008D5DA0">
              <w:t>2</w:t>
            </w:r>
          </w:p>
        </w:tc>
        <w:tc>
          <w:tcPr>
            <w:tcW w:w="9634" w:type="dxa"/>
          </w:tcPr>
          <w:p w14:paraId="4B51224B" w14:textId="28A9C13A" w:rsidR="007B4E7D" w:rsidRDefault="008D5DA0" w:rsidP="00EF7FD1">
            <w:pPr>
              <w:tabs>
                <w:tab w:val="left" w:pos="284"/>
              </w:tabs>
            </w:pPr>
            <w:r>
              <w:t>Present Tense</w:t>
            </w:r>
            <w:r w:rsidR="007B4E7D">
              <w:t xml:space="preserve">:  </w:t>
            </w:r>
            <w:r>
              <w:t>Introduction</w:t>
            </w:r>
          </w:p>
          <w:p w14:paraId="6B647D8B" w14:textId="77777777" w:rsidR="007B4E7D" w:rsidRDefault="007B4E7D" w:rsidP="00EF7FD1">
            <w:pPr>
              <w:tabs>
                <w:tab w:val="left" w:pos="284"/>
              </w:tabs>
            </w:pPr>
            <w:r>
              <w:t>Strategy</w:t>
            </w:r>
          </w:p>
          <w:p w14:paraId="2261A4E2" w14:textId="6380F01C" w:rsidR="007B4E7D" w:rsidRPr="007B4E7D" w:rsidRDefault="007B4E7D" w:rsidP="008D5DA0">
            <w:pPr>
              <w:pStyle w:val="ListParagraph"/>
              <w:numPr>
                <w:ilvl w:val="0"/>
                <w:numId w:val="39"/>
              </w:numPr>
              <w:tabs>
                <w:tab w:val="left" w:pos="284"/>
              </w:tabs>
            </w:pPr>
            <w:r>
              <w:t xml:space="preserve">Ask students to </w:t>
            </w:r>
            <w:r w:rsidR="008D5DA0">
              <w:t xml:space="preserve">write sentences using present tense; focus on affirmative, negative and question </w:t>
            </w:r>
            <w:proofErr w:type="spellStart"/>
            <w:r w:rsidR="008D5DA0">
              <w:t>struction</w:t>
            </w:r>
            <w:proofErr w:type="spellEnd"/>
          </w:p>
        </w:tc>
      </w:tr>
      <w:tr w:rsidR="00D666C9" w14:paraId="32DE5A2D" w14:textId="77777777" w:rsidTr="00EA447C">
        <w:tc>
          <w:tcPr>
            <w:tcW w:w="1129" w:type="dxa"/>
          </w:tcPr>
          <w:p w14:paraId="5E364CA0" w14:textId="5B223D5D" w:rsidR="007A0274" w:rsidRDefault="007A0274" w:rsidP="007B4E7D">
            <w:pPr>
              <w:tabs>
                <w:tab w:val="left" w:pos="284"/>
              </w:tabs>
            </w:pPr>
            <w:r>
              <w:t>Slide 13</w:t>
            </w:r>
          </w:p>
        </w:tc>
        <w:tc>
          <w:tcPr>
            <w:tcW w:w="9634" w:type="dxa"/>
          </w:tcPr>
          <w:p w14:paraId="38E0E336" w14:textId="7482EBBF" w:rsidR="00D666C9" w:rsidRDefault="008D5DA0" w:rsidP="00EF7FD1">
            <w:pPr>
              <w:tabs>
                <w:tab w:val="left" w:pos="284"/>
              </w:tabs>
            </w:pPr>
            <w:r>
              <w:t>Present Tense</w:t>
            </w:r>
            <w:r w:rsidR="00CD0909">
              <w:t xml:space="preserve">:  </w:t>
            </w:r>
            <w:r>
              <w:t>Review</w:t>
            </w:r>
          </w:p>
          <w:p w14:paraId="64267834" w14:textId="0AAFDFAA" w:rsidR="008D5DA0" w:rsidRPr="008D5DA0" w:rsidRDefault="008D5DA0" w:rsidP="008D5DA0">
            <w:pPr>
              <w:pStyle w:val="ListParagraph"/>
              <w:numPr>
                <w:ilvl w:val="0"/>
                <w:numId w:val="39"/>
              </w:numPr>
              <w:tabs>
                <w:tab w:val="left" w:pos="284"/>
              </w:tabs>
            </w:pPr>
            <w:r>
              <w:t>Read the sentences and emphasize structure and organization</w:t>
            </w:r>
          </w:p>
        </w:tc>
      </w:tr>
      <w:tr w:rsidR="0099611E" w14:paraId="03844004" w14:textId="77777777" w:rsidTr="00EA447C">
        <w:tc>
          <w:tcPr>
            <w:tcW w:w="1129" w:type="dxa"/>
          </w:tcPr>
          <w:p w14:paraId="6E2440C5" w14:textId="1AD78FDC" w:rsidR="0099611E" w:rsidRDefault="00444A49" w:rsidP="00EF7FD1">
            <w:pPr>
              <w:tabs>
                <w:tab w:val="left" w:pos="284"/>
              </w:tabs>
            </w:pPr>
            <w:r>
              <w:t>Slide 1</w:t>
            </w:r>
            <w:r w:rsidR="00D666C9">
              <w:t>4</w:t>
            </w:r>
          </w:p>
          <w:p w14:paraId="7FD5CABF" w14:textId="77777777" w:rsidR="0099611E" w:rsidRDefault="0099611E" w:rsidP="00EF7FD1">
            <w:pPr>
              <w:tabs>
                <w:tab w:val="left" w:pos="284"/>
              </w:tabs>
            </w:pPr>
          </w:p>
          <w:p w14:paraId="47D00FAD" w14:textId="77777777" w:rsidR="0099611E" w:rsidRDefault="0099611E" w:rsidP="00EF7FD1">
            <w:pPr>
              <w:tabs>
                <w:tab w:val="left" w:pos="284"/>
              </w:tabs>
            </w:pPr>
          </w:p>
          <w:p w14:paraId="13F6374B" w14:textId="77777777"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14:paraId="67B3EABF" w14:textId="4DC407DE" w:rsidR="0099611E" w:rsidRDefault="008D5DA0" w:rsidP="00EF7FD1">
            <w:pPr>
              <w:tabs>
                <w:tab w:val="left" w:pos="284"/>
              </w:tabs>
            </w:pPr>
            <w:r>
              <w:t>Present Tense</w:t>
            </w:r>
            <w:r w:rsidR="0078689A">
              <w:t xml:space="preserve">:  </w:t>
            </w:r>
            <w:r>
              <w:t>Extend</w:t>
            </w:r>
          </w:p>
          <w:p w14:paraId="7C418B8F" w14:textId="379C5D71" w:rsidR="0078689A" w:rsidRDefault="007A0274" w:rsidP="00EF7FD1">
            <w:pPr>
              <w:tabs>
                <w:tab w:val="left" w:pos="284"/>
              </w:tabs>
            </w:pPr>
            <w:r>
              <w:t>Discuss</w:t>
            </w:r>
          </w:p>
          <w:p w14:paraId="2C550FDC" w14:textId="77777777" w:rsidR="008D5DA0" w:rsidRDefault="008D5DA0" w:rsidP="008D5DA0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Read the sentences and correct the errors</w:t>
            </w:r>
          </w:p>
          <w:p w14:paraId="37744B94" w14:textId="564E2CA2" w:rsidR="008D5DA0" w:rsidRPr="008D5DA0" w:rsidRDefault="008D5DA0" w:rsidP="008D5DA0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Focus on verb and subject-verb agreement</w:t>
            </w:r>
          </w:p>
        </w:tc>
      </w:tr>
      <w:tr w:rsidR="007B4E7D" w14:paraId="6CB79F2F" w14:textId="77777777" w:rsidTr="00EA447C">
        <w:tc>
          <w:tcPr>
            <w:tcW w:w="1129" w:type="dxa"/>
          </w:tcPr>
          <w:p w14:paraId="6B2B4021" w14:textId="4CF7E1FE" w:rsidR="007B4E7D" w:rsidRDefault="007B4E7D" w:rsidP="00EF7FD1">
            <w:pPr>
              <w:tabs>
                <w:tab w:val="left" w:pos="284"/>
              </w:tabs>
            </w:pPr>
            <w:r>
              <w:t>Slide 15</w:t>
            </w:r>
          </w:p>
        </w:tc>
        <w:tc>
          <w:tcPr>
            <w:tcW w:w="9634" w:type="dxa"/>
          </w:tcPr>
          <w:p w14:paraId="77A49624" w14:textId="485C7D3D" w:rsidR="007B4E7D" w:rsidRDefault="008D5DA0" w:rsidP="00EF7FD1">
            <w:pPr>
              <w:tabs>
                <w:tab w:val="left" w:pos="284"/>
              </w:tabs>
            </w:pPr>
            <w:r>
              <w:t>Present Tense</w:t>
            </w:r>
            <w:r w:rsidR="007B4E7D">
              <w:t xml:space="preserve">:  </w:t>
            </w:r>
            <w:r>
              <w:t>Let’s Write</w:t>
            </w:r>
          </w:p>
          <w:p w14:paraId="63207B7A" w14:textId="77777777" w:rsidR="007A0274" w:rsidRDefault="007B4E7D" w:rsidP="008D5DA0">
            <w:pPr>
              <w:tabs>
                <w:tab w:val="left" w:pos="284"/>
              </w:tabs>
            </w:pPr>
            <w:r>
              <w:t>Strategy</w:t>
            </w:r>
          </w:p>
          <w:p w14:paraId="1F0D3AAF" w14:textId="77777777" w:rsidR="008D5DA0" w:rsidRDefault="008D5DA0" w:rsidP="008D5DA0">
            <w:pPr>
              <w:pStyle w:val="ListParagraph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Write 5 sentences in 5 minutes</w:t>
            </w:r>
          </w:p>
          <w:p w14:paraId="2C0556D8" w14:textId="77777777" w:rsidR="008D5DA0" w:rsidRDefault="008D5DA0" w:rsidP="008D5DA0">
            <w:pPr>
              <w:pStyle w:val="ListParagraph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Share your sentences with the class</w:t>
            </w:r>
          </w:p>
          <w:p w14:paraId="75482B72" w14:textId="572378CF" w:rsidR="008D5DA0" w:rsidRPr="008D5DA0" w:rsidRDefault="008D5DA0" w:rsidP="008D5DA0">
            <w:pPr>
              <w:pStyle w:val="ListParagraph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Focus on subject-verb agreement</w:t>
            </w:r>
          </w:p>
        </w:tc>
      </w:tr>
      <w:tr w:rsidR="0099611E" w14:paraId="4A2F861B" w14:textId="77777777" w:rsidTr="000C1232">
        <w:trPr>
          <w:trHeight w:val="1639"/>
        </w:trPr>
        <w:tc>
          <w:tcPr>
            <w:tcW w:w="1129" w:type="dxa"/>
          </w:tcPr>
          <w:p w14:paraId="195047C6" w14:textId="63E15915" w:rsidR="0099611E" w:rsidRDefault="00444A49" w:rsidP="000C1232">
            <w:pPr>
              <w:tabs>
                <w:tab w:val="left" w:pos="284"/>
              </w:tabs>
            </w:pPr>
            <w:r>
              <w:lastRenderedPageBreak/>
              <w:t xml:space="preserve">Slide </w:t>
            </w:r>
            <w:r w:rsidR="00D666C9">
              <w:t>1</w:t>
            </w:r>
            <w:r w:rsidR="000C1232">
              <w:t>6</w:t>
            </w:r>
          </w:p>
        </w:tc>
        <w:tc>
          <w:tcPr>
            <w:tcW w:w="9634" w:type="dxa"/>
          </w:tcPr>
          <w:p w14:paraId="6080CFCA" w14:textId="7F954EE4" w:rsidR="0078689A" w:rsidRDefault="00825A36" w:rsidP="0078689A">
            <w:pPr>
              <w:tabs>
                <w:tab w:val="left" w:pos="284"/>
              </w:tabs>
            </w:pPr>
            <w:r>
              <w:t>Singular/Plural</w:t>
            </w:r>
            <w:r w:rsidR="007A0274">
              <w:t xml:space="preserve">:  </w:t>
            </w:r>
            <w:r>
              <w:t>Review</w:t>
            </w:r>
          </w:p>
          <w:p w14:paraId="44D222C6" w14:textId="77777777" w:rsidR="00D17700" w:rsidRDefault="00D17700" w:rsidP="00D17700">
            <w:pPr>
              <w:tabs>
                <w:tab w:val="left" w:pos="284"/>
              </w:tabs>
            </w:pPr>
            <w:r>
              <w:t>Strategy:</w:t>
            </w:r>
          </w:p>
          <w:p w14:paraId="25E33B24" w14:textId="77777777" w:rsidR="00D666C9" w:rsidRDefault="00825A36" w:rsidP="00D17700">
            <w:pPr>
              <w:pStyle w:val="ListParagraph"/>
              <w:numPr>
                <w:ilvl w:val="0"/>
                <w:numId w:val="26"/>
              </w:numPr>
              <w:tabs>
                <w:tab w:val="left" w:pos="284"/>
              </w:tabs>
            </w:pPr>
            <w:r>
              <w:t>Give students some words and ask them to write the plurals on the whiteboard – focus on different spellings s /</w:t>
            </w:r>
            <w:proofErr w:type="spellStart"/>
            <w:r>
              <w:t>es</w:t>
            </w:r>
            <w:proofErr w:type="spellEnd"/>
            <w:r>
              <w:t xml:space="preserve"> / </w:t>
            </w:r>
            <w:proofErr w:type="spellStart"/>
            <w:r>
              <w:t>ies</w:t>
            </w:r>
            <w:proofErr w:type="spellEnd"/>
          </w:p>
          <w:p w14:paraId="30EB33D0" w14:textId="72F62510" w:rsidR="00825A36" w:rsidRPr="000C1232" w:rsidRDefault="00825A36" w:rsidP="00825A36">
            <w:pPr>
              <w:pStyle w:val="ListParagraph"/>
              <w:numPr>
                <w:ilvl w:val="1"/>
                <w:numId w:val="26"/>
              </w:numPr>
              <w:tabs>
                <w:tab w:val="left" w:pos="284"/>
              </w:tabs>
            </w:pPr>
            <w:r>
              <w:t>Example: cat, church, fly</w:t>
            </w:r>
          </w:p>
        </w:tc>
      </w:tr>
      <w:tr w:rsidR="004E4ACA" w14:paraId="29B7C6B8" w14:textId="77777777" w:rsidTr="00EA447C">
        <w:tc>
          <w:tcPr>
            <w:tcW w:w="1129" w:type="dxa"/>
          </w:tcPr>
          <w:p w14:paraId="3F598BAE" w14:textId="54688067" w:rsidR="004E4ACA" w:rsidRDefault="004E4ACA" w:rsidP="00D17700">
            <w:pPr>
              <w:tabs>
                <w:tab w:val="left" w:pos="284"/>
              </w:tabs>
            </w:pPr>
            <w:r>
              <w:t xml:space="preserve">Slide </w:t>
            </w:r>
            <w:r w:rsidR="00D666C9">
              <w:t>1</w:t>
            </w:r>
            <w:r w:rsidR="00D17700">
              <w:t>7</w:t>
            </w:r>
          </w:p>
        </w:tc>
        <w:tc>
          <w:tcPr>
            <w:tcW w:w="9634" w:type="dxa"/>
          </w:tcPr>
          <w:p w14:paraId="40F7D99C" w14:textId="3ACE1C1E" w:rsidR="00825A36" w:rsidRDefault="00825A36" w:rsidP="00825A36">
            <w:pPr>
              <w:tabs>
                <w:tab w:val="left" w:pos="284"/>
              </w:tabs>
            </w:pPr>
            <w:r>
              <w:t xml:space="preserve">Singular/Plural:  </w:t>
            </w:r>
            <w:r>
              <w:t>Apply</w:t>
            </w:r>
          </w:p>
          <w:p w14:paraId="63A51994" w14:textId="77777777" w:rsidR="00D17700" w:rsidRDefault="00D17700" w:rsidP="00D17700">
            <w:pPr>
              <w:tabs>
                <w:tab w:val="left" w:pos="284"/>
              </w:tabs>
            </w:pPr>
            <w:r>
              <w:t>Strategy</w:t>
            </w:r>
          </w:p>
          <w:p w14:paraId="7DBBD3C2" w14:textId="3030710B" w:rsidR="00D17700" w:rsidRPr="00825A36" w:rsidRDefault="00825A36" w:rsidP="00825A36">
            <w:pPr>
              <w:pStyle w:val="ListParagraph"/>
              <w:numPr>
                <w:ilvl w:val="0"/>
                <w:numId w:val="43"/>
              </w:numPr>
              <w:tabs>
                <w:tab w:val="left" w:pos="284"/>
              </w:tabs>
            </w:pPr>
            <w:r>
              <w:t>Write sentences that answer these questions – check their spelling, subject-verb agreement and proper use of plurals</w:t>
            </w:r>
          </w:p>
        </w:tc>
      </w:tr>
      <w:tr w:rsidR="00825A36" w14:paraId="234466F7" w14:textId="77777777" w:rsidTr="00EA447C">
        <w:tc>
          <w:tcPr>
            <w:tcW w:w="1129" w:type="dxa"/>
          </w:tcPr>
          <w:p w14:paraId="20A48437" w14:textId="122EE820" w:rsidR="00825A36" w:rsidRDefault="00825A36" w:rsidP="00D17700">
            <w:pPr>
              <w:tabs>
                <w:tab w:val="left" w:pos="284"/>
              </w:tabs>
            </w:pPr>
            <w:r>
              <w:t>Slide 18</w:t>
            </w:r>
          </w:p>
        </w:tc>
        <w:tc>
          <w:tcPr>
            <w:tcW w:w="9634" w:type="dxa"/>
          </w:tcPr>
          <w:p w14:paraId="2C8BD7A9" w14:textId="77777777" w:rsidR="00825A36" w:rsidRDefault="00825A36" w:rsidP="00825A36">
            <w:pPr>
              <w:tabs>
                <w:tab w:val="left" w:pos="284"/>
              </w:tabs>
            </w:pPr>
            <w:r>
              <w:t>Review</w:t>
            </w:r>
          </w:p>
          <w:p w14:paraId="6270FA6F" w14:textId="0CF38CF1" w:rsidR="00825A36" w:rsidRPr="00825A36" w:rsidRDefault="00825A36" w:rsidP="00825A36">
            <w:pPr>
              <w:pStyle w:val="ListParagraph"/>
              <w:numPr>
                <w:ilvl w:val="0"/>
                <w:numId w:val="43"/>
              </w:numPr>
              <w:tabs>
                <w:tab w:val="left" w:pos="284"/>
              </w:tabs>
            </w:pPr>
            <w:r>
              <w:t>Ask students if they have any issues with these concepts</w:t>
            </w:r>
          </w:p>
        </w:tc>
      </w:tr>
      <w:tr w:rsidR="00825A36" w14:paraId="7771D0C8" w14:textId="77777777" w:rsidTr="00EA447C">
        <w:tc>
          <w:tcPr>
            <w:tcW w:w="1129" w:type="dxa"/>
          </w:tcPr>
          <w:p w14:paraId="5243D4BF" w14:textId="64638FAD" w:rsidR="00825A36" w:rsidRDefault="00825A36" w:rsidP="00D17700">
            <w:pPr>
              <w:tabs>
                <w:tab w:val="left" w:pos="284"/>
              </w:tabs>
            </w:pPr>
            <w:r>
              <w:t>Slide 19</w:t>
            </w:r>
          </w:p>
        </w:tc>
        <w:tc>
          <w:tcPr>
            <w:tcW w:w="9634" w:type="dxa"/>
          </w:tcPr>
          <w:p w14:paraId="5A8BC5F9" w14:textId="77777777" w:rsidR="00825A36" w:rsidRDefault="00825A36" w:rsidP="00825A36">
            <w:pPr>
              <w:tabs>
                <w:tab w:val="left" w:pos="284"/>
              </w:tabs>
            </w:pPr>
            <w:r>
              <w:t>Homework</w:t>
            </w:r>
          </w:p>
          <w:p w14:paraId="0F457A4F" w14:textId="41F77D95" w:rsidR="00825A36" w:rsidRPr="00825A36" w:rsidRDefault="00825A36" w:rsidP="00825A36">
            <w:pPr>
              <w:pStyle w:val="ListParagraph"/>
              <w:numPr>
                <w:ilvl w:val="0"/>
                <w:numId w:val="43"/>
              </w:numPr>
              <w:tabs>
                <w:tab w:val="left" w:pos="284"/>
              </w:tabs>
            </w:pPr>
            <w:r>
              <w:t>Review the homework question, discuss examples</w:t>
            </w:r>
            <w:bookmarkStart w:id="0" w:name="_GoBack"/>
            <w:bookmarkEnd w:id="0"/>
          </w:p>
        </w:tc>
      </w:tr>
    </w:tbl>
    <w:p w14:paraId="139A3B80" w14:textId="3F36D166" w:rsidR="0099611E" w:rsidRPr="00E4068D" w:rsidRDefault="0099611E" w:rsidP="00EF7FD1">
      <w:pPr>
        <w:tabs>
          <w:tab w:val="left" w:pos="284"/>
        </w:tabs>
        <w:spacing w:after="0"/>
      </w:pPr>
    </w:p>
    <w:sectPr w:rsidR="0099611E" w:rsidRPr="00E4068D" w:rsidSect="00F3367B">
      <w:pgSz w:w="12240" w:h="15840"/>
      <w:pgMar w:top="550" w:right="595" w:bottom="308" w:left="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D4969" w14:textId="77777777" w:rsidR="00AF5FF1" w:rsidRDefault="00AF5FF1">
      <w:pPr>
        <w:spacing w:after="0" w:line="240" w:lineRule="auto"/>
      </w:pPr>
      <w:r>
        <w:separator/>
      </w:r>
    </w:p>
    <w:p w14:paraId="25C6300A" w14:textId="77777777" w:rsidR="00AF5FF1" w:rsidRDefault="00AF5FF1"/>
    <w:p w14:paraId="3F2DC2E1" w14:textId="77777777" w:rsidR="00AF5FF1" w:rsidRDefault="00AF5FF1"/>
  </w:endnote>
  <w:endnote w:type="continuationSeparator" w:id="0">
    <w:p w14:paraId="0498AB81" w14:textId="77777777" w:rsidR="00AF5FF1" w:rsidRDefault="00AF5FF1">
      <w:pPr>
        <w:spacing w:after="0" w:line="240" w:lineRule="auto"/>
      </w:pPr>
      <w:r>
        <w:continuationSeparator/>
      </w:r>
    </w:p>
    <w:p w14:paraId="6FF8211E" w14:textId="77777777" w:rsidR="00AF5FF1" w:rsidRDefault="00AF5FF1"/>
    <w:p w14:paraId="1D1B7104" w14:textId="77777777" w:rsidR="00AF5FF1" w:rsidRDefault="00AF5F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D4FF2" w14:textId="77777777" w:rsidR="00AF5FF1" w:rsidRDefault="00AF5FF1">
      <w:pPr>
        <w:spacing w:after="0" w:line="240" w:lineRule="auto"/>
      </w:pPr>
      <w:r>
        <w:separator/>
      </w:r>
    </w:p>
    <w:p w14:paraId="48D0DC5E" w14:textId="77777777" w:rsidR="00AF5FF1" w:rsidRDefault="00AF5FF1"/>
    <w:p w14:paraId="0FA2D9BE" w14:textId="77777777" w:rsidR="00AF5FF1" w:rsidRDefault="00AF5FF1"/>
  </w:footnote>
  <w:footnote w:type="continuationSeparator" w:id="0">
    <w:p w14:paraId="7F9FA6CB" w14:textId="77777777" w:rsidR="00AF5FF1" w:rsidRDefault="00AF5FF1">
      <w:pPr>
        <w:spacing w:after="0" w:line="240" w:lineRule="auto"/>
      </w:pPr>
      <w:r>
        <w:continuationSeparator/>
      </w:r>
    </w:p>
    <w:p w14:paraId="2ACEC989" w14:textId="77777777" w:rsidR="00AF5FF1" w:rsidRDefault="00AF5FF1"/>
    <w:p w14:paraId="5A165620" w14:textId="77777777" w:rsidR="00AF5FF1" w:rsidRDefault="00AF5FF1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AB8A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E8ED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44E5C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072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23A5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2E5C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0D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BE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620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9">
    <w:nsid w:val="FFFFFF89"/>
    <w:multiLevelType w:val="singleLevel"/>
    <w:tmpl w:val="71E4D62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0">
    <w:nsid w:val="000F6454"/>
    <w:multiLevelType w:val="hybridMultilevel"/>
    <w:tmpl w:val="BCF47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B42F10"/>
    <w:multiLevelType w:val="hybridMultilevel"/>
    <w:tmpl w:val="8BEEC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F679FB"/>
    <w:multiLevelType w:val="hybridMultilevel"/>
    <w:tmpl w:val="B812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19E3801"/>
    <w:multiLevelType w:val="hybridMultilevel"/>
    <w:tmpl w:val="2F58A0CC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>
    <w:nsid w:val="05007691"/>
    <w:multiLevelType w:val="hybridMultilevel"/>
    <w:tmpl w:val="F4AAB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FD1589"/>
    <w:multiLevelType w:val="hybridMultilevel"/>
    <w:tmpl w:val="B970A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C70DF2"/>
    <w:multiLevelType w:val="hybridMultilevel"/>
    <w:tmpl w:val="84E02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BB17B5"/>
    <w:multiLevelType w:val="hybridMultilevel"/>
    <w:tmpl w:val="5C34C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6D033C"/>
    <w:multiLevelType w:val="hybridMultilevel"/>
    <w:tmpl w:val="7EBC5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E128F5"/>
    <w:multiLevelType w:val="hybridMultilevel"/>
    <w:tmpl w:val="FB5A3270"/>
    <w:lvl w:ilvl="0" w:tplc="54B40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7CFC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CE5F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3EC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A14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6AA1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2ECC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841D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D009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0A74F9D"/>
    <w:multiLevelType w:val="hybridMultilevel"/>
    <w:tmpl w:val="193ED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4202BF"/>
    <w:multiLevelType w:val="hybridMultilevel"/>
    <w:tmpl w:val="1CEC0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E32381"/>
    <w:multiLevelType w:val="hybridMultilevel"/>
    <w:tmpl w:val="7D64F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DA33D1"/>
    <w:multiLevelType w:val="hybridMultilevel"/>
    <w:tmpl w:val="9F16C02E"/>
    <w:lvl w:ilvl="0" w:tplc="2D128166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EB4861"/>
    <w:multiLevelType w:val="hybridMultilevel"/>
    <w:tmpl w:val="057A6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3514D4"/>
    <w:multiLevelType w:val="hybridMultilevel"/>
    <w:tmpl w:val="B86CA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D51FC7"/>
    <w:multiLevelType w:val="hybridMultilevel"/>
    <w:tmpl w:val="79CA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372EF2"/>
    <w:multiLevelType w:val="hybridMultilevel"/>
    <w:tmpl w:val="79869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F2DF4"/>
    <w:multiLevelType w:val="hybridMultilevel"/>
    <w:tmpl w:val="406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79703F"/>
    <w:multiLevelType w:val="hybridMultilevel"/>
    <w:tmpl w:val="44025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1868DE"/>
    <w:multiLevelType w:val="hybridMultilevel"/>
    <w:tmpl w:val="936E7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B50BCD"/>
    <w:multiLevelType w:val="hybridMultilevel"/>
    <w:tmpl w:val="E12E1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B7303F"/>
    <w:multiLevelType w:val="hybridMultilevel"/>
    <w:tmpl w:val="F08CD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26588C"/>
    <w:multiLevelType w:val="hybridMultilevel"/>
    <w:tmpl w:val="5D30847C"/>
    <w:lvl w:ilvl="0" w:tplc="2E20E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C4F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3A0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3CA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FEA6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0098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802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16B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A64B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4A986E62"/>
    <w:multiLevelType w:val="hybridMultilevel"/>
    <w:tmpl w:val="F1061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AC40E27"/>
    <w:multiLevelType w:val="hybridMultilevel"/>
    <w:tmpl w:val="61741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1B1C5A"/>
    <w:multiLevelType w:val="hybridMultilevel"/>
    <w:tmpl w:val="5308AF7C"/>
    <w:lvl w:ilvl="0" w:tplc="A96E589A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266CBF" w:themeColor="accent1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E96E69"/>
    <w:multiLevelType w:val="hybridMultilevel"/>
    <w:tmpl w:val="AC5CB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9114D"/>
    <w:multiLevelType w:val="hybridMultilevel"/>
    <w:tmpl w:val="CD723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5B54B9"/>
    <w:multiLevelType w:val="hybridMultilevel"/>
    <w:tmpl w:val="67E4F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2D2E43"/>
    <w:multiLevelType w:val="hybridMultilevel"/>
    <w:tmpl w:val="0E46F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4305AA"/>
    <w:multiLevelType w:val="hybridMultilevel"/>
    <w:tmpl w:val="6A165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247712"/>
    <w:multiLevelType w:val="hybridMultilevel"/>
    <w:tmpl w:val="7C0E8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7C2A33"/>
    <w:multiLevelType w:val="hybridMultilevel"/>
    <w:tmpl w:val="671A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6"/>
  </w:num>
  <w:num w:numId="12">
    <w:abstractNumId w:val="9"/>
    <w:lvlOverride w:ilvl="0">
      <w:startOverride w:val="1"/>
    </w:lvlOverride>
  </w:num>
  <w:num w:numId="13">
    <w:abstractNumId w:val="23"/>
  </w:num>
  <w:num w:numId="14">
    <w:abstractNumId w:val="36"/>
  </w:num>
  <w:num w:numId="15">
    <w:abstractNumId w:val="15"/>
  </w:num>
  <w:num w:numId="16">
    <w:abstractNumId w:val="35"/>
  </w:num>
  <w:num w:numId="17">
    <w:abstractNumId w:val="24"/>
  </w:num>
  <w:num w:numId="18">
    <w:abstractNumId w:val="42"/>
  </w:num>
  <w:num w:numId="19">
    <w:abstractNumId w:val="10"/>
  </w:num>
  <w:num w:numId="20">
    <w:abstractNumId w:val="18"/>
  </w:num>
  <w:num w:numId="21">
    <w:abstractNumId w:val="16"/>
  </w:num>
  <w:num w:numId="22">
    <w:abstractNumId w:val="29"/>
  </w:num>
  <w:num w:numId="23">
    <w:abstractNumId w:val="30"/>
  </w:num>
  <w:num w:numId="24">
    <w:abstractNumId w:val="12"/>
  </w:num>
  <w:num w:numId="25">
    <w:abstractNumId w:val="43"/>
  </w:num>
  <w:num w:numId="26">
    <w:abstractNumId w:val="37"/>
  </w:num>
  <w:num w:numId="27">
    <w:abstractNumId w:val="28"/>
  </w:num>
  <w:num w:numId="28">
    <w:abstractNumId w:val="14"/>
  </w:num>
  <w:num w:numId="29">
    <w:abstractNumId w:val="22"/>
  </w:num>
  <w:num w:numId="30">
    <w:abstractNumId w:val="34"/>
  </w:num>
  <w:num w:numId="31">
    <w:abstractNumId w:val="31"/>
  </w:num>
  <w:num w:numId="32">
    <w:abstractNumId w:val="38"/>
  </w:num>
  <w:num w:numId="33">
    <w:abstractNumId w:val="11"/>
  </w:num>
  <w:num w:numId="34">
    <w:abstractNumId w:val="39"/>
  </w:num>
  <w:num w:numId="35">
    <w:abstractNumId w:val="20"/>
  </w:num>
  <w:num w:numId="36">
    <w:abstractNumId w:val="32"/>
  </w:num>
  <w:num w:numId="37">
    <w:abstractNumId w:val="19"/>
  </w:num>
  <w:num w:numId="38">
    <w:abstractNumId w:val="13"/>
  </w:num>
  <w:num w:numId="39">
    <w:abstractNumId w:val="25"/>
  </w:num>
  <w:num w:numId="40">
    <w:abstractNumId w:val="26"/>
  </w:num>
  <w:num w:numId="41">
    <w:abstractNumId w:val="27"/>
  </w:num>
  <w:num w:numId="42">
    <w:abstractNumId w:val="21"/>
  </w:num>
  <w:num w:numId="43">
    <w:abstractNumId w:val="41"/>
  </w:num>
  <w:num w:numId="44">
    <w:abstractNumId w:val="17"/>
  </w:num>
  <w:num w:numId="45">
    <w:abstractNumId w:val="33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7C"/>
    <w:rsid w:val="000C1232"/>
    <w:rsid w:val="00103C48"/>
    <w:rsid w:val="0012738C"/>
    <w:rsid w:val="00163E55"/>
    <w:rsid w:val="002250D9"/>
    <w:rsid w:val="00230A41"/>
    <w:rsid w:val="002377D7"/>
    <w:rsid w:val="00260FB8"/>
    <w:rsid w:val="003315E3"/>
    <w:rsid w:val="00377BF3"/>
    <w:rsid w:val="00444A49"/>
    <w:rsid w:val="004E4ACA"/>
    <w:rsid w:val="004F5185"/>
    <w:rsid w:val="00661DC0"/>
    <w:rsid w:val="0078689A"/>
    <w:rsid w:val="00793735"/>
    <w:rsid w:val="007A0274"/>
    <w:rsid w:val="007B4E7D"/>
    <w:rsid w:val="00825A36"/>
    <w:rsid w:val="00894EC6"/>
    <w:rsid w:val="008A14E7"/>
    <w:rsid w:val="008A6752"/>
    <w:rsid w:val="008B6EBE"/>
    <w:rsid w:val="008D5DA0"/>
    <w:rsid w:val="008F0D85"/>
    <w:rsid w:val="00946F9A"/>
    <w:rsid w:val="009527C8"/>
    <w:rsid w:val="0097308D"/>
    <w:rsid w:val="0099611E"/>
    <w:rsid w:val="00A2359C"/>
    <w:rsid w:val="00A97F0C"/>
    <w:rsid w:val="00AF5FF1"/>
    <w:rsid w:val="00B2414C"/>
    <w:rsid w:val="00B36E9C"/>
    <w:rsid w:val="00B40E6C"/>
    <w:rsid w:val="00B6200A"/>
    <w:rsid w:val="00BC528B"/>
    <w:rsid w:val="00BD077C"/>
    <w:rsid w:val="00C4395B"/>
    <w:rsid w:val="00C56309"/>
    <w:rsid w:val="00C676DF"/>
    <w:rsid w:val="00C71DE2"/>
    <w:rsid w:val="00CD0909"/>
    <w:rsid w:val="00CD3403"/>
    <w:rsid w:val="00D03B50"/>
    <w:rsid w:val="00D17700"/>
    <w:rsid w:val="00D666C9"/>
    <w:rsid w:val="00DC68AE"/>
    <w:rsid w:val="00E31890"/>
    <w:rsid w:val="00E4068D"/>
    <w:rsid w:val="00E513A6"/>
    <w:rsid w:val="00E6469E"/>
    <w:rsid w:val="00EA447C"/>
    <w:rsid w:val="00EF7FD1"/>
    <w:rsid w:val="00F3367B"/>
    <w:rsid w:val="00F34297"/>
    <w:rsid w:val="00F35B9F"/>
    <w:rsid w:val="00F55258"/>
    <w:rsid w:val="00FB105B"/>
    <w:rsid w:val="00FF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F856B"/>
  <w15:chartTrackingRefBased/>
  <w15:docId w15:val="{90E5ACC3-929F-46CF-9B1C-B66066AE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28"/>
        <w:szCs w:val="28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360"/>
      <w:outlineLvl w:val="3"/>
    </w:pPr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60"/>
      <w:outlineLvl w:val="4"/>
    </w:pPr>
    <w:rPr>
      <w:rFonts w:asciiTheme="majorHAnsi" w:eastAsiaTheme="majorEastAsia" w:hAnsiTheme="majorHAnsi" w:cstheme="majorBidi"/>
      <w:b/>
      <w:color w:val="266CBF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60"/>
      <w:outlineLvl w:val="5"/>
    </w:pPr>
    <w:rPr>
      <w:rFonts w:asciiTheme="majorHAnsi" w:eastAsiaTheme="majorEastAsia" w:hAnsiTheme="majorHAnsi" w:cstheme="majorBidi"/>
      <w:b/>
      <w:i/>
      <w:color w:val="266CBF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6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60"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paragraph" w:styleId="Title">
    <w:name w:val="Title"/>
    <w:basedOn w:val="Normal"/>
    <w:link w:val="TitleChar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Bullet">
    <w:name w:val="List Bullet"/>
    <w:basedOn w:val="Normal"/>
    <w:uiPriority w:val="10"/>
    <w:qFormat/>
    <w:pPr>
      <w:numPr>
        <w:numId w:val="13"/>
      </w:numPr>
    </w:p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 w:line="240" w:lineRule="auto"/>
      <w:contextualSpacing/>
    </w:pPr>
    <w:rPr>
      <w:rFonts w:eastAsiaTheme="minorEastAsia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sz w:val="34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266CBF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266CBF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66CBF" w:themeColor="accent1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i/>
      <w:color w:val="266CBF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</w:pPr>
    <w:rPr>
      <w:b/>
      <w:i/>
      <w:iCs/>
      <w:color w:val="266CBF" w:themeColor="accent1"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66CBF" w:themeColor="accent1"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595959" w:themeColor="text1" w:themeTint="A6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Number">
    <w:name w:val="List Number"/>
    <w:basedOn w:val="Normal"/>
    <w:uiPriority w:val="10"/>
    <w:unhideWhenUsed/>
    <w:qFormat/>
    <w:pPr>
      <w:numPr>
        <w:numId w:val="14"/>
      </w:numPr>
    </w:p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styleId="Hyperlink">
    <w:name w:val="Hyperlink"/>
    <w:basedOn w:val="DefaultParagraphFont"/>
    <w:uiPriority w:val="99"/>
    <w:unhideWhenUsed/>
    <w:rPr>
      <w:color w:val="266CBF" w:themeColor="hyperlink"/>
      <w:u w:val="single"/>
    </w:rPr>
  </w:style>
  <w:style w:type="table" w:styleId="GridTable5Dark-Accent5">
    <w:name w:val="Grid Table 5 Dark Accent 5"/>
    <w:basedOn w:val="TableNormal"/>
    <w:uiPriority w:val="50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6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band1Vert">
      <w:tblPr/>
      <w:tcPr>
        <w:shd w:val="clear" w:color="auto" w:fill="F9CFB4" w:themeFill="accent5" w:themeFillTint="66"/>
      </w:tcPr>
    </w:tblStylePr>
    <w:tblStylePr w:type="band1Horz">
      <w:tblPr/>
      <w:tcPr>
        <w:shd w:val="clear" w:color="auto" w:fill="F9CFB4" w:themeFill="accent5" w:themeFillTint="66"/>
      </w:tcPr>
    </w:tblStylePr>
  </w:style>
  <w:style w:type="table" w:styleId="GridTable3-Accent1">
    <w:name w:val="Grid Table 3 Accent 1"/>
    <w:basedOn w:val="TableNormal"/>
    <w:uiPriority w:val="48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72A5E3" w:themeColor="accent1" w:themeTint="99"/>
        <w:left w:val="single" w:sz="4" w:space="0" w:color="72A5E3" w:themeColor="accent1" w:themeTint="99"/>
        <w:bottom w:val="single" w:sz="4" w:space="0" w:color="72A5E3" w:themeColor="accent1" w:themeTint="99"/>
        <w:right w:val="single" w:sz="4" w:space="0" w:color="72A5E3" w:themeColor="accent1" w:themeTint="99"/>
        <w:insideH w:val="single" w:sz="4" w:space="0" w:color="72A5E3" w:themeColor="accent1" w:themeTint="99"/>
        <w:insideV w:val="single" w:sz="4" w:space="0" w:color="72A5E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1F5" w:themeFill="accent1" w:themeFillTint="33"/>
      </w:tcPr>
    </w:tblStylePr>
    <w:tblStylePr w:type="band1Horz">
      <w:tblPr/>
      <w:tcPr>
        <w:shd w:val="clear" w:color="auto" w:fill="D0E1F5" w:themeFill="accent1" w:themeFillTint="33"/>
      </w:tcPr>
    </w:tblStylePr>
    <w:tblStylePr w:type="neCell">
      <w:tblPr/>
      <w:tcPr>
        <w:tcBorders>
          <w:bottom w:val="single" w:sz="4" w:space="0" w:color="72A5E3" w:themeColor="accent1" w:themeTint="99"/>
        </w:tcBorders>
      </w:tcPr>
    </w:tblStylePr>
    <w:tblStylePr w:type="nwCell">
      <w:tblPr/>
      <w:tcPr>
        <w:tcBorders>
          <w:bottom w:val="single" w:sz="4" w:space="0" w:color="72A5E3" w:themeColor="accent1" w:themeTint="99"/>
        </w:tcBorders>
      </w:tcPr>
    </w:tblStylePr>
    <w:tblStylePr w:type="seCell">
      <w:tblPr/>
      <w:tcPr>
        <w:tcBorders>
          <w:top w:val="single" w:sz="4" w:space="0" w:color="72A5E3" w:themeColor="accent1" w:themeTint="99"/>
        </w:tcBorders>
      </w:tcPr>
    </w:tblStylePr>
    <w:tblStylePr w:type="swCell">
      <w:tblPr/>
      <w:tcPr>
        <w:tcBorders>
          <w:top w:val="single" w:sz="4" w:space="0" w:color="72A5E3" w:themeColor="accent1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F3367B"/>
    <w:pPr>
      <w:spacing w:after="0" w:line="240" w:lineRule="auto"/>
      <w:ind w:left="720"/>
      <w:contextualSpacing/>
    </w:pPr>
    <w:rPr>
      <w:rFonts w:eastAsiaTheme="minorEastAsia"/>
      <w:color w:val="auto"/>
      <w:sz w:val="24"/>
      <w:szCs w:val="24"/>
      <w:lang w:val="en-CA" w:eastAsia="en-US"/>
    </w:rPr>
  </w:style>
  <w:style w:type="table" w:styleId="ListTable4-Accent4">
    <w:name w:val="List Table 4 Accent 4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FDA9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styleId="GridTable4-Accent4">
    <w:name w:val="Grid Table 4 Accent 4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Ind w:w="0" w:type="dxa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  <w:insideV w:val="single" w:sz="4" w:space="0" w:color="EFDA94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  <w:insideV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5C3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styleId="GridTable5Dark-Accent6">
    <w:name w:val="Grid Table 5 Dark Accent 6"/>
    <w:basedOn w:val="TableNormal"/>
    <w:uiPriority w:val="50"/>
    <w:rsid w:val="00F33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C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band1Vert">
      <w:tblPr/>
      <w:tcPr>
        <w:shd w:val="clear" w:color="auto" w:fill="CFBADB" w:themeFill="accent6" w:themeFillTint="66"/>
      </w:tcPr>
    </w:tblStylePr>
    <w:tblStylePr w:type="band1Horz">
      <w:tblPr/>
      <w:tcPr>
        <w:shd w:val="clear" w:color="auto" w:fill="CFBADB" w:themeFill="accent6" w:themeFillTint="66"/>
      </w:tcPr>
    </w:tblStylePr>
  </w:style>
  <w:style w:type="table" w:styleId="TableGrid">
    <w:name w:val="Table Grid"/>
    <w:basedOn w:val="TableNormal"/>
    <w:uiPriority w:val="5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1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7190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5985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67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442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4566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62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373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880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262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323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906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378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\Documents\a%20Rosedale\esl%20live%20course\elementary%20program\curriculum%20development\ESL%20K-8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Make a List">
      <a:dk1>
        <a:sysClr val="windowText" lastClr="000000"/>
      </a:dk1>
      <a:lt1>
        <a:sysClr val="window" lastClr="FFFFFF"/>
      </a:lt1>
      <a:dk2>
        <a:srgbClr val="081424"/>
      </a:dk2>
      <a:lt2>
        <a:srgbClr val="EBEBEB"/>
      </a:lt2>
      <a:accent1>
        <a:srgbClr val="266CBF"/>
      </a:accent1>
      <a:accent2>
        <a:srgbClr val="EF8271"/>
      </a:accent2>
      <a:accent3>
        <a:srgbClr val="5DB372"/>
      </a:accent3>
      <a:accent4>
        <a:srgbClr val="E5C34E"/>
      </a:accent4>
      <a:accent5>
        <a:srgbClr val="F18846"/>
      </a:accent5>
      <a:accent6>
        <a:srgbClr val="8956A5"/>
      </a:accent6>
      <a:hlink>
        <a:srgbClr val="266CBF"/>
      </a:hlink>
      <a:folHlink>
        <a:srgbClr val="8956A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C:\Users\Pam\Documents\a Rosedale\esl live course\elementary program\curriculum development\ESL K-8 Lesson Plan Template.dotx</Template>
  <TotalTime>26</TotalTime>
  <Pages>3</Pages>
  <Words>419</Words>
  <Characters>2394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Turnbull</dc:creator>
  <cp:keywords/>
  <dc:description/>
  <cp:lastModifiedBy>Marisa L</cp:lastModifiedBy>
  <cp:revision>3</cp:revision>
  <dcterms:created xsi:type="dcterms:W3CDTF">2016-11-26T17:08:00Z</dcterms:created>
  <dcterms:modified xsi:type="dcterms:W3CDTF">2016-11-26T18:00:00Z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TF10002046</vt:lpwstr>
  </property>
</Properties>
</file>