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A0D8D" w14:textId="77777777" w:rsidR="00F3367B" w:rsidRPr="00F3367B" w:rsidRDefault="00F3367B" w:rsidP="00F3367B">
      <w:pPr>
        <w:pStyle w:val="ListNumber"/>
        <w:numPr>
          <w:ilvl w:val="0"/>
          <w:numId w:val="0"/>
        </w:numPr>
        <w:spacing w:line="240" w:lineRule="auto"/>
        <w:rPr>
          <w:sz w:val="4"/>
        </w:rPr>
      </w:pPr>
    </w:p>
    <w:tbl>
      <w:tblPr>
        <w:tblStyle w:val="GridTable5Dark-Accent6"/>
        <w:tblW w:w="10273" w:type="dxa"/>
        <w:tblInd w:w="212" w:type="dxa"/>
        <w:tblLook w:val="0220" w:firstRow="1" w:lastRow="0" w:firstColumn="0" w:lastColumn="0" w:noHBand="1" w:noVBand="0"/>
      </w:tblPr>
      <w:tblGrid>
        <w:gridCol w:w="1477"/>
        <w:gridCol w:w="3295"/>
        <w:gridCol w:w="1177"/>
        <w:gridCol w:w="4324"/>
      </w:tblGrid>
      <w:tr w:rsidR="00F3367B" w14:paraId="57C78ACA" w14:textId="77777777" w:rsidTr="00F336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73" w:type="dxa"/>
            <w:gridSpan w:val="4"/>
          </w:tcPr>
          <w:p w14:paraId="14568F63" w14:textId="6E881F90" w:rsidR="00F3367B" w:rsidRPr="001105B8" w:rsidRDefault="00F3367B" w:rsidP="00523A6F">
            <w:pPr>
              <w:tabs>
                <w:tab w:val="left" w:pos="142"/>
              </w:tabs>
              <w:rPr>
                <w:sz w:val="36"/>
                <w:szCs w:val="36"/>
              </w:rPr>
            </w:pPr>
            <w:r>
              <w:br w:type="column"/>
            </w:r>
            <w:r w:rsidRPr="001105B8">
              <w:rPr>
                <w:sz w:val="36"/>
                <w:szCs w:val="36"/>
              </w:rPr>
              <w:t>ESLAO</w:t>
            </w:r>
            <w:r>
              <w:rPr>
                <w:sz w:val="36"/>
                <w:szCs w:val="36"/>
              </w:rPr>
              <w:t xml:space="preserve"> </w:t>
            </w:r>
            <w:r w:rsidRPr="001105B8">
              <w:rPr>
                <w:sz w:val="36"/>
                <w:szCs w:val="36"/>
              </w:rPr>
              <w:t>LESSON PLAN</w:t>
            </w:r>
            <w:r w:rsidR="00C71DE2">
              <w:rPr>
                <w:sz w:val="36"/>
                <w:szCs w:val="36"/>
              </w:rPr>
              <w:t xml:space="preserve"> </w:t>
            </w:r>
            <w:r w:rsidR="00E513A6">
              <w:rPr>
                <w:sz w:val="36"/>
                <w:szCs w:val="36"/>
              </w:rPr>
              <w:t xml:space="preserve">ESLAO </w:t>
            </w:r>
            <w:r w:rsidR="00523A6F">
              <w:rPr>
                <w:sz w:val="36"/>
                <w:szCs w:val="36"/>
              </w:rPr>
              <w:t>1</w:t>
            </w:r>
            <w:r w:rsidR="00E513A6">
              <w:rPr>
                <w:sz w:val="36"/>
                <w:szCs w:val="36"/>
              </w:rPr>
              <w:t>.</w:t>
            </w:r>
            <w:r w:rsidR="00C4395B">
              <w:rPr>
                <w:sz w:val="36"/>
                <w:szCs w:val="36"/>
              </w:rPr>
              <w:t>5</w:t>
            </w:r>
          </w:p>
        </w:tc>
      </w:tr>
      <w:tr w:rsidR="00F3367B" w14:paraId="4D140A40" w14:textId="77777777" w:rsidTr="00F3367B">
        <w:trPr>
          <w:trHeight w:val="3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7" w:type="dxa"/>
          </w:tcPr>
          <w:p w14:paraId="1D2443F6" w14:textId="77777777" w:rsidR="00F3367B" w:rsidRDefault="00F3367B" w:rsidP="00F3367B">
            <w:pPr>
              <w:tabs>
                <w:tab w:val="left" w:pos="142"/>
              </w:tabs>
            </w:pPr>
            <w:r>
              <w:t>Author:</w:t>
            </w:r>
          </w:p>
        </w:tc>
        <w:tc>
          <w:tcPr>
            <w:tcW w:w="3295" w:type="dxa"/>
          </w:tcPr>
          <w:p w14:paraId="134FE4A0" w14:textId="77777777" w:rsidR="00F3367B" w:rsidRDefault="00793735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Marisa Lavoratore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dxa"/>
          </w:tcPr>
          <w:p w14:paraId="7B0280B3" w14:textId="77777777" w:rsidR="00F3367B" w:rsidRDefault="00F3367B" w:rsidP="00F3367B">
            <w:pPr>
              <w:tabs>
                <w:tab w:val="left" w:pos="142"/>
              </w:tabs>
            </w:pPr>
            <w:r>
              <w:t>Unit:</w:t>
            </w:r>
          </w:p>
        </w:tc>
        <w:tc>
          <w:tcPr>
            <w:tcW w:w="4324" w:type="dxa"/>
          </w:tcPr>
          <w:p w14:paraId="2A10442C" w14:textId="7E60B7AB" w:rsidR="00F3367B" w:rsidRDefault="00523A6F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F3367B" w14:paraId="3A33BFC6" w14:textId="77777777" w:rsidTr="007B4E7D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7" w:type="dxa"/>
          </w:tcPr>
          <w:p w14:paraId="14DA10EB" w14:textId="77777777" w:rsidR="00F3367B" w:rsidRDefault="00F3367B" w:rsidP="00F3367B">
            <w:pPr>
              <w:tabs>
                <w:tab w:val="left" w:pos="142"/>
              </w:tabs>
            </w:pPr>
            <w:r>
              <w:t>Module:</w:t>
            </w:r>
          </w:p>
        </w:tc>
        <w:tc>
          <w:tcPr>
            <w:tcW w:w="3295" w:type="dxa"/>
          </w:tcPr>
          <w:p w14:paraId="0CC7CEC8" w14:textId="77777777" w:rsidR="00F3367B" w:rsidRDefault="00793735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ESLAO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dxa"/>
          </w:tcPr>
          <w:p w14:paraId="6854861A" w14:textId="77777777" w:rsidR="00F3367B" w:rsidRDefault="00F3367B" w:rsidP="00F3367B">
            <w:pPr>
              <w:tabs>
                <w:tab w:val="left" w:pos="142"/>
              </w:tabs>
            </w:pPr>
            <w:r>
              <w:t>Lesson:</w:t>
            </w:r>
          </w:p>
        </w:tc>
        <w:tc>
          <w:tcPr>
            <w:tcW w:w="4324" w:type="dxa"/>
          </w:tcPr>
          <w:p w14:paraId="0DA97D2C" w14:textId="37C9939F" w:rsidR="00F3367B" w:rsidRDefault="00C4395B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</w:tr>
    </w:tbl>
    <w:p w14:paraId="6E50F102" w14:textId="77777777" w:rsidR="00F3367B" w:rsidRPr="00F3367B" w:rsidRDefault="00F3367B" w:rsidP="00F3367B">
      <w:pPr>
        <w:rPr>
          <w:sz w:val="8"/>
        </w:rPr>
      </w:pPr>
    </w:p>
    <w:tbl>
      <w:tblPr>
        <w:tblStyle w:val="ListTable4-Accent4"/>
        <w:tblW w:w="10241" w:type="dxa"/>
        <w:tblInd w:w="212" w:type="dxa"/>
        <w:tblLook w:val="04A0" w:firstRow="1" w:lastRow="0" w:firstColumn="1" w:lastColumn="0" w:noHBand="0" w:noVBand="1"/>
      </w:tblPr>
      <w:tblGrid>
        <w:gridCol w:w="10241"/>
      </w:tblGrid>
      <w:tr w:rsidR="00F3367B" w14:paraId="15714087" w14:textId="77777777" w:rsidTr="00F336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1" w:type="dxa"/>
            <w:vAlign w:val="center"/>
          </w:tcPr>
          <w:p w14:paraId="323AD103" w14:textId="77777777" w:rsidR="00F3367B" w:rsidRPr="001105B8" w:rsidRDefault="00F3367B" w:rsidP="00C813B4">
            <w:pPr>
              <w:rPr>
                <w:sz w:val="28"/>
                <w:szCs w:val="28"/>
              </w:rPr>
            </w:pPr>
            <w:r w:rsidRPr="001105B8">
              <w:rPr>
                <w:color w:val="000000" w:themeColor="text1"/>
                <w:sz w:val="28"/>
                <w:szCs w:val="28"/>
              </w:rPr>
              <w:t>Learning Goals:</w:t>
            </w:r>
          </w:p>
        </w:tc>
      </w:tr>
      <w:tr w:rsidR="00F3367B" w14:paraId="52BB1E3B" w14:textId="77777777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1" w:type="dxa"/>
            <w:vAlign w:val="center"/>
          </w:tcPr>
          <w:p w14:paraId="34C525C1" w14:textId="2B3F0292" w:rsidR="008B6EBE" w:rsidRPr="00E513A6" w:rsidRDefault="00373EF2" w:rsidP="00E513A6">
            <w:pPr>
              <w:numPr>
                <w:ilvl w:val="0"/>
                <w:numId w:val="37"/>
              </w:num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Review adjectives</w:t>
            </w:r>
          </w:p>
          <w:p w14:paraId="0A46251F" w14:textId="3571FF20" w:rsidR="008B6EBE" w:rsidRPr="00E513A6" w:rsidRDefault="00E513A6" w:rsidP="00E513A6">
            <w:pPr>
              <w:numPr>
                <w:ilvl w:val="0"/>
                <w:numId w:val="37"/>
              </w:num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Recognize s</w:t>
            </w:r>
            <w:r w:rsidR="00EA447C">
              <w:rPr>
                <w:b w:val="0"/>
                <w:lang w:val="en-US"/>
              </w:rPr>
              <w:t>ounds (</w:t>
            </w:r>
            <w:r w:rsidR="00373EF2">
              <w:rPr>
                <w:b w:val="0"/>
                <w:lang w:val="en-US"/>
              </w:rPr>
              <w:t>“m” and “n”</w:t>
            </w:r>
            <w:r w:rsidR="00DC68AE" w:rsidRPr="00E513A6">
              <w:rPr>
                <w:b w:val="0"/>
                <w:lang w:val="en-US"/>
              </w:rPr>
              <w:t>)</w:t>
            </w:r>
          </w:p>
          <w:p w14:paraId="400ADF18" w14:textId="6C7CB4EC" w:rsidR="008B6EBE" w:rsidRPr="00E513A6" w:rsidRDefault="00373EF2" w:rsidP="00E513A6">
            <w:pPr>
              <w:numPr>
                <w:ilvl w:val="0"/>
                <w:numId w:val="37"/>
              </w:num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How much &amp; How many</w:t>
            </w:r>
          </w:p>
          <w:p w14:paraId="7C1D6479" w14:textId="31E58263" w:rsidR="008B6EBE" w:rsidRPr="00E513A6" w:rsidRDefault="00373EF2" w:rsidP="00E513A6">
            <w:pPr>
              <w:numPr>
                <w:ilvl w:val="0"/>
                <w:numId w:val="37"/>
              </w:num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Re-telling a story</w:t>
            </w:r>
          </w:p>
          <w:p w14:paraId="0EA45E1C" w14:textId="77777777" w:rsidR="00F3367B" w:rsidRPr="00EF7FD1" w:rsidRDefault="00F3367B" w:rsidP="00EF7FD1"/>
        </w:tc>
      </w:tr>
    </w:tbl>
    <w:p w14:paraId="6F8390E7" w14:textId="77777777" w:rsidR="00F3367B" w:rsidRPr="00F3367B" w:rsidRDefault="00F3367B" w:rsidP="00F3367B">
      <w:pPr>
        <w:rPr>
          <w:sz w:val="4"/>
        </w:rPr>
      </w:pPr>
    </w:p>
    <w:tbl>
      <w:tblPr>
        <w:tblStyle w:val="GridTable3-Accent1"/>
        <w:tblW w:w="10260" w:type="dxa"/>
        <w:tblInd w:w="232" w:type="dxa"/>
        <w:tblLook w:val="0420" w:firstRow="1" w:lastRow="0" w:firstColumn="0" w:lastColumn="0" w:noHBand="0" w:noVBand="1"/>
      </w:tblPr>
      <w:tblGrid>
        <w:gridCol w:w="1953"/>
        <w:gridCol w:w="4440"/>
        <w:gridCol w:w="3867"/>
      </w:tblGrid>
      <w:tr w:rsidR="00F3367B" w14:paraId="733EE05F" w14:textId="77777777" w:rsidTr="00DE7D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53" w:type="dxa"/>
          </w:tcPr>
          <w:p w14:paraId="255AD519" w14:textId="77777777" w:rsidR="00F3367B" w:rsidRPr="001105B8" w:rsidRDefault="00F3367B" w:rsidP="00C813B4">
            <w:pPr>
              <w:rPr>
                <w:sz w:val="28"/>
                <w:szCs w:val="28"/>
              </w:rPr>
            </w:pPr>
            <w:r w:rsidRPr="001105B8">
              <w:rPr>
                <w:sz w:val="28"/>
                <w:szCs w:val="28"/>
              </w:rPr>
              <w:t>Resources:</w:t>
            </w:r>
          </w:p>
        </w:tc>
        <w:tc>
          <w:tcPr>
            <w:tcW w:w="4440" w:type="dxa"/>
          </w:tcPr>
          <w:p w14:paraId="28ADD834" w14:textId="77777777" w:rsidR="00F3367B" w:rsidRDefault="00F3367B" w:rsidP="00C813B4"/>
        </w:tc>
        <w:tc>
          <w:tcPr>
            <w:tcW w:w="3867" w:type="dxa"/>
          </w:tcPr>
          <w:p w14:paraId="304C1E9B" w14:textId="77777777" w:rsidR="00F3367B" w:rsidRDefault="00F3367B" w:rsidP="00C813B4"/>
        </w:tc>
      </w:tr>
      <w:tr w:rsidR="00F3367B" w14:paraId="698F3E91" w14:textId="77777777" w:rsidTr="00DE7D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tcW w:w="1953" w:type="dxa"/>
          </w:tcPr>
          <w:p w14:paraId="4E3281F7" w14:textId="2C5FE778" w:rsidR="00F3367B" w:rsidRPr="001F5DD1" w:rsidRDefault="00F3367B" w:rsidP="00C813B4">
            <w:pPr>
              <w:rPr>
                <w:b/>
              </w:rPr>
            </w:pPr>
            <w:r w:rsidRPr="001F5DD1">
              <w:rPr>
                <w:b/>
              </w:rPr>
              <w:t>Nam</w:t>
            </w:r>
          </w:p>
        </w:tc>
        <w:tc>
          <w:tcPr>
            <w:tcW w:w="4440" w:type="dxa"/>
          </w:tcPr>
          <w:p w14:paraId="02B0B87A" w14:textId="77777777" w:rsidR="00F3367B" w:rsidRPr="001F5DD1" w:rsidRDefault="00F3367B" w:rsidP="00C813B4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3867" w:type="dxa"/>
          </w:tcPr>
          <w:p w14:paraId="50A1C855" w14:textId="77777777" w:rsidR="00F3367B" w:rsidRPr="001F5DD1" w:rsidRDefault="00F3367B" w:rsidP="00C813B4">
            <w:pPr>
              <w:jc w:val="center"/>
              <w:rPr>
                <w:b/>
              </w:rPr>
            </w:pPr>
            <w:r w:rsidRPr="001F5DD1">
              <w:rPr>
                <w:b/>
              </w:rPr>
              <w:t>File</w:t>
            </w:r>
          </w:p>
        </w:tc>
      </w:tr>
      <w:tr w:rsidR="00F3367B" w14:paraId="4AC50A6E" w14:textId="77777777" w:rsidTr="00DE7DEA">
        <w:tc>
          <w:tcPr>
            <w:tcW w:w="1953" w:type="dxa"/>
            <w:vAlign w:val="center"/>
          </w:tcPr>
          <w:p w14:paraId="376041C7" w14:textId="77777777" w:rsidR="00F3367B" w:rsidRDefault="00F3367B" w:rsidP="00E513A6">
            <w:r>
              <w:t xml:space="preserve">Teacher </w:t>
            </w:r>
            <w:r w:rsidR="00E513A6">
              <w:t>PDF slides</w:t>
            </w:r>
          </w:p>
        </w:tc>
        <w:tc>
          <w:tcPr>
            <w:tcW w:w="4440" w:type="dxa"/>
            <w:vAlign w:val="center"/>
          </w:tcPr>
          <w:p w14:paraId="02C847DD" w14:textId="77777777" w:rsidR="00F3367B" w:rsidRDefault="00F3367B" w:rsidP="00C813B4">
            <w:r>
              <w:t>Teacher uses this presentation as a shared document or application in live class</w:t>
            </w:r>
          </w:p>
        </w:tc>
        <w:tc>
          <w:tcPr>
            <w:tcW w:w="3867" w:type="dxa"/>
            <w:vAlign w:val="center"/>
          </w:tcPr>
          <w:p w14:paraId="58799139" w14:textId="77777777" w:rsidR="00F3367B" w:rsidRDefault="00F3367B" w:rsidP="00C813B4"/>
        </w:tc>
      </w:tr>
      <w:tr w:rsidR="00F3367B" w14:paraId="0B9B3831" w14:textId="77777777" w:rsidTr="00DE7D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4"/>
        </w:trPr>
        <w:tc>
          <w:tcPr>
            <w:tcW w:w="1953" w:type="dxa"/>
            <w:vAlign w:val="center"/>
          </w:tcPr>
          <w:p w14:paraId="042DFCD3" w14:textId="77777777" w:rsidR="00F3367B" w:rsidRDefault="00E513A6" w:rsidP="00C813B4">
            <w:bookmarkStart w:id="0" w:name="_GoBack"/>
            <w:r>
              <w:t>Teacher Lesson plan</w:t>
            </w:r>
          </w:p>
        </w:tc>
        <w:tc>
          <w:tcPr>
            <w:tcW w:w="4440" w:type="dxa"/>
            <w:vAlign w:val="center"/>
          </w:tcPr>
          <w:p w14:paraId="7348DC7A" w14:textId="77777777" w:rsidR="00F3367B" w:rsidRDefault="00E513A6" w:rsidP="00C813B4">
            <w:r>
              <w:t>Teacher can use this document to prepare or prompt the lesson</w:t>
            </w:r>
          </w:p>
        </w:tc>
        <w:tc>
          <w:tcPr>
            <w:tcW w:w="3867" w:type="dxa"/>
            <w:vAlign w:val="center"/>
          </w:tcPr>
          <w:p w14:paraId="4D3F2C81" w14:textId="77777777" w:rsidR="00F3367B" w:rsidRDefault="00F3367B" w:rsidP="00C813B4"/>
        </w:tc>
      </w:tr>
      <w:bookmarkEnd w:id="0"/>
      <w:tr w:rsidR="00F3367B" w14:paraId="41C80612" w14:textId="77777777" w:rsidTr="00DE7DEA">
        <w:tc>
          <w:tcPr>
            <w:tcW w:w="1953" w:type="dxa"/>
            <w:vAlign w:val="center"/>
          </w:tcPr>
          <w:p w14:paraId="5CC775C8" w14:textId="77777777" w:rsidR="00F3367B" w:rsidRDefault="00F3367B" w:rsidP="00C813B4">
            <w:r>
              <w:t>Worksheet</w:t>
            </w:r>
          </w:p>
        </w:tc>
        <w:tc>
          <w:tcPr>
            <w:tcW w:w="4440" w:type="dxa"/>
            <w:vAlign w:val="center"/>
          </w:tcPr>
          <w:p w14:paraId="6AFE6C85" w14:textId="77777777" w:rsidR="00F3367B" w:rsidRDefault="00F3367B" w:rsidP="00C813B4">
            <w:r>
              <w:t>Student will download this before class and complete it during the lesson</w:t>
            </w:r>
          </w:p>
        </w:tc>
        <w:tc>
          <w:tcPr>
            <w:tcW w:w="3867" w:type="dxa"/>
            <w:vAlign w:val="center"/>
          </w:tcPr>
          <w:p w14:paraId="3D96159D" w14:textId="77777777" w:rsidR="00F3367B" w:rsidRDefault="00F3367B" w:rsidP="00C813B4"/>
        </w:tc>
      </w:tr>
      <w:tr w:rsidR="00DE7DEA" w14:paraId="6C8E133C" w14:textId="77777777" w:rsidTr="00DE7D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tcW w:w="1953" w:type="dxa"/>
            <w:vAlign w:val="center"/>
          </w:tcPr>
          <w:p w14:paraId="319DB8CE" w14:textId="655EA82C" w:rsidR="00DE7DEA" w:rsidRDefault="00DE7DEA" w:rsidP="00D03B50">
            <w:r>
              <w:t>Story</w:t>
            </w:r>
          </w:p>
        </w:tc>
        <w:tc>
          <w:tcPr>
            <w:tcW w:w="4440" w:type="dxa"/>
            <w:vAlign w:val="center"/>
          </w:tcPr>
          <w:p w14:paraId="0AC78FA1" w14:textId="2975961F" w:rsidR="00DE7DEA" w:rsidRDefault="00DE7DEA" w:rsidP="00C813B4">
            <w:r>
              <w:t>Teacher and students will read a story together reinforcing food and days of the week</w:t>
            </w:r>
          </w:p>
        </w:tc>
        <w:tc>
          <w:tcPr>
            <w:tcW w:w="3867" w:type="dxa"/>
            <w:vAlign w:val="center"/>
          </w:tcPr>
          <w:p w14:paraId="24DDD055" w14:textId="77777777" w:rsidR="00DE7DEA" w:rsidRDefault="00DE7DEA" w:rsidP="00C813B4"/>
        </w:tc>
      </w:tr>
    </w:tbl>
    <w:p w14:paraId="2184D424" w14:textId="77777777" w:rsidR="00F3367B" w:rsidRDefault="00F3367B" w:rsidP="00F3367B">
      <w:pPr>
        <w:rPr>
          <w:sz w:val="6"/>
        </w:rPr>
      </w:pPr>
    </w:p>
    <w:p w14:paraId="7FCB3FEB" w14:textId="77777777" w:rsidR="00E513A6" w:rsidRPr="00F3367B" w:rsidRDefault="00E513A6" w:rsidP="00F3367B">
      <w:pPr>
        <w:rPr>
          <w:sz w:val="6"/>
        </w:rPr>
      </w:pPr>
    </w:p>
    <w:tbl>
      <w:tblPr>
        <w:tblStyle w:val="GridTable4-Accent4"/>
        <w:tblW w:w="10266" w:type="dxa"/>
        <w:tblInd w:w="219" w:type="dxa"/>
        <w:tblCellMar>
          <w:top w:w="43" w:type="dxa"/>
          <w:left w:w="115" w:type="dxa"/>
          <w:bottom w:w="43" w:type="dxa"/>
          <w:right w:w="115" w:type="dxa"/>
        </w:tblCellMar>
        <w:tblLook w:val="0420" w:firstRow="1" w:lastRow="0" w:firstColumn="0" w:lastColumn="0" w:noHBand="0" w:noVBand="1"/>
      </w:tblPr>
      <w:tblGrid>
        <w:gridCol w:w="4765"/>
        <w:gridCol w:w="2340"/>
        <w:gridCol w:w="3161"/>
      </w:tblGrid>
      <w:tr w:rsidR="00F3367B" w14:paraId="06280AEA" w14:textId="77777777" w:rsidTr="00F336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tcW w:w="10266" w:type="dxa"/>
            <w:gridSpan w:val="3"/>
            <w:vAlign w:val="center"/>
          </w:tcPr>
          <w:p w14:paraId="33600838" w14:textId="77777777" w:rsidR="00F3367B" w:rsidRPr="001105B8" w:rsidRDefault="00F3367B" w:rsidP="00C813B4">
            <w:pPr>
              <w:rPr>
                <w:sz w:val="28"/>
                <w:szCs w:val="28"/>
              </w:rPr>
            </w:pPr>
            <w:r w:rsidRPr="001105B8">
              <w:rPr>
                <w:color w:val="000000" w:themeColor="text1"/>
                <w:sz w:val="28"/>
                <w:szCs w:val="28"/>
              </w:rPr>
              <w:t>Agenda:</w:t>
            </w:r>
          </w:p>
        </w:tc>
      </w:tr>
      <w:tr w:rsidR="00F3367B" w14:paraId="272629C2" w14:textId="77777777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tcW w:w="4765" w:type="dxa"/>
          </w:tcPr>
          <w:p w14:paraId="493759D2" w14:textId="77777777" w:rsidR="00F3367B" w:rsidRPr="003F72DF" w:rsidRDefault="00F3367B" w:rsidP="00C813B4">
            <w:pPr>
              <w:rPr>
                <w:b/>
              </w:rPr>
            </w:pPr>
            <w:r w:rsidRPr="003F72DF">
              <w:rPr>
                <w:b/>
              </w:rPr>
              <w:t>Topic</w:t>
            </w:r>
          </w:p>
        </w:tc>
        <w:tc>
          <w:tcPr>
            <w:tcW w:w="2340" w:type="dxa"/>
          </w:tcPr>
          <w:p w14:paraId="6B7DAA93" w14:textId="77777777" w:rsidR="00F3367B" w:rsidRPr="003F72DF" w:rsidRDefault="00F3367B" w:rsidP="00C813B4">
            <w:pPr>
              <w:jc w:val="center"/>
              <w:rPr>
                <w:b/>
              </w:rPr>
            </w:pPr>
            <w:r w:rsidRPr="003F72DF">
              <w:rPr>
                <w:b/>
              </w:rPr>
              <w:t>Slides</w:t>
            </w:r>
          </w:p>
        </w:tc>
        <w:tc>
          <w:tcPr>
            <w:tcW w:w="3161" w:type="dxa"/>
          </w:tcPr>
          <w:p w14:paraId="4F05A8B6" w14:textId="77777777" w:rsidR="00F3367B" w:rsidRPr="003F72DF" w:rsidRDefault="00F3367B" w:rsidP="00C813B4">
            <w:pPr>
              <w:jc w:val="center"/>
              <w:rPr>
                <w:b/>
              </w:rPr>
            </w:pPr>
            <w:r w:rsidRPr="003F72DF">
              <w:rPr>
                <w:b/>
              </w:rPr>
              <w:t>Estimated Time</w:t>
            </w:r>
          </w:p>
        </w:tc>
      </w:tr>
      <w:tr w:rsidR="00F3367B" w14:paraId="00C59173" w14:textId="77777777" w:rsidTr="00F3367B">
        <w:trPr>
          <w:trHeight w:val="314"/>
        </w:trPr>
        <w:tc>
          <w:tcPr>
            <w:tcW w:w="4765" w:type="dxa"/>
          </w:tcPr>
          <w:p w14:paraId="7E1CB092" w14:textId="77777777" w:rsidR="00F3367B" w:rsidRDefault="00E513A6" w:rsidP="00C813B4">
            <w:r>
              <w:t>Vocabulary</w:t>
            </w:r>
          </w:p>
        </w:tc>
        <w:tc>
          <w:tcPr>
            <w:tcW w:w="2340" w:type="dxa"/>
          </w:tcPr>
          <w:p w14:paraId="2DAEBA9D" w14:textId="5E90AFAD" w:rsidR="00F3367B" w:rsidRDefault="00EA447C" w:rsidP="00C813B4">
            <w:pPr>
              <w:jc w:val="center"/>
            </w:pPr>
            <w:r>
              <w:t xml:space="preserve">3 - </w:t>
            </w:r>
            <w:r w:rsidR="00A97F0C">
              <w:t>6</w:t>
            </w:r>
          </w:p>
        </w:tc>
        <w:tc>
          <w:tcPr>
            <w:tcW w:w="3161" w:type="dxa"/>
          </w:tcPr>
          <w:p w14:paraId="2339F054" w14:textId="491A56F1" w:rsidR="00F3367B" w:rsidRDefault="00A97F0C" w:rsidP="00C813B4">
            <w:pPr>
              <w:jc w:val="center"/>
            </w:pPr>
            <w:r>
              <w:t>10</w:t>
            </w:r>
            <w:r w:rsidR="00E513A6">
              <w:t xml:space="preserve"> minutes</w:t>
            </w:r>
          </w:p>
        </w:tc>
      </w:tr>
      <w:tr w:rsidR="00F3367B" w14:paraId="60C137C6" w14:textId="77777777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765" w:type="dxa"/>
          </w:tcPr>
          <w:p w14:paraId="36698E78" w14:textId="77777777" w:rsidR="00F3367B" w:rsidRDefault="00E513A6" w:rsidP="00C813B4">
            <w:r>
              <w:t>Phonics</w:t>
            </w:r>
          </w:p>
        </w:tc>
        <w:tc>
          <w:tcPr>
            <w:tcW w:w="2340" w:type="dxa"/>
          </w:tcPr>
          <w:p w14:paraId="0A8B5316" w14:textId="0ACD6D1F" w:rsidR="00F3367B" w:rsidRDefault="00A97F0C" w:rsidP="00C813B4">
            <w:pPr>
              <w:jc w:val="center"/>
            </w:pPr>
            <w:r>
              <w:t>8</w:t>
            </w:r>
            <w:r w:rsidR="00E513A6">
              <w:t xml:space="preserve"> – 1</w:t>
            </w:r>
            <w:r>
              <w:t>2</w:t>
            </w:r>
          </w:p>
        </w:tc>
        <w:tc>
          <w:tcPr>
            <w:tcW w:w="3161" w:type="dxa"/>
          </w:tcPr>
          <w:p w14:paraId="1DFF287E" w14:textId="77777777" w:rsidR="00F3367B" w:rsidRDefault="00E513A6" w:rsidP="00E513A6">
            <w:pPr>
              <w:jc w:val="center"/>
            </w:pPr>
            <w:r>
              <w:t>10 minutes</w:t>
            </w:r>
          </w:p>
        </w:tc>
      </w:tr>
      <w:tr w:rsidR="00F3367B" w14:paraId="432EA085" w14:textId="77777777" w:rsidTr="00F3367B">
        <w:tc>
          <w:tcPr>
            <w:tcW w:w="4765" w:type="dxa"/>
          </w:tcPr>
          <w:p w14:paraId="6F858423" w14:textId="5E818A2C" w:rsidR="00F3367B" w:rsidRDefault="00523A6F" w:rsidP="00EA447C">
            <w:r>
              <w:t>How much &amp; How many?</w:t>
            </w:r>
          </w:p>
        </w:tc>
        <w:tc>
          <w:tcPr>
            <w:tcW w:w="2340" w:type="dxa"/>
          </w:tcPr>
          <w:p w14:paraId="702B316A" w14:textId="152411DA" w:rsidR="00F3367B" w:rsidRDefault="00A97F0C" w:rsidP="007B4E7D">
            <w:pPr>
              <w:jc w:val="center"/>
            </w:pPr>
            <w:r>
              <w:t>13</w:t>
            </w:r>
            <w:r w:rsidR="007B4E7D">
              <w:t xml:space="preserve"> </w:t>
            </w:r>
            <w:r>
              <w:t>-</w:t>
            </w:r>
            <w:r w:rsidR="007B4E7D">
              <w:t xml:space="preserve"> </w:t>
            </w:r>
            <w:r w:rsidR="00523A6F">
              <w:t>16</w:t>
            </w:r>
          </w:p>
        </w:tc>
        <w:tc>
          <w:tcPr>
            <w:tcW w:w="3161" w:type="dxa"/>
          </w:tcPr>
          <w:p w14:paraId="4413B5B4" w14:textId="00774BBB" w:rsidR="00F3367B" w:rsidRDefault="00A97F0C" w:rsidP="00C813B4">
            <w:pPr>
              <w:jc w:val="center"/>
            </w:pPr>
            <w:r>
              <w:t>15</w:t>
            </w:r>
            <w:r w:rsidR="00E513A6">
              <w:t xml:space="preserve"> minutes</w:t>
            </w:r>
          </w:p>
        </w:tc>
      </w:tr>
      <w:tr w:rsidR="00F3367B" w14:paraId="22EBE841" w14:textId="77777777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tcW w:w="4765" w:type="dxa"/>
          </w:tcPr>
          <w:p w14:paraId="6ED0D7E5" w14:textId="23006E4B" w:rsidR="00F3367B" w:rsidRDefault="00523A6F" w:rsidP="00C813B4">
            <w:r>
              <w:t>Re-telling a story</w:t>
            </w:r>
          </w:p>
        </w:tc>
        <w:tc>
          <w:tcPr>
            <w:tcW w:w="2340" w:type="dxa"/>
          </w:tcPr>
          <w:p w14:paraId="5CF75444" w14:textId="6E5B29AC" w:rsidR="00F3367B" w:rsidRDefault="00523A6F" w:rsidP="00523A6F">
            <w:pPr>
              <w:jc w:val="center"/>
            </w:pPr>
            <w:r>
              <w:t>17</w:t>
            </w:r>
            <w:r w:rsidR="00A97F0C">
              <w:t xml:space="preserve"> - </w:t>
            </w:r>
            <w:r>
              <w:t>19</w:t>
            </w:r>
          </w:p>
        </w:tc>
        <w:tc>
          <w:tcPr>
            <w:tcW w:w="3161" w:type="dxa"/>
          </w:tcPr>
          <w:p w14:paraId="17689A15" w14:textId="48A7CB88" w:rsidR="00F3367B" w:rsidRDefault="00A97F0C" w:rsidP="00C813B4">
            <w:pPr>
              <w:jc w:val="center"/>
            </w:pPr>
            <w:r>
              <w:t>15</w:t>
            </w:r>
            <w:r w:rsidR="00E513A6">
              <w:t xml:space="preserve"> minutes</w:t>
            </w:r>
          </w:p>
        </w:tc>
      </w:tr>
      <w:tr w:rsidR="00EA447C" w14:paraId="7CDDEBEE" w14:textId="77777777" w:rsidTr="00F3367B">
        <w:tc>
          <w:tcPr>
            <w:tcW w:w="4765" w:type="dxa"/>
          </w:tcPr>
          <w:p w14:paraId="56A334EF" w14:textId="68B0F488" w:rsidR="00EA447C" w:rsidRDefault="00EA447C" w:rsidP="00C813B4">
            <w:r>
              <w:t>Review and Homework</w:t>
            </w:r>
          </w:p>
        </w:tc>
        <w:tc>
          <w:tcPr>
            <w:tcW w:w="2340" w:type="dxa"/>
          </w:tcPr>
          <w:p w14:paraId="4E32946F" w14:textId="736477C7" w:rsidR="00EA447C" w:rsidRDefault="00523A6F" w:rsidP="00523A6F">
            <w:pPr>
              <w:jc w:val="center"/>
            </w:pPr>
            <w:r>
              <w:t>20</w:t>
            </w:r>
            <w:r w:rsidR="00EA447C">
              <w:t xml:space="preserve"> - </w:t>
            </w:r>
            <w:r>
              <w:t>25</w:t>
            </w:r>
          </w:p>
        </w:tc>
        <w:tc>
          <w:tcPr>
            <w:tcW w:w="3161" w:type="dxa"/>
          </w:tcPr>
          <w:p w14:paraId="0575377A" w14:textId="041FAAA3" w:rsidR="00EA447C" w:rsidRDefault="00EA447C" w:rsidP="00C813B4">
            <w:pPr>
              <w:jc w:val="center"/>
            </w:pPr>
            <w:r>
              <w:t>10 minutes</w:t>
            </w:r>
          </w:p>
        </w:tc>
      </w:tr>
      <w:tr w:rsidR="00F3367B" w14:paraId="27B533DC" w14:textId="77777777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8"/>
        </w:trPr>
        <w:tc>
          <w:tcPr>
            <w:tcW w:w="10266" w:type="dxa"/>
            <w:gridSpan w:val="3"/>
          </w:tcPr>
          <w:p w14:paraId="458F5B7A" w14:textId="77777777" w:rsidR="00F3367B" w:rsidRPr="004731E6" w:rsidRDefault="00F3367B" w:rsidP="00C813B4">
            <w:pPr>
              <w:rPr>
                <w:b/>
                <w:u w:val="single"/>
              </w:rPr>
            </w:pPr>
            <w:r w:rsidRPr="004731E6">
              <w:rPr>
                <w:b/>
                <w:u w:val="single"/>
              </w:rPr>
              <w:t>Extra time:</w:t>
            </w:r>
            <w:r w:rsidR="00E513A6">
              <w:rPr>
                <w:b/>
                <w:u w:val="single"/>
              </w:rPr>
              <w:t xml:space="preserve">  See Worksheet.</w:t>
            </w:r>
          </w:p>
        </w:tc>
      </w:tr>
    </w:tbl>
    <w:p w14:paraId="6D933EE8" w14:textId="77777777" w:rsidR="00E4068D" w:rsidRDefault="00E4068D" w:rsidP="00EF7FD1">
      <w:pPr>
        <w:tabs>
          <w:tab w:val="left" w:pos="284"/>
        </w:tabs>
        <w:spacing w:after="0"/>
      </w:pPr>
    </w:p>
    <w:p w14:paraId="44E14F21" w14:textId="77777777" w:rsidR="00E513A6" w:rsidRDefault="00E513A6">
      <w:pPr>
        <w:rPr>
          <w:b/>
          <w:color w:val="FFFFFF" w:themeColor="background1"/>
        </w:rPr>
      </w:pPr>
      <w:r>
        <w:rPr>
          <w:b/>
          <w:color w:val="FFFFFF" w:themeColor="background1"/>
        </w:rPr>
        <w:br w:type="page"/>
      </w:r>
    </w:p>
    <w:p w14:paraId="12A580C7" w14:textId="77777777" w:rsidR="00BD077C" w:rsidRPr="0099611E" w:rsidRDefault="00BD077C" w:rsidP="0099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284"/>
        </w:tabs>
        <w:spacing w:after="0"/>
        <w:rPr>
          <w:b/>
          <w:color w:val="FFFFFF" w:themeColor="background1"/>
        </w:rPr>
      </w:pPr>
      <w:r w:rsidRPr="0099611E">
        <w:rPr>
          <w:b/>
          <w:color w:val="FFFFFF" w:themeColor="background1"/>
        </w:rPr>
        <w:lastRenderedPageBreak/>
        <w:t>Instructional Strategies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9634"/>
      </w:tblGrid>
      <w:tr w:rsidR="0099611E" w14:paraId="2CB51FF9" w14:textId="77777777" w:rsidTr="00EA447C">
        <w:tc>
          <w:tcPr>
            <w:tcW w:w="1129" w:type="dxa"/>
          </w:tcPr>
          <w:p w14:paraId="724A1952" w14:textId="12F672C2" w:rsidR="0099611E" w:rsidRDefault="00EA447C" w:rsidP="00EF7FD1">
            <w:pPr>
              <w:tabs>
                <w:tab w:val="left" w:pos="284"/>
              </w:tabs>
            </w:pPr>
            <w:r>
              <w:t>Slide 3</w:t>
            </w:r>
          </w:p>
          <w:p w14:paraId="1FBA667D" w14:textId="77777777" w:rsidR="0099611E" w:rsidRDefault="0099611E" w:rsidP="00EF7FD1">
            <w:pPr>
              <w:tabs>
                <w:tab w:val="left" w:pos="284"/>
              </w:tabs>
            </w:pPr>
          </w:p>
          <w:p w14:paraId="4CFA7B16" w14:textId="77777777"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14:paraId="4050E53E" w14:textId="65EE3F61" w:rsidR="00793735" w:rsidRDefault="004E4ACA" w:rsidP="00793735">
            <w:pPr>
              <w:tabs>
                <w:tab w:val="left" w:pos="284"/>
              </w:tabs>
            </w:pPr>
            <w:r>
              <w:t>Vocabulary:  Introduction</w:t>
            </w:r>
            <w:r w:rsidR="007B4E7D">
              <w:t xml:space="preserve"> - Adjectives</w:t>
            </w:r>
          </w:p>
          <w:p w14:paraId="7A7744BA" w14:textId="77777777" w:rsidR="00793735" w:rsidRDefault="00793735" w:rsidP="00793735">
            <w:pPr>
              <w:tabs>
                <w:tab w:val="left" w:pos="284"/>
              </w:tabs>
            </w:pPr>
            <w:r>
              <w:t>Strategy:</w:t>
            </w:r>
          </w:p>
          <w:p w14:paraId="4C947F2B" w14:textId="0F894EC8" w:rsidR="00793735" w:rsidRDefault="007B4E7D" w:rsidP="00793735">
            <w:pPr>
              <w:pStyle w:val="ListParagraph"/>
              <w:numPr>
                <w:ilvl w:val="0"/>
                <w:numId w:val="23"/>
              </w:numPr>
              <w:tabs>
                <w:tab w:val="left" w:pos="284"/>
              </w:tabs>
            </w:pPr>
            <w:r>
              <w:t>Review adjectives</w:t>
            </w:r>
          </w:p>
          <w:p w14:paraId="50AC0167" w14:textId="77777777" w:rsidR="00793735" w:rsidRDefault="00793735" w:rsidP="00793735">
            <w:pPr>
              <w:tabs>
                <w:tab w:val="left" w:pos="284"/>
              </w:tabs>
            </w:pPr>
            <w:r>
              <w:t>Discuss:</w:t>
            </w:r>
          </w:p>
          <w:p w14:paraId="3A14029D" w14:textId="14C629C6" w:rsidR="0099611E" w:rsidRPr="00793735" w:rsidRDefault="007B4E7D" w:rsidP="00F55258">
            <w:pPr>
              <w:pStyle w:val="ListParagraph"/>
              <w:numPr>
                <w:ilvl w:val="0"/>
                <w:numId w:val="16"/>
              </w:numPr>
              <w:tabs>
                <w:tab w:val="left" w:pos="284"/>
              </w:tabs>
            </w:pPr>
            <w:r>
              <w:t>Everyone write down 5 adjectives that describe themselves</w:t>
            </w:r>
          </w:p>
        </w:tc>
      </w:tr>
      <w:tr w:rsidR="0099611E" w14:paraId="4B2AB58D" w14:textId="77777777" w:rsidTr="00EA447C">
        <w:tc>
          <w:tcPr>
            <w:tcW w:w="1129" w:type="dxa"/>
          </w:tcPr>
          <w:p w14:paraId="3B984C41" w14:textId="3998CCFA" w:rsidR="0099611E" w:rsidRDefault="0099611E" w:rsidP="00EF7FD1">
            <w:pPr>
              <w:tabs>
                <w:tab w:val="left" w:pos="284"/>
              </w:tabs>
            </w:pPr>
            <w:r>
              <w:t xml:space="preserve">Slide </w:t>
            </w:r>
            <w:r w:rsidR="00EA447C">
              <w:t>4</w:t>
            </w:r>
          </w:p>
          <w:p w14:paraId="5CB22750" w14:textId="77777777" w:rsidR="0099611E" w:rsidRDefault="0099611E" w:rsidP="00EF7FD1">
            <w:pPr>
              <w:tabs>
                <w:tab w:val="left" w:pos="284"/>
              </w:tabs>
            </w:pPr>
          </w:p>
          <w:p w14:paraId="399B0FC4" w14:textId="77777777"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14:paraId="0CB894AB" w14:textId="77816F6C" w:rsidR="0099611E" w:rsidRDefault="004E4ACA" w:rsidP="00EF7FD1">
            <w:pPr>
              <w:tabs>
                <w:tab w:val="left" w:pos="284"/>
              </w:tabs>
            </w:pPr>
            <w:r>
              <w:t xml:space="preserve">Vocabulary:   Read &amp; </w:t>
            </w:r>
            <w:r w:rsidR="007B4E7D">
              <w:t>recognize</w:t>
            </w:r>
          </w:p>
          <w:p w14:paraId="202C1C05" w14:textId="77777777" w:rsidR="00793735" w:rsidRDefault="00793735" w:rsidP="00EF7FD1">
            <w:pPr>
              <w:tabs>
                <w:tab w:val="left" w:pos="284"/>
              </w:tabs>
            </w:pPr>
            <w:r>
              <w:t>Strategy:</w:t>
            </w:r>
          </w:p>
          <w:p w14:paraId="7E41F4A3" w14:textId="77777777" w:rsidR="00793735" w:rsidRDefault="007B4E7D" w:rsidP="00F55258">
            <w:pPr>
              <w:pStyle w:val="ListParagraph"/>
              <w:numPr>
                <w:ilvl w:val="0"/>
                <w:numId w:val="17"/>
              </w:numPr>
              <w:tabs>
                <w:tab w:val="left" w:pos="284"/>
              </w:tabs>
            </w:pPr>
            <w:r>
              <w:t>Read the paragraph together</w:t>
            </w:r>
          </w:p>
          <w:p w14:paraId="2840708E" w14:textId="61B3CB84" w:rsidR="007B4E7D" w:rsidRPr="00F55258" w:rsidRDefault="007B4E7D" w:rsidP="00F55258">
            <w:pPr>
              <w:pStyle w:val="ListParagraph"/>
              <w:numPr>
                <w:ilvl w:val="0"/>
                <w:numId w:val="17"/>
              </w:numPr>
              <w:tabs>
                <w:tab w:val="left" w:pos="284"/>
              </w:tabs>
            </w:pPr>
            <w:r>
              <w:t>Circle the adjectives</w:t>
            </w:r>
          </w:p>
        </w:tc>
      </w:tr>
      <w:tr w:rsidR="0099611E" w14:paraId="6F93852E" w14:textId="77777777" w:rsidTr="00EA447C">
        <w:tc>
          <w:tcPr>
            <w:tcW w:w="1129" w:type="dxa"/>
          </w:tcPr>
          <w:p w14:paraId="4083C461" w14:textId="237C1F0A" w:rsidR="0099611E" w:rsidRDefault="0099611E" w:rsidP="00EF7FD1">
            <w:pPr>
              <w:tabs>
                <w:tab w:val="left" w:pos="284"/>
              </w:tabs>
            </w:pPr>
            <w:r>
              <w:t xml:space="preserve">Slide </w:t>
            </w:r>
            <w:r w:rsidR="007B4E7D">
              <w:t>6</w:t>
            </w:r>
          </w:p>
          <w:p w14:paraId="1A119522" w14:textId="77777777" w:rsidR="0099611E" w:rsidRDefault="0099611E" w:rsidP="00EF7FD1">
            <w:pPr>
              <w:tabs>
                <w:tab w:val="left" w:pos="284"/>
              </w:tabs>
            </w:pPr>
          </w:p>
          <w:p w14:paraId="2F92EF4D" w14:textId="77777777"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14:paraId="32F32E6C" w14:textId="18D404CC" w:rsidR="0099611E" w:rsidRDefault="00F55258" w:rsidP="00EF7FD1">
            <w:pPr>
              <w:tabs>
                <w:tab w:val="left" w:pos="284"/>
              </w:tabs>
            </w:pPr>
            <w:r>
              <w:t xml:space="preserve">Vocabulary:  </w:t>
            </w:r>
            <w:r w:rsidR="007B4E7D">
              <w:t>Generate</w:t>
            </w:r>
          </w:p>
          <w:p w14:paraId="3648A9B8" w14:textId="77777777" w:rsidR="00793735" w:rsidRDefault="00793735" w:rsidP="00EF7FD1">
            <w:pPr>
              <w:tabs>
                <w:tab w:val="left" w:pos="284"/>
              </w:tabs>
            </w:pPr>
            <w:r>
              <w:t>Strategy:</w:t>
            </w:r>
          </w:p>
          <w:p w14:paraId="10FFE48D" w14:textId="12FC3094" w:rsidR="00793735" w:rsidRDefault="00523A6F" w:rsidP="007B4E7D">
            <w:pPr>
              <w:pStyle w:val="ListParagraph"/>
              <w:numPr>
                <w:ilvl w:val="0"/>
                <w:numId w:val="18"/>
              </w:numPr>
              <w:tabs>
                <w:tab w:val="left" w:pos="284"/>
              </w:tabs>
            </w:pPr>
            <w:r>
              <w:t>Use the letters of the word “Superheroes</w:t>
            </w:r>
            <w:r w:rsidR="007B4E7D">
              <w:t>” to find as many small words as possible</w:t>
            </w:r>
          </w:p>
          <w:p w14:paraId="53CCB6F4" w14:textId="0A32395D" w:rsidR="007B4E7D" w:rsidRPr="00793735" w:rsidRDefault="007B4E7D" w:rsidP="00523A6F">
            <w:pPr>
              <w:pStyle w:val="ListParagraph"/>
              <w:numPr>
                <w:ilvl w:val="0"/>
                <w:numId w:val="18"/>
              </w:numPr>
              <w:tabs>
                <w:tab w:val="left" w:pos="284"/>
              </w:tabs>
            </w:pPr>
            <w:r>
              <w:t xml:space="preserve">Example: </w:t>
            </w:r>
            <w:r w:rsidR="00523A6F">
              <w:t>see, pour, she, he etc.</w:t>
            </w:r>
          </w:p>
        </w:tc>
      </w:tr>
      <w:tr w:rsidR="0099611E" w14:paraId="025B9068" w14:textId="77777777" w:rsidTr="007B4E7D">
        <w:trPr>
          <w:trHeight w:val="1500"/>
        </w:trPr>
        <w:tc>
          <w:tcPr>
            <w:tcW w:w="1129" w:type="dxa"/>
          </w:tcPr>
          <w:p w14:paraId="529B20CB" w14:textId="30FC6D6F" w:rsidR="0099611E" w:rsidRDefault="00793735" w:rsidP="00EF7FD1">
            <w:pPr>
              <w:tabs>
                <w:tab w:val="left" w:pos="284"/>
              </w:tabs>
            </w:pPr>
            <w:r>
              <w:t xml:space="preserve">Slide </w:t>
            </w:r>
            <w:r w:rsidR="00F55258">
              <w:t>8</w:t>
            </w:r>
          </w:p>
          <w:p w14:paraId="2445E7D6" w14:textId="77777777" w:rsidR="0099611E" w:rsidRDefault="0099611E" w:rsidP="00EF7FD1">
            <w:pPr>
              <w:tabs>
                <w:tab w:val="left" w:pos="284"/>
              </w:tabs>
            </w:pPr>
          </w:p>
          <w:p w14:paraId="28DBB949" w14:textId="77777777"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14:paraId="105FF65F" w14:textId="270E377E" w:rsidR="0099611E" w:rsidRDefault="004E4ACA" w:rsidP="00EF7FD1">
            <w:pPr>
              <w:tabs>
                <w:tab w:val="left" w:pos="284"/>
              </w:tabs>
            </w:pPr>
            <w:r>
              <w:t xml:space="preserve">Phonics:  </w:t>
            </w:r>
            <w:r w:rsidR="00793735">
              <w:t xml:space="preserve">Introduce </w:t>
            </w:r>
            <w:r w:rsidR="00523A6F">
              <w:t>“m” and “n” sound</w:t>
            </w:r>
          </w:p>
          <w:p w14:paraId="4C7B4D9D" w14:textId="77777777" w:rsidR="00793735" w:rsidRDefault="00793735" w:rsidP="00793735">
            <w:pPr>
              <w:tabs>
                <w:tab w:val="left" w:pos="284"/>
              </w:tabs>
            </w:pPr>
            <w:r>
              <w:t>Discuss:</w:t>
            </w:r>
          </w:p>
          <w:p w14:paraId="649B8010" w14:textId="77777777" w:rsidR="00793735" w:rsidRDefault="00E31890" w:rsidP="00793735">
            <w:pPr>
              <w:pStyle w:val="ListParagraph"/>
              <w:numPr>
                <w:ilvl w:val="0"/>
                <w:numId w:val="19"/>
              </w:numPr>
              <w:tabs>
                <w:tab w:val="left" w:pos="284"/>
              </w:tabs>
            </w:pPr>
            <w:r>
              <w:t>What sound do they</w:t>
            </w:r>
            <w:r w:rsidR="00793735">
              <w:t xml:space="preserve"> make?</w:t>
            </w:r>
          </w:p>
          <w:p w14:paraId="344F83BF" w14:textId="77777777" w:rsidR="00F55258" w:rsidRDefault="00793735" w:rsidP="00523A6F">
            <w:pPr>
              <w:pStyle w:val="ListParagraph"/>
              <w:numPr>
                <w:ilvl w:val="0"/>
                <w:numId w:val="19"/>
              </w:numPr>
              <w:tabs>
                <w:tab w:val="left" w:pos="284"/>
              </w:tabs>
            </w:pPr>
            <w:r>
              <w:t>Can anyone thing of words with “</w:t>
            </w:r>
            <w:r w:rsidR="00523A6F">
              <w:t>m</w:t>
            </w:r>
            <w:r>
              <w:t>”</w:t>
            </w:r>
            <w:r w:rsidR="00523A6F">
              <w:t xml:space="preserve"> or “n”</w:t>
            </w:r>
            <w:r>
              <w:t xml:space="preserve"> in them?  Write the words on </w:t>
            </w:r>
            <w:r w:rsidR="007B4E7D">
              <w:t>the slide</w:t>
            </w:r>
            <w:r w:rsidR="00523A6F">
              <w:t xml:space="preserve">.  </w:t>
            </w:r>
          </w:p>
          <w:p w14:paraId="3C8CD887" w14:textId="20A69C42" w:rsidR="00523A6F" w:rsidRPr="007B4E7D" w:rsidRDefault="00523A6F" w:rsidP="00523A6F">
            <w:pPr>
              <w:pStyle w:val="ListParagraph"/>
              <w:numPr>
                <w:ilvl w:val="0"/>
                <w:numId w:val="19"/>
              </w:numPr>
              <w:tabs>
                <w:tab w:val="left" w:pos="284"/>
              </w:tabs>
            </w:pPr>
            <w:r>
              <w:t>BONUS:  Can you think of a word with both those letters in them?</w:t>
            </w:r>
          </w:p>
        </w:tc>
      </w:tr>
      <w:tr w:rsidR="0099611E" w14:paraId="28A0A06B" w14:textId="77777777" w:rsidTr="00EA447C">
        <w:tc>
          <w:tcPr>
            <w:tcW w:w="1129" w:type="dxa"/>
          </w:tcPr>
          <w:p w14:paraId="0DBFA5B3" w14:textId="697DF82C" w:rsidR="0099611E" w:rsidRDefault="00F55258" w:rsidP="00EF7FD1">
            <w:pPr>
              <w:tabs>
                <w:tab w:val="left" w:pos="284"/>
              </w:tabs>
            </w:pPr>
            <w:r>
              <w:t>Slide 9</w:t>
            </w:r>
          </w:p>
          <w:p w14:paraId="0C447530" w14:textId="77777777" w:rsidR="0099611E" w:rsidRDefault="0099611E" w:rsidP="00EF7FD1">
            <w:pPr>
              <w:tabs>
                <w:tab w:val="left" w:pos="284"/>
              </w:tabs>
            </w:pPr>
          </w:p>
          <w:p w14:paraId="39505C8C" w14:textId="77777777"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14:paraId="5AFB43D8" w14:textId="3D58D69A" w:rsidR="0099611E" w:rsidRDefault="004E4ACA" w:rsidP="00EF7FD1">
            <w:pPr>
              <w:tabs>
                <w:tab w:val="left" w:pos="284"/>
              </w:tabs>
            </w:pPr>
            <w:r>
              <w:t xml:space="preserve">Phonics:  </w:t>
            </w:r>
            <w:r w:rsidR="00793735">
              <w:t xml:space="preserve">Practice </w:t>
            </w:r>
            <w:r w:rsidR="00523A6F">
              <w:t xml:space="preserve">“m” and “n” </w:t>
            </w:r>
            <w:r w:rsidR="00793735">
              <w:t>sound</w:t>
            </w:r>
          </w:p>
          <w:p w14:paraId="74669F44" w14:textId="77777777" w:rsidR="00793735" w:rsidRDefault="00793735" w:rsidP="00793735">
            <w:pPr>
              <w:tabs>
                <w:tab w:val="left" w:pos="284"/>
              </w:tabs>
            </w:pPr>
            <w:r>
              <w:t>Strategy</w:t>
            </w:r>
          </w:p>
          <w:p w14:paraId="1FF8DFD4" w14:textId="77777777" w:rsidR="00793735" w:rsidRDefault="00793735" w:rsidP="00793735">
            <w:pPr>
              <w:pStyle w:val="ListParagraph"/>
              <w:numPr>
                <w:ilvl w:val="0"/>
                <w:numId w:val="21"/>
              </w:numPr>
              <w:tabs>
                <w:tab w:val="left" w:pos="284"/>
              </w:tabs>
            </w:pPr>
            <w:r>
              <w:t>Read and repeat words in the box</w:t>
            </w:r>
          </w:p>
          <w:p w14:paraId="5731B2AE" w14:textId="65C24816" w:rsidR="00793735" w:rsidRPr="00F55258" w:rsidRDefault="00793735" w:rsidP="00F55258">
            <w:pPr>
              <w:pStyle w:val="ListParagraph"/>
              <w:numPr>
                <w:ilvl w:val="0"/>
                <w:numId w:val="21"/>
              </w:numPr>
              <w:tabs>
                <w:tab w:val="left" w:pos="284"/>
              </w:tabs>
            </w:pPr>
            <w:r>
              <w:t>Match them to the pictures</w:t>
            </w:r>
          </w:p>
        </w:tc>
      </w:tr>
      <w:tr w:rsidR="0099611E" w14:paraId="0C8DEE8C" w14:textId="77777777" w:rsidTr="00EA447C">
        <w:tc>
          <w:tcPr>
            <w:tcW w:w="1129" w:type="dxa"/>
          </w:tcPr>
          <w:p w14:paraId="0CD9A574" w14:textId="64377F28" w:rsidR="0099611E" w:rsidRDefault="00E31890" w:rsidP="00EF7FD1">
            <w:pPr>
              <w:tabs>
                <w:tab w:val="left" w:pos="284"/>
              </w:tabs>
            </w:pPr>
            <w:r>
              <w:t>Slide 1</w:t>
            </w:r>
            <w:r w:rsidR="00F55258">
              <w:t>0</w:t>
            </w:r>
          </w:p>
          <w:p w14:paraId="14AD0C04" w14:textId="77777777" w:rsidR="0099611E" w:rsidRDefault="0099611E" w:rsidP="00EF7FD1">
            <w:pPr>
              <w:tabs>
                <w:tab w:val="left" w:pos="284"/>
              </w:tabs>
            </w:pPr>
          </w:p>
          <w:p w14:paraId="4DB2A3C2" w14:textId="77777777"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14:paraId="59412D0E" w14:textId="077D1A55" w:rsidR="0099611E" w:rsidRDefault="00444A49" w:rsidP="00EF7FD1">
            <w:pPr>
              <w:tabs>
                <w:tab w:val="left" w:pos="284"/>
              </w:tabs>
            </w:pPr>
            <w:r>
              <w:t>Phonics</w:t>
            </w:r>
            <w:r w:rsidR="004E4ACA">
              <w:t xml:space="preserve">:  </w:t>
            </w:r>
            <w:r w:rsidR="007B4E7D">
              <w:t>Unscramble</w:t>
            </w:r>
          </w:p>
          <w:p w14:paraId="346A5B49" w14:textId="77777777" w:rsidR="00E31890" w:rsidRDefault="00E31890" w:rsidP="00E31890">
            <w:pPr>
              <w:tabs>
                <w:tab w:val="left" w:pos="284"/>
              </w:tabs>
            </w:pPr>
            <w:r>
              <w:t>Strategy</w:t>
            </w:r>
          </w:p>
          <w:p w14:paraId="5F04762B" w14:textId="376ECC54" w:rsidR="00444A49" w:rsidRDefault="007B4E7D" w:rsidP="00E31890">
            <w:pPr>
              <w:pStyle w:val="ListParagraph"/>
              <w:numPr>
                <w:ilvl w:val="0"/>
                <w:numId w:val="25"/>
              </w:numPr>
              <w:tabs>
                <w:tab w:val="left" w:pos="284"/>
              </w:tabs>
            </w:pPr>
            <w:r>
              <w:t xml:space="preserve">Prompt students to unscramble the letters to write </w:t>
            </w:r>
            <w:r w:rsidR="00523A6F">
              <w:t xml:space="preserve">“m” and “n” </w:t>
            </w:r>
            <w:r>
              <w:t>words</w:t>
            </w:r>
          </w:p>
          <w:p w14:paraId="6F3CDA41" w14:textId="67944DF8" w:rsidR="00E31890" w:rsidRPr="007B4E7D" w:rsidRDefault="007B4E7D" w:rsidP="007B4E7D">
            <w:pPr>
              <w:pStyle w:val="ListParagraph"/>
              <w:numPr>
                <w:ilvl w:val="0"/>
                <w:numId w:val="25"/>
              </w:numPr>
              <w:tabs>
                <w:tab w:val="left" w:pos="284"/>
              </w:tabs>
            </w:pPr>
            <w:r>
              <w:t>Match the words to the picture</w:t>
            </w:r>
          </w:p>
        </w:tc>
      </w:tr>
      <w:tr w:rsidR="007B4E7D" w14:paraId="16FF3CBC" w14:textId="77777777" w:rsidTr="00EA447C">
        <w:tc>
          <w:tcPr>
            <w:tcW w:w="1129" w:type="dxa"/>
          </w:tcPr>
          <w:p w14:paraId="53B358C7" w14:textId="58C9A879" w:rsidR="007B4E7D" w:rsidRDefault="007B4E7D" w:rsidP="007B4E7D">
            <w:pPr>
              <w:tabs>
                <w:tab w:val="left" w:pos="284"/>
              </w:tabs>
            </w:pPr>
            <w:r>
              <w:t>Slide 12</w:t>
            </w:r>
          </w:p>
        </w:tc>
        <w:tc>
          <w:tcPr>
            <w:tcW w:w="9634" w:type="dxa"/>
          </w:tcPr>
          <w:p w14:paraId="4B51224B" w14:textId="77777777" w:rsidR="007B4E7D" w:rsidRDefault="007B4E7D" w:rsidP="00EF7FD1">
            <w:pPr>
              <w:tabs>
                <w:tab w:val="left" w:pos="284"/>
              </w:tabs>
            </w:pPr>
            <w:r>
              <w:t>Phonics:  Hangman</w:t>
            </w:r>
          </w:p>
          <w:p w14:paraId="6B647D8B" w14:textId="77777777" w:rsidR="007B4E7D" w:rsidRDefault="007B4E7D" w:rsidP="00EF7FD1">
            <w:pPr>
              <w:tabs>
                <w:tab w:val="left" w:pos="284"/>
              </w:tabs>
            </w:pPr>
            <w:r>
              <w:t>Strategy</w:t>
            </w:r>
          </w:p>
          <w:p w14:paraId="2261A4E2" w14:textId="5BB14C63" w:rsidR="007B4E7D" w:rsidRPr="007B4E7D" w:rsidRDefault="007B4E7D" w:rsidP="007B4E7D">
            <w:pPr>
              <w:pStyle w:val="ListParagraph"/>
              <w:numPr>
                <w:ilvl w:val="0"/>
                <w:numId w:val="39"/>
              </w:numPr>
              <w:tabs>
                <w:tab w:val="left" w:pos="284"/>
              </w:tabs>
            </w:pPr>
            <w:r>
              <w:t xml:space="preserve">Ask students to choose words with </w:t>
            </w:r>
            <w:r w:rsidR="00523A6F">
              <w:t>“m” and “n”</w:t>
            </w:r>
            <w:r>
              <w:t xml:space="preserve"> in them to use for a game of hangman</w:t>
            </w:r>
          </w:p>
        </w:tc>
      </w:tr>
      <w:tr w:rsidR="00D666C9" w14:paraId="32DE5A2D" w14:textId="77777777" w:rsidTr="00EA447C">
        <w:tc>
          <w:tcPr>
            <w:tcW w:w="1129" w:type="dxa"/>
          </w:tcPr>
          <w:p w14:paraId="5E364CA0" w14:textId="45DB9390" w:rsidR="00D666C9" w:rsidRDefault="00D666C9" w:rsidP="007B4E7D">
            <w:pPr>
              <w:tabs>
                <w:tab w:val="left" w:pos="284"/>
              </w:tabs>
            </w:pPr>
            <w:r>
              <w:t>Slide 1</w:t>
            </w:r>
            <w:r w:rsidR="007B4E7D">
              <w:t>3</w:t>
            </w:r>
          </w:p>
        </w:tc>
        <w:tc>
          <w:tcPr>
            <w:tcW w:w="9634" w:type="dxa"/>
          </w:tcPr>
          <w:p w14:paraId="3BFDC062" w14:textId="3105BC94" w:rsidR="00D666C9" w:rsidRDefault="00523A6F" w:rsidP="00EF7FD1">
            <w:pPr>
              <w:tabs>
                <w:tab w:val="left" w:pos="284"/>
              </w:tabs>
            </w:pPr>
            <w:r>
              <w:t>How much &amp; How many</w:t>
            </w:r>
            <w:r w:rsidR="00D666C9">
              <w:t xml:space="preserve">:  </w:t>
            </w:r>
            <w:r>
              <w:t>Introduction</w:t>
            </w:r>
          </w:p>
          <w:p w14:paraId="38E0E336" w14:textId="77777777" w:rsidR="00D666C9" w:rsidRDefault="00D666C9" w:rsidP="00EF7FD1">
            <w:pPr>
              <w:tabs>
                <w:tab w:val="left" w:pos="284"/>
              </w:tabs>
            </w:pPr>
            <w:r>
              <w:t>Discuss</w:t>
            </w:r>
          </w:p>
          <w:p w14:paraId="26FD9571" w14:textId="77777777" w:rsidR="00523A6F" w:rsidRDefault="00523A6F" w:rsidP="00D666C9">
            <w:pPr>
              <w:pStyle w:val="ListParagraph"/>
              <w:numPr>
                <w:ilvl w:val="0"/>
                <w:numId w:val="38"/>
              </w:numPr>
              <w:tabs>
                <w:tab w:val="left" w:pos="284"/>
              </w:tabs>
            </w:pPr>
            <w:r>
              <w:t>When do we see these words together?</w:t>
            </w:r>
          </w:p>
          <w:p w14:paraId="5A3701C6" w14:textId="77777777" w:rsidR="00523A6F" w:rsidRDefault="00523A6F" w:rsidP="00D666C9">
            <w:pPr>
              <w:pStyle w:val="ListParagraph"/>
              <w:numPr>
                <w:ilvl w:val="0"/>
                <w:numId w:val="38"/>
              </w:numPr>
              <w:tabs>
                <w:tab w:val="left" w:pos="284"/>
              </w:tabs>
            </w:pPr>
            <w:r>
              <w:t>What do they mean?</w:t>
            </w:r>
          </w:p>
          <w:p w14:paraId="7F1B0D3C" w14:textId="7B723846" w:rsidR="00D666C9" w:rsidRDefault="00523A6F" w:rsidP="00D666C9">
            <w:pPr>
              <w:pStyle w:val="ListParagraph"/>
              <w:numPr>
                <w:ilvl w:val="0"/>
                <w:numId w:val="38"/>
              </w:numPr>
              <w:tabs>
                <w:tab w:val="left" w:pos="284"/>
              </w:tabs>
            </w:pPr>
            <w:r>
              <w:t>What kind of answer are we looking for?</w:t>
            </w:r>
            <w:r w:rsidR="00D666C9">
              <w:t xml:space="preserve">  </w:t>
            </w:r>
          </w:p>
          <w:p w14:paraId="64267834" w14:textId="78BA08BA" w:rsidR="00D666C9" w:rsidRPr="00D666C9" w:rsidRDefault="00D666C9" w:rsidP="00523A6F">
            <w:pPr>
              <w:tabs>
                <w:tab w:val="left" w:pos="284"/>
              </w:tabs>
            </w:pPr>
            <w:r>
              <w:t xml:space="preserve">Write the </w:t>
            </w:r>
            <w:r w:rsidR="00523A6F">
              <w:t>responses</w:t>
            </w:r>
            <w:r>
              <w:t xml:space="preserve"> on the slide</w:t>
            </w:r>
          </w:p>
        </w:tc>
      </w:tr>
      <w:tr w:rsidR="0099611E" w14:paraId="03844004" w14:textId="77777777" w:rsidTr="00EA447C">
        <w:tc>
          <w:tcPr>
            <w:tcW w:w="1129" w:type="dxa"/>
          </w:tcPr>
          <w:p w14:paraId="6E2440C5" w14:textId="0B4BF13C" w:rsidR="0099611E" w:rsidRDefault="00444A49" w:rsidP="00EF7FD1">
            <w:pPr>
              <w:tabs>
                <w:tab w:val="left" w:pos="284"/>
              </w:tabs>
            </w:pPr>
            <w:r>
              <w:t>Slide 1</w:t>
            </w:r>
            <w:r w:rsidR="00D666C9">
              <w:t>4</w:t>
            </w:r>
          </w:p>
          <w:p w14:paraId="7FD5CABF" w14:textId="77777777" w:rsidR="0099611E" w:rsidRDefault="0099611E" w:rsidP="00EF7FD1">
            <w:pPr>
              <w:tabs>
                <w:tab w:val="left" w:pos="284"/>
              </w:tabs>
            </w:pPr>
          </w:p>
          <w:p w14:paraId="47D00FAD" w14:textId="77777777" w:rsidR="0099611E" w:rsidRDefault="0099611E" w:rsidP="00EF7FD1">
            <w:pPr>
              <w:tabs>
                <w:tab w:val="left" w:pos="284"/>
              </w:tabs>
            </w:pPr>
          </w:p>
          <w:p w14:paraId="13F6374B" w14:textId="77777777"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14:paraId="67B3EABF" w14:textId="2CE647B8" w:rsidR="0099611E" w:rsidRDefault="00523A6F" w:rsidP="00EF7FD1">
            <w:pPr>
              <w:tabs>
                <w:tab w:val="left" w:pos="284"/>
              </w:tabs>
            </w:pPr>
            <w:r>
              <w:t>How much &amp; How many:  Review</w:t>
            </w:r>
          </w:p>
          <w:p w14:paraId="7C418B8F" w14:textId="77777777" w:rsidR="0078689A" w:rsidRDefault="0078689A" w:rsidP="00EF7FD1">
            <w:pPr>
              <w:tabs>
                <w:tab w:val="left" w:pos="284"/>
              </w:tabs>
            </w:pPr>
            <w:r>
              <w:t>Strategy</w:t>
            </w:r>
          </w:p>
          <w:p w14:paraId="2244733F" w14:textId="77777777" w:rsidR="00D666C9" w:rsidRDefault="00523A6F" w:rsidP="00D666C9">
            <w:pPr>
              <w:pStyle w:val="ListParagraph"/>
              <w:numPr>
                <w:ilvl w:val="0"/>
                <w:numId w:val="26"/>
              </w:numPr>
              <w:tabs>
                <w:tab w:val="left" w:pos="284"/>
              </w:tabs>
            </w:pPr>
            <w:r>
              <w:t>Review the rules and guidelines</w:t>
            </w:r>
          </w:p>
          <w:p w14:paraId="37744B94" w14:textId="7C285DAA" w:rsidR="00523A6F" w:rsidRPr="00D666C9" w:rsidRDefault="00523A6F" w:rsidP="00D666C9">
            <w:pPr>
              <w:pStyle w:val="ListParagraph"/>
              <w:numPr>
                <w:ilvl w:val="0"/>
                <w:numId w:val="26"/>
              </w:numPr>
              <w:tabs>
                <w:tab w:val="left" w:pos="284"/>
              </w:tabs>
            </w:pPr>
            <w:r>
              <w:t>Generate examples of count and non-count nouns</w:t>
            </w:r>
          </w:p>
        </w:tc>
      </w:tr>
      <w:tr w:rsidR="007B4E7D" w14:paraId="6CB79F2F" w14:textId="77777777" w:rsidTr="00EA447C">
        <w:tc>
          <w:tcPr>
            <w:tcW w:w="1129" w:type="dxa"/>
          </w:tcPr>
          <w:p w14:paraId="6B2B4021" w14:textId="3705FF85" w:rsidR="007B4E7D" w:rsidRDefault="007B4E7D" w:rsidP="00EF7FD1">
            <w:pPr>
              <w:tabs>
                <w:tab w:val="left" w:pos="284"/>
              </w:tabs>
            </w:pPr>
            <w:r>
              <w:t>Slide 15</w:t>
            </w:r>
          </w:p>
        </w:tc>
        <w:tc>
          <w:tcPr>
            <w:tcW w:w="9634" w:type="dxa"/>
          </w:tcPr>
          <w:p w14:paraId="77A49624" w14:textId="3E43C2FB" w:rsidR="007B4E7D" w:rsidRDefault="00523A6F" w:rsidP="00EF7FD1">
            <w:pPr>
              <w:tabs>
                <w:tab w:val="left" w:pos="284"/>
              </w:tabs>
            </w:pPr>
            <w:r>
              <w:t>How much &amp; How many:  Practice</w:t>
            </w:r>
          </w:p>
          <w:p w14:paraId="089C7441" w14:textId="77777777" w:rsidR="007B4E7D" w:rsidRDefault="007B4E7D" w:rsidP="00EF7FD1">
            <w:pPr>
              <w:tabs>
                <w:tab w:val="left" w:pos="284"/>
              </w:tabs>
            </w:pPr>
            <w:r>
              <w:t>Strategy</w:t>
            </w:r>
          </w:p>
          <w:p w14:paraId="75482B72" w14:textId="3628DD0B" w:rsidR="007B4E7D" w:rsidRPr="00523A6F" w:rsidRDefault="00523A6F" w:rsidP="00523A6F">
            <w:pPr>
              <w:pStyle w:val="ListParagraph"/>
              <w:numPr>
                <w:ilvl w:val="0"/>
                <w:numId w:val="26"/>
              </w:numPr>
              <w:tabs>
                <w:tab w:val="left" w:pos="284"/>
              </w:tabs>
            </w:pPr>
            <w:r>
              <w:t>Fill in the blanks with “much” or “many”</w:t>
            </w:r>
          </w:p>
        </w:tc>
      </w:tr>
      <w:tr w:rsidR="0099611E" w14:paraId="4A2F861B" w14:textId="77777777" w:rsidTr="00523A6F">
        <w:trPr>
          <w:trHeight w:val="1108"/>
        </w:trPr>
        <w:tc>
          <w:tcPr>
            <w:tcW w:w="1129" w:type="dxa"/>
          </w:tcPr>
          <w:p w14:paraId="195047C6" w14:textId="030323D7" w:rsidR="0099611E" w:rsidRDefault="00444A49" w:rsidP="000C1232">
            <w:pPr>
              <w:tabs>
                <w:tab w:val="left" w:pos="284"/>
              </w:tabs>
            </w:pPr>
            <w:r>
              <w:t xml:space="preserve">Slide </w:t>
            </w:r>
            <w:r w:rsidR="00D666C9">
              <w:t>1</w:t>
            </w:r>
            <w:r w:rsidR="000C1232">
              <w:t>6</w:t>
            </w:r>
          </w:p>
        </w:tc>
        <w:tc>
          <w:tcPr>
            <w:tcW w:w="9634" w:type="dxa"/>
          </w:tcPr>
          <w:p w14:paraId="7448F48F" w14:textId="0DC3134B" w:rsidR="00523A6F" w:rsidRDefault="00523A6F" w:rsidP="00523A6F">
            <w:pPr>
              <w:tabs>
                <w:tab w:val="left" w:pos="284"/>
              </w:tabs>
            </w:pPr>
            <w:r>
              <w:t xml:space="preserve">How much &amp; How many:  Apply </w:t>
            </w:r>
          </w:p>
          <w:p w14:paraId="71844CB5" w14:textId="77777777" w:rsidR="00D666C9" w:rsidRDefault="00523A6F" w:rsidP="000C1232">
            <w:pPr>
              <w:pStyle w:val="ListParagraph"/>
              <w:numPr>
                <w:ilvl w:val="0"/>
                <w:numId w:val="26"/>
              </w:numPr>
              <w:tabs>
                <w:tab w:val="left" w:pos="284"/>
              </w:tabs>
            </w:pPr>
            <w:r>
              <w:t>Fill in the blanks and complete the dialogue</w:t>
            </w:r>
          </w:p>
          <w:p w14:paraId="30EB33D0" w14:textId="6F5A4C2A" w:rsidR="00523A6F" w:rsidRPr="000C1232" w:rsidRDefault="00523A6F" w:rsidP="000C1232">
            <w:pPr>
              <w:pStyle w:val="ListParagraph"/>
              <w:numPr>
                <w:ilvl w:val="0"/>
                <w:numId w:val="26"/>
              </w:numPr>
              <w:tabs>
                <w:tab w:val="left" w:pos="284"/>
              </w:tabs>
            </w:pPr>
            <w:r>
              <w:t>Take turns speaking the dialogue</w:t>
            </w:r>
          </w:p>
        </w:tc>
      </w:tr>
      <w:tr w:rsidR="004E4ACA" w14:paraId="29B7C6B8" w14:textId="77777777" w:rsidTr="00EA447C">
        <w:tc>
          <w:tcPr>
            <w:tcW w:w="1129" w:type="dxa"/>
          </w:tcPr>
          <w:p w14:paraId="3F598BAE" w14:textId="7B7FC29F" w:rsidR="004E4ACA" w:rsidRDefault="004E4ACA" w:rsidP="00D666C9">
            <w:pPr>
              <w:tabs>
                <w:tab w:val="left" w:pos="284"/>
              </w:tabs>
            </w:pPr>
            <w:r>
              <w:lastRenderedPageBreak/>
              <w:t xml:space="preserve">Slide </w:t>
            </w:r>
            <w:r w:rsidR="00D666C9">
              <w:t>1</w:t>
            </w:r>
            <w:r w:rsidR="000C1232">
              <w:t>8</w:t>
            </w:r>
          </w:p>
        </w:tc>
        <w:tc>
          <w:tcPr>
            <w:tcW w:w="9634" w:type="dxa"/>
          </w:tcPr>
          <w:p w14:paraId="1D0B9CB0" w14:textId="6BA63DA9" w:rsidR="000C1232" w:rsidRDefault="00373EF2" w:rsidP="000C1232">
            <w:pPr>
              <w:tabs>
                <w:tab w:val="left" w:pos="284"/>
              </w:tabs>
            </w:pPr>
            <w:r>
              <w:t>Re-telling a Story</w:t>
            </w:r>
            <w:r w:rsidR="000C1232">
              <w:t xml:space="preserve">:  </w:t>
            </w:r>
            <w:r>
              <w:t>Introduction</w:t>
            </w:r>
          </w:p>
          <w:p w14:paraId="6186D30B" w14:textId="77777777" w:rsidR="000C1232" w:rsidRDefault="000C1232" w:rsidP="000C1232">
            <w:pPr>
              <w:tabs>
                <w:tab w:val="left" w:pos="284"/>
              </w:tabs>
            </w:pPr>
            <w:r>
              <w:t>Discuss</w:t>
            </w:r>
          </w:p>
          <w:p w14:paraId="528FDADF" w14:textId="363B7887" w:rsidR="004E4ACA" w:rsidRDefault="00373EF2" w:rsidP="000C1232">
            <w:pPr>
              <w:pStyle w:val="ListParagraph"/>
              <w:numPr>
                <w:ilvl w:val="0"/>
                <w:numId w:val="33"/>
              </w:numPr>
              <w:tabs>
                <w:tab w:val="left" w:pos="284"/>
              </w:tabs>
            </w:pPr>
            <w:r>
              <w:t>Let’s look at the cover of this book</w:t>
            </w:r>
          </w:p>
          <w:p w14:paraId="584F0AB3" w14:textId="069579C9" w:rsidR="00373EF2" w:rsidRDefault="00373EF2" w:rsidP="00373EF2">
            <w:pPr>
              <w:pStyle w:val="ListParagraph"/>
              <w:numPr>
                <w:ilvl w:val="0"/>
                <w:numId w:val="33"/>
              </w:numPr>
              <w:tabs>
                <w:tab w:val="left" w:pos="284"/>
              </w:tabs>
            </w:pPr>
            <w:r>
              <w:t>What do you think it’s about?  How do you know?</w:t>
            </w:r>
          </w:p>
          <w:p w14:paraId="7DBBD3C2" w14:textId="77455C08" w:rsidR="000C1232" w:rsidRPr="00373EF2" w:rsidRDefault="00373EF2" w:rsidP="00373EF2">
            <w:pPr>
              <w:pStyle w:val="ListParagraph"/>
              <w:numPr>
                <w:ilvl w:val="0"/>
                <w:numId w:val="33"/>
              </w:numPr>
              <w:tabs>
                <w:tab w:val="left" w:pos="284"/>
              </w:tabs>
            </w:pPr>
            <w:r>
              <w:t>Explain that you will be reading a story and the students will write it down afterward.  What kind of strategies should they be using?</w:t>
            </w:r>
          </w:p>
        </w:tc>
      </w:tr>
      <w:tr w:rsidR="00E513A6" w14:paraId="15886819" w14:textId="77777777" w:rsidTr="00B2414C">
        <w:trPr>
          <w:trHeight w:val="913"/>
        </w:trPr>
        <w:tc>
          <w:tcPr>
            <w:tcW w:w="1129" w:type="dxa"/>
          </w:tcPr>
          <w:p w14:paraId="0A4F4375" w14:textId="3AE8996A" w:rsidR="00E513A6" w:rsidRDefault="00E513A6" w:rsidP="00373EF2">
            <w:pPr>
              <w:tabs>
                <w:tab w:val="left" w:pos="284"/>
              </w:tabs>
            </w:pPr>
            <w:r>
              <w:t xml:space="preserve">Slide </w:t>
            </w:r>
            <w:r w:rsidR="000C1232">
              <w:t>19</w:t>
            </w:r>
          </w:p>
        </w:tc>
        <w:tc>
          <w:tcPr>
            <w:tcW w:w="9634" w:type="dxa"/>
          </w:tcPr>
          <w:p w14:paraId="20B8D1A1" w14:textId="259A8939" w:rsidR="00373EF2" w:rsidRDefault="00373EF2" w:rsidP="00373EF2">
            <w:pPr>
              <w:tabs>
                <w:tab w:val="left" w:pos="284"/>
              </w:tabs>
            </w:pPr>
            <w:r>
              <w:t>Re-telling a Story:  Practice</w:t>
            </w:r>
          </w:p>
          <w:p w14:paraId="67243C3B" w14:textId="348F2893" w:rsidR="00E513A6" w:rsidRDefault="000C1232" w:rsidP="00E513A6">
            <w:pPr>
              <w:pStyle w:val="ListParagraph"/>
              <w:numPr>
                <w:ilvl w:val="0"/>
                <w:numId w:val="34"/>
              </w:numPr>
              <w:tabs>
                <w:tab w:val="left" w:pos="284"/>
              </w:tabs>
            </w:pPr>
            <w:r>
              <w:t xml:space="preserve">Work together to </w:t>
            </w:r>
            <w:r w:rsidR="00373EF2">
              <w:t>generate key words from the story</w:t>
            </w:r>
          </w:p>
          <w:p w14:paraId="16630D04" w14:textId="77777777" w:rsidR="000C1232" w:rsidRDefault="00373EF2" w:rsidP="00373EF2">
            <w:pPr>
              <w:pStyle w:val="ListParagraph"/>
              <w:numPr>
                <w:ilvl w:val="0"/>
                <w:numId w:val="34"/>
              </w:numPr>
              <w:tabs>
                <w:tab w:val="left" w:pos="284"/>
              </w:tabs>
            </w:pPr>
            <w:r>
              <w:t>Discuss the plot of the story together</w:t>
            </w:r>
          </w:p>
          <w:p w14:paraId="70F71FB4" w14:textId="77777777" w:rsidR="00373EF2" w:rsidRDefault="00373EF2" w:rsidP="00373EF2">
            <w:pPr>
              <w:pStyle w:val="ListParagraph"/>
              <w:numPr>
                <w:ilvl w:val="0"/>
                <w:numId w:val="34"/>
              </w:numPr>
              <w:tabs>
                <w:tab w:val="left" w:pos="284"/>
              </w:tabs>
            </w:pPr>
            <w:r>
              <w:t>Ask students to write the story on paper</w:t>
            </w:r>
          </w:p>
          <w:p w14:paraId="0734F42F" w14:textId="28593548" w:rsidR="00373EF2" w:rsidRPr="00373EF2" w:rsidRDefault="00373EF2" w:rsidP="00373EF2">
            <w:pPr>
              <w:pStyle w:val="ListParagraph"/>
              <w:numPr>
                <w:ilvl w:val="0"/>
                <w:numId w:val="34"/>
              </w:numPr>
              <w:tabs>
                <w:tab w:val="left" w:pos="284"/>
              </w:tabs>
            </w:pPr>
            <w:r>
              <w:t>Read the stories together to the class</w:t>
            </w:r>
          </w:p>
        </w:tc>
      </w:tr>
      <w:tr w:rsidR="00377BF3" w14:paraId="6B8E4FA5" w14:textId="77777777" w:rsidTr="00EA447C">
        <w:tc>
          <w:tcPr>
            <w:tcW w:w="1129" w:type="dxa"/>
          </w:tcPr>
          <w:p w14:paraId="24A216EA" w14:textId="6F29BEAD" w:rsidR="00377BF3" w:rsidRDefault="00377BF3" w:rsidP="00EF7FD1">
            <w:pPr>
              <w:tabs>
                <w:tab w:val="left" w:pos="284"/>
              </w:tabs>
            </w:pPr>
            <w:r>
              <w:t>Slide 26</w:t>
            </w:r>
          </w:p>
        </w:tc>
        <w:tc>
          <w:tcPr>
            <w:tcW w:w="9634" w:type="dxa"/>
          </w:tcPr>
          <w:p w14:paraId="41E27C27" w14:textId="77777777" w:rsidR="00377BF3" w:rsidRDefault="00377BF3" w:rsidP="00955D68">
            <w:pPr>
              <w:tabs>
                <w:tab w:val="left" w:pos="284"/>
              </w:tabs>
            </w:pPr>
            <w:r>
              <w:t>Vocabulary: Review</w:t>
            </w:r>
          </w:p>
          <w:p w14:paraId="28C1CA39" w14:textId="77777777" w:rsidR="00377BF3" w:rsidRDefault="00377BF3" w:rsidP="00955D68">
            <w:pPr>
              <w:tabs>
                <w:tab w:val="left" w:pos="284"/>
              </w:tabs>
            </w:pPr>
            <w:r>
              <w:t>Strategy:</w:t>
            </w:r>
          </w:p>
          <w:p w14:paraId="638DA29F" w14:textId="06D122B9" w:rsidR="00377BF3" w:rsidRDefault="000C1232" w:rsidP="00955D68">
            <w:pPr>
              <w:pStyle w:val="ListParagraph"/>
              <w:numPr>
                <w:ilvl w:val="0"/>
                <w:numId w:val="33"/>
              </w:numPr>
              <w:tabs>
                <w:tab w:val="left" w:pos="284"/>
              </w:tabs>
            </w:pPr>
            <w:r>
              <w:t xml:space="preserve">Ask students if they remember the first and second </w:t>
            </w:r>
            <w:r w:rsidR="00373EF2">
              <w:t>superheroes</w:t>
            </w:r>
            <w:r>
              <w:t xml:space="preserve"> they saw today</w:t>
            </w:r>
          </w:p>
          <w:p w14:paraId="1F834035" w14:textId="77777777" w:rsidR="000C1232" w:rsidRDefault="000C1232" w:rsidP="00955D68">
            <w:pPr>
              <w:pStyle w:val="ListParagraph"/>
              <w:numPr>
                <w:ilvl w:val="0"/>
                <w:numId w:val="33"/>
              </w:numPr>
              <w:tabs>
                <w:tab w:val="left" w:pos="284"/>
              </w:tabs>
            </w:pPr>
            <w:r>
              <w:t>Describe the pictures</w:t>
            </w:r>
          </w:p>
          <w:p w14:paraId="6661CAB3" w14:textId="2864FCAC" w:rsidR="000C1232" w:rsidRDefault="000C1232" w:rsidP="00955D68">
            <w:pPr>
              <w:pStyle w:val="ListParagraph"/>
              <w:numPr>
                <w:ilvl w:val="0"/>
                <w:numId w:val="33"/>
              </w:numPr>
              <w:tabs>
                <w:tab w:val="left" w:pos="284"/>
              </w:tabs>
            </w:pPr>
            <w:r>
              <w:t>Write down the adjectives as students generate them</w:t>
            </w:r>
          </w:p>
          <w:p w14:paraId="7955CC5F" w14:textId="512E6C0D" w:rsidR="00377BF3" w:rsidRDefault="000C1232" w:rsidP="00377BF3">
            <w:pPr>
              <w:pStyle w:val="ListParagraph"/>
              <w:numPr>
                <w:ilvl w:val="0"/>
                <w:numId w:val="33"/>
              </w:numPr>
              <w:tabs>
                <w:tab w:val="left" w:pos="284"/>
              </w:tabs>
            </w:pPr>
            <w:r>
              <w:t xml:space="preserve">Emphasize how </w:t>
            </w:r>
            <w:r w:rsidR="00F34297">
              <w:t>adjectives paint a picture in our brain</w:t>
            </w:r>
          </w:p>
        </w:tc>
      </w:tr>
      <w:tr w:rsidR="00377BF3" w14:paraId="3B58A7B8" w14:textId="77777777" w:rsidTr="00F34297">
        <w:trPr>
          <w:trHeight w:val="1233"/>
        </w:trPr>
        <w:tc>
          <w:tcPr>
            <w:tcW w:w="1129" w:type="dxa"/>
          </w:tcPr>
          <w:p w14:paraId="6FAF3E19" w14:textId="50AA17EF" w:rsidR="00377BF3" w:rsidRDefault="00377BF3" w:rsidP="00EF7FD1">
            <w:pPr>
              <w:tabs>
                <w:tab w:val="left" w:pos="284"/>
              </w:tabs>
            </w:pPr>
            <w:r>
              <w:t>Slide 27</w:t>
            </w:r>
          </w:p>
        </w:tc>
        <w:tc>
          <w:tcPr>
            <w:tcW w:w="9634" w:type="dxa"/>
          </w:tcPr>
          <w:p w14:paraId="039C5D7B" w14:textId="6B0BDFA1" w:rsidR="00377BF3" w:rsidRDefault="00377BF3" w:rsidP="00955D68">
            <w:pPr>
              <w:tabs>
                <w:tab w:val="left" w:pos="284"/>
              </w:tabs>
            </w:pPr>
            <w:r>
              <w:t xml:space="preserve">Phonics:  Review </w:t>
            </w:r>
            <w:r w:rsidR="00373EF2">
              <w:t>–</w:t>
            </w:r>
            <w:r>
              <w:t xml:space="preserve"> </w:t>
            </w:r>
            <w:r w:rsidR="00373EF2">
              <w:t>“m” and “n”</w:t>
            </w:r>
          </w:p>
          <w:p w14:paraId="20BAEE9C" w14:textId="77777777" w:rsidR="00377BF3" w:rsidRDefault="00377BF3" w:rsidP="00955D68">
            <w:pPr>
              <w:tabs>
                <w:tab w:val="left" w:pos="284"/>
              </w:tabs>
            </w:pPr>
            <w:r>
              <w:t>Strategy:</w:t>
            </w:r>
          </w:p>
          <w:p w14:paraId="237F478C" w14:textId="3EC70248" w:rsidR="00377BF3" w:rsidRDefault="00F34297" w:rsidP="0097308D">
            <w:pPr>
              <w:pStyle w:val="ListParagraph"/>
              <w:numPr>
                <w:ilvl w:val="0"/>
                <w:numId w:val="34"/>
              </w:numPr>
              <w:tabs>
                <w:tab w:val="left" w:pos="284"/>
              </w:tabs>
            </w:pPr>
            <w:r>
              <w:t xml:space="preserve">Brainstorm as many words as possible that contain </w:t>
            </w:r>
            <w:r w:rsidR="00373EF2">
              <w:t>“m” and “n”</w:t>
            </w:r>
          </w:p>
          <w:p w14:paraId="30EE26F1" w14:textId="49BC794A" w:rsidR="00F34297" w:rsidRPr="0097308D" w:rsidRDefault="00F34297" w:rsidP="0097308D">
            <w:pPr>
              <w:pStyle w:val="ListParagraph"/>
              <w:numPr>
                <w:ilvl w:val="0"/>
                <w:numId w:val="34"/>
              </w:numPr>
              <w:tabs>
                <w:tab w:val="left" w:pos="284"/>
              </w:tabs>
            </w:pPr>
            <w:r>
              <w:t>Write them on the slide</w:t>
            </w:r>
          </w:p>
        </w:tc>
      </w:tr>
      <w:tr w:rsidR="00377BF3" w14:paraId="0F48A3A3" w14:textId="77777777" w:rsidTr="00EA447C">
        <w:tc>
          <w:tcPr>
            <w:tcW w:w="1129" w:type="dxa"/>
          </w:tcPr>
          <w:p w14:paraId="207F2643" w14:textId="64E89582" w:rsidR="00377BF3" w:rsidRDefault="00377BF3" w:rsidP="00EF7FD1">
            <w:pPr>
              <w:tabs>
                <w:tab w:val="left" w:pos="284"/>
              </w:tabs>
            </w:pPr>
            <w:r>
              <w:t>Slide 28</w:t>
            </w:r>
          </w:p>
        </w:tc>
        <w:tc>
          <w:tcPr>
            <w:tcW w:w="9634" w:type="dxa"/>
          </w:tcPr>
          <w:p w14:paraId="580D44BA" w14:textId="34117CFE" w:rsidR="00377BF3" w:rsidRDefault="00373EF2" w:rsidP="00955D68">
            <w:pPr>
              <w:tabs>
                <w:tab w:val="left" w:pos="284"/>
              </w:tabs>
            </w:pPr>
            <w:r>
              <w:t>How much &amp; How many</w:t>
            </w:r>
            <w:r w:rsidR="0097308D">
              <w:t>:  Review</w:t>
            </w:r>
          </w:p>
          <w:p w14:paraId="10127D26" w14:textId="77777777" w:rsidR="00377BF3" w:rsidRDefault="00377BF3" w:rsidP="00955D68">
            <w:pPr>
              <w:tabs>
                <w:tab w:val="left" w:pos="284"/>
              </w:tabs>
            </w:pPr>
            <w:r>
              <w:t>Strategy:</w:t>
            </w:r>
          </w:p>
          <w:p w14:paraId="18E431DC" w14:textId="77777777" w:rsidR="00377BF3" w:rsidRDefault="00373EF2" w:rsidP="00373EF2">
            <w:pPr>
              <w:pStyle w:val="ListParagraph"/>
              <w:numPr>
                <w:ilvl w:val="0"/>
                <w:numId w:val="34"/>
              </w:numPr>
              <w:tabs>
                <w:tab w:val="left" w:pos="284"/>
              </w:tabs>
            </w:pPr>
            <w:r>
              <w:t xml:space="preserve">Ask students about the things in their room.  </w:t>
            </w:r>
          </w:p>
          <w:p w14:paraId="48EB8B37" w14:textId="4750C662" w:rsidR="00373EF2" w:rsidRPr="00373EF2" w:rsidRDefault="00373EF2" w:rsidP="00373EF2">
            <w:pPr>
              <w:pStyle w:val="ListParagraph"/>
              <w:numPr>
                <w:ilvl w:val="0"/>
                <w:numId w:val="34"/>
              </w:numPr>
              <w:tabs>
                <w:tab w:val="left" w:pos="284"/>
              </w:tabs>
            </w:pPr>
            <w:r>
              <w:t>Example: How many pencils do you have?  How much water did you drink today?</w:t>
            </w:r>
          </w:p>
        </w:tc>
      </w:tr>
      <w:tr w:rsidR="00377BF3" w14:paraId="035C7E6D" w14:textId="77777777" w:rsidTr="0097308D">
        <w:tc>
          <w:tcPr>
            <w:tcW w:w="1129" w:type="dxa"/>
          </w:tcPr>
          <w:p w14:paraId="337BD060" w14:textId="494CE1C3" w:rsidR="00377BF3" w:rsidRDefault="00377BF3" w:rsidP="00EF7FD1">
            <w:pPr>
              <w:tabs>
                <w:tab w:val="left" w:pos="284"/>
              </w:tabs>
            </w:pPr>
            <w:r>
              <w:t>Slide 29</w:t>
            </w:r>
          </w:p>
        </w:tc>
        <w:tc>
          <w:tcPr>
            <w:tcW w:w="9634" w:type="dxa"/>
          </w:tcPr>
          <w:p w14:paraId="332CD65B" w14:textId="0DE4D43A" w:rsidR="00377BF3" w:rsidRDefault="00373EF2" w:rsidP="00955D68">
            <w:pPr>
              <w:tabs>
                <w:tab w:val="left" w:pos="284"/>
              </w:tabs>
            </w:pPr>
            <w:r>
              <w:t>Retelling a story</w:t>
            </w:r>
            <w:r w:rsidR="0097308D">
              <w:t>:  Review</w:t>
            </w:r>
          </w:p>
          <w:p w14:paraId="5A28313B" w14:textId="77777777" w:rsidR="00377BF3" w:rsidRDefault="00377BF3" w:rsidP="00955D68">
            <w:pPr>
              <w:tabs>
                <w:tab w:val="left" w:pos="284"/>
              </w:tabs>
            </w:pPr>
            <w:r>
              <w:t>Strategy:</w:t>
            </w:r>
          </w:p>
          <w:p w14:paraId="30B0533C" w14:textId="228EE450" w:rsidR="00377BF3" w:rsidRDefault="00F34297" w:rsidP="0078689A">
            <w:pPr>
              <w:pStyle w:val="ListParagraph"/>
              <w:numPr>
                <w:ilvl w:val="0"/>
                <w:numId w:val="36"/>
              </w:numPr>
              <w:tabs>
                <w:tab w:val="left" w:pos="284"/>
              </w:tabs>
            </w:pPr>
            <w:r>
              <w:t xml:space="preserve">Brainstorm different times students </w:t>
            </w:r>
            <w:r w:rsidR="00373EF2">
              <w:t>tell stories</w:t>
            </w:r>
          </w:p>
          <w:p w14:paraId="2FF5CA3E" w14:textId="5A486D99" w:rsidR="00F34297" w:rsidRPr="0097308D" w:rsidRDefault="00F34297" w:rsidP="00373EF2">
            <w:pPr>
              <w:pStyle w:val="ListParagraph"/>
              <w:numPr>
                <w:ilvl w:val="0"/>
                <w:numId w:val="36"/>
              </w:numPr>
              <w:tabs>
                <w:tab w:val="left" w:pos="284"/>
              </w:tabs>
            </w:pPr>
            <w:r>
              <w:t xml:space="preserve">Example: </w:t>
            </w:r>
            <w:r w:rsidR="00373EF2">
              <w:t>when they get home from school, in their journal etc.</w:t>
            </w:r>
          </w:p>
        </w:tc>
      </w:tr>
      <w:tr w:rsidR="00377BF3" w14:paraId="628EF118" w14:textId="77777777" w:rsidTr="00EA447C">
        <w:tc>
          <w:tcPr>
            <w:tcW w:w="1129" w:type="dxa"/>
          </w:tcPr>
          <w:p w14:paraId="6D024DEC" w14:textId="7775E322" w:rsidR="00377BF3" w:rsidRDefault="00377BF3" w:rsidP="00EF7FD1">
            <w:pPr>
              <w:tabs>
                <w:tab w:val="left" w:pos="284"/>
              </w:tabs>
            </w:pPr>
            <w:r>
              <w:t>Slide 26</w:t>
            </w:r>
          </w:p>
        </w:tc>
        <w:tc>
          <w:tcPr>
            <w:tcW w:w="9634" w:type="dxa"/>
          </w:tcPr>
          <w:p w14:paraId="3117A7F0" w14:textId="77777777" w:rsidR="00377BF3" w:rsidRDefault="00377BF3" w:rsidP="00955D68">
            <w:pPr>
              <w:tabs>
                <w:tab w:val="left" w:pos="284"/>
              </w:tabs>
            </w:pPr>
            <w:r>
              <w:t>Homework:  Writing</w:t>
            </w:r>
          </w:p>
          <w:p w14:paraId="739267DE" w14:textId="77777777" w:rsidR="00377BF3" w:rsidRDefault="00377BF3" w:rsidP="00955D68">
            <w:pPr>
              <w:tabs>
                <w:tab w:val="left" w:pos="284"/>
              </w:tabs>
            </w:pPr>
            <w:r>
              <w:t>Strategy:</w:t>
            </w:r>
          </w:p>
          <w:p w14:paraId="52A7AD01" w14:textId="7405AC06" w:rsidR="00377BF3" w:rsidRDefault="00377BF3" w:rsidP="00955D68">
            <w:pPr>
              <w:pStyle w:val="ListParagraph"/>
              <w:numPr>
                <w:ilvl w:val="0"/>
                <w:numId w:val="36"/>
              </w:numPr>
              <w:tabs>
                <w:tab w:val="left" w:pos="284"/>
              </w:tabs>
            </w:pPr>
            <w:r>
              <w:t xml:space="preserve">Tell students they will </w:t>
            </w:r>
            <w:r w:rsidR="00373EF2">
              <w:t>re-tell a story about their childhood.</w:t>
            </w:r>
          </w:p>
          <w:p w14:paraId="0C743E83" w14:textId="77777777" w:rsidR="00377BF3" w:rsidRDefault="00377BF3" w:rsidP="0078689A">
            <w:pPr>
              <w:tabs>
                <w:tab w:val="left" w:pos="284"/>
              </w:tabs>
            </w:pPr>
          </w:p>
        </w:tc>
      </w:tr>
    </w:tbl>
    <w:p w14:paraId="139A3B80" w14:textId="24DE4186" w:rsidR="0099611E" w:rsidRPr="00E4068D" w:rsidRDefault="0099611E" w:rsidP="00EF7FD1">
      <w:pPr>
        <w:tabs>
          <w:tab w:val="left" w:pos="284"/>
        </w:tabs>
        <w:spacing w:after="0"/>
      </w:pPr>
    </w:p>
    <w:sectPr w:rsidR="0099611E" w:rsidRPr="00E4068D" w:rsidSect="00F3367B">
      <w:pgSz w:w="12240" w:h="15840"/>
      <w:pgMar w:top="550" w:right="595" w:bottom="308" w:left="87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0F1B3" w14:textId="77777777" w:rsidR="00A51B2F" w:rsidRDefault="00A51B2F">
      <w:pPr>
        <w:spacing w:after="0" w:line="240" w:lineRule="auto"/>
      </w:pPr>
      <w:r>
        <w:separator/>
      </w:r>
    </w:p>
    <w:p w14:paraId="63E51F1D" w14:textId="77777777" w:rsidR="00A51B2F" w:rsidRDefault="00A51B2F"/>
    <w:p w14:paraId="67E7997D" w14:textId="77777777" w:rsidR="00A51B2F" w:rsidRDefault="00A51B2F"/>
  </w:endnote>
  <w:endnote w:type="continuationSeparator" w:id="0">
    <w:p w14:paraId="5F6AF48C" w14:textId="77777777" w:rsidR="00A51B2F" w:rsidRDefault="00A51B2F">
      <w:pPr>
        <w:spacing w:after="0" w:line="240" w:lineRule="auto"/>
      </w:pPr>
      <w:r>
        <w:continuationSeparator/>
      </w:r>
    </w:p>
    <w:p w14:paraId="25348836" w14:textId="77777777" w:rsidR="00A51B2F" w:rsidRDefault="00A51B2F"/>
    <w:p w14:paraId="6B5A41ED" w14:textId="77777777" w:rsidR="00A51B2F" w:rsidRDefault="00A51B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2DAE6F" w14:textId="77777777" w:rsidR="00A51B2F" w:rsidRDefault="00A51B2F">
      <w:pPr>
        <w:spacing w:after="0" w:line="240" w:lineRule="auto"/>
      </w:pPr>
      <w:r>
        <w:separator/>
      </w:r>
    </w:p>
    <w:p w14:paraId="368998EA" w14:textId="77777777" w:rsidR="00A51B2F" w:rsidRDefault="00A51B2F"/>
    <w:p w14:paraId="57BC1283" w14:textId="77777777" w:rsidR="00A51B2F" w:rsidRDefault="00A51B2F"/>
  </w:footnote>
  <w:footnote w:type="continuationSeparator" w:id="0">
    <w:p w14:paraId="7336F216" w14:textId="77777777" w:rsidR="00A51B2F" w:rsidRDefault="00A51B2F">
      <w:pPr>
        <w:spacing w:after="0" w:line="240" w:lineRule="auto"/>
      </w:pPr>
      <w:r>
        <w:continuationSeparator/>
      </w:r>
    </w:p>
    <w:p w14:paraId="1DF225A3" w14:textId="77777777" w:rsidR="00A51B2F" w:rsidRDefault="00A51B2F"/>
    <w:p w14:paraId="6D9AAA90" w14:textId="77777777" w:rsidR="00A51B2F" w:rsidRDefault="00A51B2F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AB8A8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E8ED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44E5C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072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23A55B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2E5C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20D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ABEA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E620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9">
    <w:nsid w:val="FFFFFF89"/>
    <w:multiLevelType w:val="singleLevel"/>
    <w:tmpl w:val="71E4D62E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</w:abstractNum>
  <w:abstractNum w:abstractNumId="10">
    <w:nsid w:val="000F6454"/>
    <w:multiLevelType w:val="hybridMultilevel"/>
    <w:tmpl w:val="BCF47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B42F10"/>
    <w:multiLevelType w:val="hybridMultilevel"/>
    <w:tmpl w:val="8BEEC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F679FB"/>
    <w:multiLevelType w:val="hybridMultilevel"/>
    <w:tmpl w:val="B8122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19E3801"/>
    <w:multiLevelType w:val="hybridMultilevel"/>
    <w:tmpl w:val="2F58A0CC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4">
    <w:nsid w:val="05007691"/>
    <w:multiLevelType w:val="hybridMultilevel"/>
    <w:tmpl w:val="F4AAB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7FD1589"/>
    <w:multiLevelType w:val="hybridMultilevel"/>
    <w:tmpl w:val="B970A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C70DF2"/>
    <w:multiLevelType w:val="hybridMultilevel"/>
    <w:tmpl w:val="84E02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6D033C"/>
    <w:multiLevelType w:val="hybridMultilevel"/>
    <w:tmpl w:val="7EBC5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E128F5"/>
    <w:multiLevelType w:val="hybridMultilevel"/>
    <w:tmpl w:val="FB5A3270"/>
    <w:lvl w:ilvl="0" w:tplc="54B40B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7CFC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CE5F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3EC3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6A14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6AA1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2ECC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841D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D009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0A74F9D"/>
    <w:multiLevelType w:val="hybridMultilevel"/>
    <w:tmpl w:val="193ED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E32381"/>
    <w:multiLevelType w:val="hybridMultilevel"/>
    <w:tmpl w:val="7D64F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6DA33D1"/>
    <w:multiLevelType w:val="hybridMultilevel"/>
    <w:tmpl w:val="9F16C02E"/>
    <w:lvl w:ilvl="0" w:tplc="2D128166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DEB4861"/>
    <w:multiLevelType w:val="hybridMultilevel"/>
    <w:tmpl w:val="057A6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3514D4"/>
    <w:multiLevelType w:val="hybridMultilevel"/>
    <w:tmpl w:val="9E78C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D51FC7"/>
    <w:multiLevelType w:val="hybridMultilevel"/>
    <w:tmpl w:val="79CAA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4F2DF4"/>
    <w:multiLevelType w:val="hybridMultilevel"/>
    <w:tmpl w:val="4066F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79703F"/>
    <w:multiLevelType w:val="hybridMultilevel"/>
    <w:tmpl w:val="44025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1868DE"/>
    <w:multiLevelType w:val="hybridMultilevel"/>
    <w:tmpl w:val="936E7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B50BCD"/>
    <w:multiLevelType w:val="hybridMultilevel"/>
    <w:tmpl w:val="E12E1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B7303F"/>
    <w:multiLevelType w:val="hybridMultilevel"/>
    <w:tmpl w:val="F08CD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986E62"/>
    <w:multiLevelType w:val="hybridMultilevel"/>
    <w:tmpl w:val="F1061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C40E27"/>
    <w:multiLevelType w:val="hybridMultilevel"/>
    <w:tmpl w:val="61741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1B1C5A"/>
    <w:multiLevelType w:val="hybridMultilevel"/>
    <w:tmpl w:val="5308AF7C"/>
    <w:lvl w:ilvl="0" w:tplc="A96E589A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266CBF" w:themeColor="accent1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E96E69"/>
    <w:multiLevelType w:val="hybridMultilevel"/>
    <w:tmpl w:val="30E4F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69114D"/>
    <w:multiLevelType w:val="hybridMultilevel"/>
    <w:tmpl w:val="CD723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5B54B9"/>
    <w:multiLevelType w:val="hybridMultilevel"/>
    <w:tmpl w:val="67E4F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247712"/>
    <w:multiLevelType w:val="hybridMultilevel"/>
    <w:tmpl w:val="7C0E8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7C2A33"/>
    <w:multiLevelType w:val="hybridMultilevel"/>
    <w:tmpl w:val="671AD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2"/>
  </w:num>
  <w:num w:numId="12">
    <w:abstractNumId w:val="9"/>
    <w:lvlOverride w:ilvl="0">
      <w:startOverride w:val="1"/>
    </w:lvlOverride>
  </w:num>
  <w:num w:numId="13">
    <w:abstractNumId w:val="21"/>
  </w:num>
  <w:num w:numId="14">
    <w:abstractNumId w:val="32"/>
  </w:num>
  <w:num w:numId="15">
    <w:abstractNumId w:val="15"/>
  </w:num>
  <w:num w:numId="16">
    <w:abstractNumId w:val="31"/>
  </w:num>
  <w:num w:numId="17">
    <w:abstractNumId w:val="22"/>
  </w:num>
  <w:num w:numId="18">
    <w:abstractNumId w:val="36"/>
  </w:num>
  <w:num w:numId="19">
    <w:abstractNumId w:val="10"/>
  </w:num>
  <w:num w:numId="20">
    <w:abstractNumId w:val="17"/>
  </w:num>
  <w:num w:numId="21">
    <w:abstractNumId w:val="16"/>
  </w:num>
  <w:num w:numId="22">
    <w:abstractNumId w:val="26"/>
  </w:num>
  <w:num w:numId="23">
    <w:abstractNumId w:val="27"/>
  </w:num>
  <w:num w:numId="24">
    <w:abstractNumId w:val="12"/>
  </w:num>
  <w:num w:numId="25">
    <w:abstractNumId w:val="37"/>
  </w:num>
  <w:num w:numId="26">
    <w:abstractNumId w:val="33"/>
  </w:num>
  <w:num w:numId="27">
    <w:abstractNumId w:val="25"/>
  </w:num>
  <w:num w:numId="28">
    <w:abstractNumId w:val="14"/>
  </w:num>
  <w:num w:numId="29">
    <w:abstractNumId w:val="20"/>
  </w:num>
  <w:num w:numId="30">
    <w:abstractNumId w:val="30"/>
  </w:num>
  <w:num w:numId="31">
    <w:abstractNumId w:val="28"/>
  </w:num>
  <w:num w:numId="32">
    <w:abstractNumId w:val="34"/>
  </w:num>
  <w:num w:numId="33">
    <w:abstractNumId w:val="11"/>
  </w:num>
  <w:num w:numId="34">
    <w:abstractNumId w:val="35"/>
  </w:num>
  <w:num w:numId="35">
    <w:abstractNumId w:val="19"/>
  </w:num>
  <w:num w:numId="36">
    <w:abstractNumId w:val="29"/>
  </w:num>
  <w:num w:numId="37">
    <w:abstractNumId w:val="18"/>
  </w:num>
  <w:num w:numId="38">
    <w:abstractNumId w:val="13"/>
  </w:num>
  <w:num w:numId="39">
    <w:abstractNumId w:val="23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77C"/>
    <w:rsid w:val="000C1232"/>
    <w:rsid w:val="00103C48"/>
    <w:rsid w:val="0012738C"/>
    <w:rsid w:val="00163E55"/>
    <w:rsid w:val="002250D9"/>
    <w:rsid w:val="002377D7"/>
    <w:rsid w:val="00260FB8"/>
    <w:rsid w:val="00261F4D"/>
    <w:rsid w:val="00373EF2"/>
    <w:rsid w:val="00377BF3"/>
    <w:rsid w:val="00444A49"/>
    <w:rsid w:val="004E4ACA"/>
    <w:rsid w:val="004F5185"/>
    <w:rsid w:val="00523A6F"/>
    <w:rsid w:val="0078689A"/>
    <w:rsid w:val="00793735"/>
    <w:rsid w:val="007B4E7D"/>
    <w:rsid w:val="00894EC6"/>
    <w:rsid w:val="008A14E7"/>
    <w:rsid w:val="008A6752"/>
    <w:rsid w:val="008B6EBE"/>
    <w:rsid w:val="008F0D85"/>
    <w:rsid w:val="0097308D"/>
    <w:rsid w:val="0099611E"/>
    <w:rsid w:val="00A2359C"/>
    <w:rsid w:val="00A51B2F"/>
    <w:rsid w:val="00A97F0C"/>
    <w:rsid w:val="00B2414C"/>
    <w:rsid w:val="00B40E6C"/>
    <w:rsid w:val="00BC528B"/>
    <w:rsid w:val="00BD077C"/>
    <w:rsid w:val="00C4395B"/>
    <w:rsid w:val="00C56309"/>
    <w:rsid w:val="00C71DE2"/>
    <w:rsid w:val="00CD3403"/>
    <w:rsid w:val="00D03B50"/>
    <w:rsid w:val="00D666C9"/>
    <w:rsid w:val="00DC68AE"/>
    <w:rsid w:val="00DE7DEA"/>
    <w:rsid w:val="00E31890"/>
    <w:rsid w:val="00E4068D"/>
    <w:rsid w:val="00E513A6"/>
    <w:rsid w:val="00E6469E"/>
    <w:rsid w:val="00EA447C"/>
    <w:rsid w:val="00EF7FD1"/>
    <w:rsid w:val="00F3367B"/>
    <w:rsid w:val="00F34297"/>
    <w:rsid w:val="00F35B9F"/>
    <w:rsid w:val="00F55258"/>
    <w:rsid w:val="00F6190A"/>
    <w:rsid w:val="00FB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DF856B"/>
  <w15:chartTrackingRefBased/>
  <w15:docId w15:val="{90E5ACC3-929F-46CF-9B1C-B66066AEC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28"/>
        <w:szCs w:val="28"/>
        <w:lang w:val="en-US" w:eastAsia="ja-JP" w:bidi="ar-SA"/>
      </w:rPr>
    </w:rPrDefault>
    <w:pPrDefault>
      <w:pPr>
        <w:spacing w:after="120" w:line="288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266CBF" w:themeColor="accent1"/>
      <w:sz w:val="4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360"/>
      <w:outlineLvl w:val="2"/>
    </w:pPr>
    <w:rPr>
      <w:rFonts w:asciiTheme="majorHAnsi" w:eastAsiaTheme="majorEastAsia" w:hAnsiTheme="majorHAnsi" w:cstheme="majorBidi"/>
      <w:color w:val="266CBF" w:themeColor="accent1"/>
      <w:sz w:val="3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360"/>
      <w:outlineLvl w:val="3"/>
    </w:pPr>
    <w:rPr>
      <w:rFonts w:asciiTheme="majorHAnsi" w:eastAsiaTheme="majorEastAsia" w:hAnsiTheme="majorHAnsi" w:cstheme="majorBidi"/>
      <w:i/>
      <w:iCs/>
      <w:color w:val="266CBF" w:themeColor="accent1"/>
      <w:sz w:val="3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360"/>
      <w:outlineLvl w:val="4"/>
    </w:pPr>
    <w:rPr>
      <w:rFonts w:asciiTheme="majorHAnsi" w:eastAsiaTheme="majorEastAsia" w:hAnsiTheme="majorHAnsi" w:cstheme="majorBidi"/>
      <w:b/>
      <w:color w:val="266CBF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360"/>
      <w:outlineLvl w:val="5"/>
    </w:pPr>
    <w:rPr>
      <w:rFonts w:asciiTheme="majorHAnsi" w:eastAsiaTheme="majorEastAsia" w:hAnsiTheme="majorHAnsi" w:cstheme="majorBidi"/>
      <w:b/>
      <w:i/>
      <w:color w:val="266CBF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36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36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360"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paragraph" w:styleId="Title">
    <w:name w:val="Title"/>
    <w:basedOn w:val="Normal"/>
    <w:link w:val="TitleChar"/>
    <w:uiPriority w:val="10"/>
    <w:semiHidden/>
    <w:unhideWhenUsed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266CBF" w:themeColor="accent1"/>
      <w:kern w:val="28"/>
      <w:sz w:val="90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olor w:val="266CBF" w:themeColor="accent1"/>
      <w:sz w:val="46"/>
      <w:szCs w:val="32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Bullet">
    <w:name w:val="List Bullet"/>
    <w:basedOn w:val="Normal"/>
    <w:uiPriority w:val="10"/>
    <w:qFormat/>
    <w:pPr>
      <w:numPr>
        <w:numId w:val="13"/>
      </w:numPr>
    </w:p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480" w:line="240" w:lineRule="auto"/>
      <w:contextualSpacing/>
    </w:pPr>
    <w:rPr>
      <w:rFonts w:eastAsiaTheme="minorEastAsia"/>
      <w:sz w:val="3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sz w:val="34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266CBF" w:themeColor="accent1"/>
      <w:sz w:val="3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66CBF" w:themeColor="accent1"/>
      <w:sz w:val="3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266CBF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i/>
      <w:color w:val="266CBF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595959" w:themeColor="text1" w:themeTint="A6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i/>
      <w:iCs/>
      <w:color w:val="266CBF" w:themeColor="accent1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i/>
      <w:color w:val="266CBF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 w:after="240"/>
    </w:pPr>
    <w:rPr>
      <w:i/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 w:after="240"/>
    </w:pPr>
    <w:rPr>
      <w:b/>
      <w:i/>
      <w:iCs/>
      <w:color w:val="266CBF" w:themeColor="accent1"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266CBF" w:themeColor="accent1"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595959" w:themeColor="text1" w:themeTint="A6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ListNumber">
    <w:name w:val="List Number"/>
    <w:basedOn w:val="Normal"/>
    <w:uiPriority w:val="10"/>
    <w:unhideWhenUsed/>
    <w:qFormat/>
    <w:pPr>
      <w:numPr>
        <w:numId w:val="14"/>
      </w:numPr>
    </w:p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olor w:val="266CBF" w:themeColor="accent1"/>
      <w:kern w:val="28"/>
      <w:sz w:val="90"/>
      <w:szCs w:val="56"/>
    </w:rPr>
  </w:style>
  <w:style w:type="character" w:styleId="Hyperlink">
    <w:name w:val="Hyperlink"/>
    <w:basedOn w:val="DefaultParagraphFont"/>
    <w:uiPriority w:val="99"/>
    <w:unhideWhenUsed/>
    <w:rPr>
      <w:color w:val="266CBF" w:themeColor="hyperlink"/>
      <w:u w:val="single"/>
    </w:rPr>
  </w:style>
  <w:style w:type="table" w:styleId="GridTable5Dark-Accent5">
    <w:name w:val="Grid Table 5 Dark Accent 5"/>
    <w:basedOn w:val="TableNormal"/>
    <w:uiPriority w:val="50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6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884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884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1884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18846" w:themeFill="accent5"/>
      </w:tcPr>
    </w:tblStylePr>
    <w:tblStylePr w:type="band1Vert">
      <w:tblPr/>
      <w:tcPr>
        <w:shd w:val="clear" w:color="auto" w:fill="F9CFB4" w:themeFill="accent5" w:themeFillTint="66"/>
      </w:tcPr>
    </w:tblStylePr>
    <w:tblStylePr w:type="band1Horz">
      <w:tblPr/>
      <w:tcPr>
        <w:shd w:val="clear" w:color="auto" w:fill="F9CFB4" w:themeFill="accent5" w:themeFillTint="66"/>
      </w:tcPr>
    </w:tblStylePr>
  </w:style>
  <w:style w:type="table" w:styleId="GridTable3-Accent1">
    <w:name w:val="Grid Table 3 Accent 1"/>
    <w:basedOn w:val="TableNormal"/>
    <w:uiPriority w:val="48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Ind w:w="0" w:type="dxa"/>
      <w:tblBorders>
        <w:top w:val="single" w:sz="4" w:space="0" w:color="72A5E3" w:themeColor="accent1" w:themeTint="99"/>
        <w:left w:val="single" w:sz="4" w:space="0" w:color="72A5E3" w:themeColor="accent1" w:themeTint="99"/>
        <w:bottom w:val="single" w:sz="4" w:space="0" w:color="72A5E3" w:themeColor="accent1" w:themeTint="99"/>
        <w:right w:val="single" w:sz="4" w:space="0" w:color="72A5E3" w:themeColor="accent1" w:themeTint="99"/>
        <w:insideH w:val="single" w:sz="4" w:space="0" w:color="72A5E3" w:themeColor="accent1" w:themeTint="99"/>
        <w:insideV w:val="single" w:sz="4" w:space="0" w:color="72A5E3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E1F5" w:themeFill="accent1" w:themeFillTint="33"/>
      </w:tcPr>
    </w:tblStylePr>
    <w:tblStylePr w:type="band1Horz">
      <w:tblPr/>
      <w:tcPr>
        <w:shd w:val="clear" w:color="auto" w:fill="D0E1F5" w:themeFill="accent1" w:themeFillTint="33"/>
      </w:tcPr>
    </w:tblStylePr>
    <w:tblStylePr w:type="neCell">
      <w:tblPr/>
      <w:tcPr>
        <w:tcBorders>
          <w:bottom w:val="single" w:sz="4" w:space="0" w:color="72A5E3" w:themeColor="accent1" w:themeTint="99"/>
        </w:tcBorders>
      </w:tcPr>
    </w:tblStylePr>
    <w:tblStylePr w:type="nwCell">
      <w:tblPr/>
      <w:tcPr>
        <w:tcBorders>
          <w:bottom w:val="single" w:sz="4" w:space="0" w:color="72A5E3" w:themeColor="accent1" w:themeTint="99"/>
        </w:tcBorders>
      </w:tcPr>
    </w:tblStylePr>
    <w:tblStylePr w:type="seCell">
      <w:tblPr/>
      <w:tcPr>
        <w:tcBorders>
          <w:top w:val="single" w:sz="4" w:space="0" w:color="72A5E3" w:themeColor="accent1" w:themeTint="99"/>
        </w:tcBorders>
      </w:tcPr>
    </w:tblStylePr>
    <w:tblStylePr w:type="swCell">
      <w:tblPr/>
      <w:tcPr>
        <w:tcBorders>
          <w:top w:val="single" w:sz="4" w:space="0" w:color="72A5E3" w:themeColor="accent1" w:themeTint="99"/>
        </w:tcBorders>
      </w:tcPr>
    </w:tblStylePr>
  </w:style>
  <w:style w:type="paragraph" w:styleId="ListParagraph">
    <w:name w:val="List Paragraph"/>
    <w:basedOn w:val="Normal"/>
    <w:uiPriority w:val="34"/>
    <w:qFormat/>
    <w:rsid w:val="00F3367B"/>
    <w:pPr>
      <w:spacing w:after="0" w:line="240" w:lineRule="auto"/>
      <w:ind w:left="720"/>
      <w:contextualSpacing/>
    </w:pPr>
    <w:rPr>
      <w:rFonts w:eastAsiaTheme="minorEastAsia"/>
      <w:color w:val="auto"/>
      <w:sz w:val="24"/>
      <w:szCs w:val="24"/>
      <w:lang w:val="en-CA" w:eastAsia="en-US"/>
    </w:rPr>
  </w:style>
  <w:style w:type="table" w:styleId="ListTable4-Accent4">
    <w:name w:val="List Table 4 Accent 4"/>
    <w:basedOn w:val="TableNormal"/>
    <w:uiPriority w:val="49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Ind w:w="0" w:type="dxa"/>
      <w:tblBorders>
        <w:top w:val="single" w:sz="4" w:space="0" w:color="EFDA94" w:themeColor="accent4" w:themeTint="99"/>
        <w:left w:val="single" w:sz="4" w:space="0" w:color="EFDA94" w:themeColor="accent4" w:themeTint="99"/>
        <w:bottom w:val="single" w:sz="4" w:space="0" w:color="EFDA94" w:themeColor="accent4" w:themeTint="99"/>
        <w:right w:val="single" w:sz="4" w:space="0" w:color="EFDA94" w:themeColor="accent4" w:themeTint="99"/>
        <w:insideH w:val="single" w:sz="4" w:space="0" w:color="EFDA94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C34E" w:themeColor="accent4"/>
          <w:left w:val="single" w:sz="4" w:space="0" w:color="E5C34E" w:themeColor="accent4"/>
          <w:bottom w:val="single" w:sz="4" w:space="0" w:color="E5C34E" w:themeColor="accent4"/>
          <w:right w:val="single" w:sz="4" w:space="0" w:color="E5C34E" w:themeColor="accent4"/>
          <w:insideH w:val="nil"/>
        </w:tcBorders>
        <w:shd w:val="clear" w:color="auto" w:fill="E5C34E" w:themeFill="accent4"/>
      </w:tcPr>
    </w:tblStylePr>
    <w:tblStylePr w:type="lastRow">
      <w:rPr>
        <w:b/>
        <w:bCs/>
      </w:rPr>
      <w:tblPr/>
      <w:tcPr>
        <w:tcBorders>
          <w:top w:val="double" w:sz="4" w:space="0" w:color="EFDA9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2DB" w:themeFill="accent4" w:themeFillTint="33"/>
      </w:tcPr>
    </w:tblStylePr>
    <w:tblStylePr w:type="band1Horz">
      <w:tblPr/>
      <w:tcPr>
        <w:shd w:val="clear" w:color="auto" w:fill="F9F2DB" w:themeFill="accent4" w:themeFillTint="33"/>
      </w:tcPr>
    </w:tblStylePr>
  </w:style>
  <w:style w:type="table" w:styleId="GridTable4-Accent4">
    <w:name w:val="Grid Table 4 Accent 4"/>
    <w:basedOn w:val="TableNormal"/>
    <w:uiPriority w:val="49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Ind w:w="0" w:type="dxa"/>
      <w:tblBorders>
        <w:top w:val="single" w:sz="4" w:space="0" w:color="EFDA94" w:themeColor="accent4" w:themeTint="99"/>
        <w:left w:val="single" w:sz="4" w:space="0" w:color="EFDA94" w:themeColor="accent4" w:themeTint="99"/>
        <w:bottom w:val="single" w:sz="4" w:space="0" w:color="EFDA94" w:themeColor="accent4" w:themeTint="99"/>
        <w:right w:val="single" w:sz="4" w:space="0" w:color="EFDA94" w:themeColor="accent4" w:themeTint="99"/>
        <w:insideH w:val="single" w:sz="4" w:space="0" w:color="EFDA94" w:themeColor="accent4" w:themeTint="99"/>
        <w:insideV w:val="single" w:sz="4" w:space="0" w:color="EFDA94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C34E" w:themeColor="accent4"/>
          <w:left w:val="single" w:sz="4" w:space="0" w:color="E5C34E" w:themeColor="accent4"/>
          <w:bottom w:val="single" w:sz="4" w:space="0" w:color="E5C34E" w:themeColor="accent4"/>
          <w:right w:val="single" w:sz="4" w:space="0" w:color="E5C34E" w:themeColor="accent4"/>
          <w:insideH w:val="nil"/>
          <w:insideV w:val="nil"/>
        </w:tcBorders>
        <w:shd w:val="clear" w:color="auto" w:fill="E5C34E" w:themeFill="accent4"/>
      </w:tcPr>
    </w:tblStylePr>
    <w:tblStylePr w:type="lastRow">
      <w:rPr>
        <w:b/>
        <w:bCs/>
      </w:rPr>
      <w:tblPr/>
      <w:tcPr>
        <w:tcBorders>
          <w:top w:val="double" w:sz="4" w:space="0" w:color="E5C3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2DB" w:themeFill="accent4" w:themeFillTint="33"/>
      </w:tcPr>
    </w:tblStylePr>
    <w:tblStylePr w:type="band1Horz">
      <w:tblPr/>
      <w:tcPr>
        <w:shd w:val="clear" w:color="auto" w:fill="F9F2DB" w:themeFill="accent4" w:themeFillTint="33"/>
      </w:tcPr>
    </w:tblStylePr>
  </w:style>
  <w:style w:type="table" w:styleId="GridTable5Dark-Accent6">
    <w:name w:val="Grid Table 5 Dark Accent 6"/>
    <w:basedOn w:val="TableNormal"/>
    <w:uiPriority w:val="50"/>
    <w:rsid w:val="00F336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DC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56A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56A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956A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956A5" w:themeFill="accent6"/>
      </w:tcPr>
    </w:tblStylePr>
    <w:tblStylePr w:type="band1Vert">
      <w:tblPr/>
      <w:tcPr>
        <w:shd w:val="clear" w:color="auto" w:fill="CFBADB" w:themeFill="accent6" w:themeFillTint="66"/>
      </w:tcPr>
    </w:tblStylePr>
    <w:tblStylePr w:type="band1Horz">
      <w:tblPr/>
      <w:tcPr>
        <w:shd w:val="clear" w:color="auto" w:fill="CFBADB" w:themeFill="accent6" w:themeFillTint="66"/>
      </w:tcPr>
    </w:tblStylePr>
  </w:style>
  <w:style w:type="table" w:styleId="TableGrid">
    <w:name w:val="Table Grid"/>
    <w:basedOn w:val="TableNormal"/>
    <w:uiPriority w:val="59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1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957190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5985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674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4442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6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24566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624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1373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4880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m\Documents\a%20Rosedale\esl%20live%20course\elementary%20program\curriculum%20development\ESL%20K-8%20Lesson%20Plan%20Template.dotx" TargetMode="External"/></Relationships>
</file>

<file path=word/theme/theme1.xml><?xml version="1.0" encoding="utf-8"?>
<a:theme xmlns:a="http://schemas.openxmlformats.org/drawingml/2006/main" name="Office Theme">
  <a:themeElements>
    <a:clrScheme name="Make a List">
      <a:dk1>
        <a:sysClr val="windowText" lastClr="000000"/>
      </a:dk1>
      <a:lt1>
        <a:sysClr val="window" lastClr="FFFFFF"/>
      </a:lt1>
      <a:dk2>
        <a:srgbClr val="081424"/>
      </a:dk2>
      <a:lt2>
        <a:srgbClr val="EBEBEB"/>
      </a:lt2>
      <a:accent1>
        <a:srgbClr val="266CBF"/>
      </a:accent1>
      <a:accent2>
        <a:srgbClr val="EF8271"/>
      </a:accent2>
      <a:accent3>
        <a:srgbClr val="5DB372"/>
      </a:accent3>
      <a:accent4>
        <a:srgbClr val="E5C34E"/>
      </a:accent4>
      <a:accent5>
        <a:srgbClr val="F18846"/>
      </a:accent5>
      <a:accent6>
        <a:srgbClr val="8956A5"/>
      </a:accent6>
      <a:hlink>
        <a:srgbClr val="266CBF"/>
      </a:hlink>
      <a:folHlink>
        <a:srgbClr val="8956A5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C:\Users\Pam\Documents\a Rosedale\esl live course\elementary program\curriculum development\ESL K-8 Lesson Plan Template.dotx</Template>
  <TotalTime>16</TotalTime>
  <Pages>3</Pages>
  <Words>554</Words>
  <Characters>3158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 Turnbull</dc:creator>
  <cp:keywords/>
  <dc:description/>
  <cp:lastModifiedBy>Marisa L</cp:lastModifiedBy>
  <cp:revision>4</cp:revision>
  <dcterms:created xsi:type="dcterms:W3CDTF">2017-01-08T16:55:00Z</dcterms:created>
  <dcterms:modified xsi:type="dcterms:W3CDTF">2017-01-08T17:42:00Z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TF10002046</vt:lpwstr>
  </property>
</Properties>
</file>