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A0D8D" w14:textId="77777777"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14:paraId="57C78AC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14:paraId="14568F63" w14:textId="6066C6C9" w:rsidR="00F3367B" w:rsidRPr="001105B8" w:rsidRDefault="00F3367B" w:rsidP="00FF3359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C71DE2">
              <w:rPr>
                <w:sz w:val="36"/>
                <w:szCs w:val="36"/>
              </w:rPr>
              <w:t xml:space="preserve"> </w:t>
            </w:r>
            <w:r w:rsidR="00E513A6">
              <w:rPr>
                <w:sz w:val="36"/>
                <w:szCs w:val="36"/>
              </w:rPr>
              <w:t xml:space="preserve">ESLAO </w:t>
            </w:r>
            <w:r w:rsidR="00FF3359">
              <w:rPr>
                <w:sz w:val="36"/>
                <w:szCs w:val="36"/>
              </w:rPr>
              <w:t>1</w:t>
            </w:r>
            <w:r w:rsidR="00E513A6">
              <w:rPr>
                <w:sz w:val="36"/>
                <w:szCs w:val="36"/>
              </w:rPr>
              <w:t>.</w:t>
            </w:r>
            <w:r w:rsidR="00687D18">
              <w:rPr>
                <w:sz w:val="36"/>
                <w:szCs w:val="36"/>
              </w:rPr>
              <w:t>6</w:t>
            </w:r>
          </w:p>
        </w:tc>
      </w:tr>
      <w:tr w:rsidR="00F3367B" w14:paraId="4D140A40" w14:textId="77777777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D2443F6" w14:textId="77777777"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14:paraId="134FE4A0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Marisa Lavoratore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7B0280B3" w14:textId="77777777"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14:paraId="2A10442C" w14:textId="296D2A13" w:rsidR="00F3367B" w:rsidRDefault="00FF3359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3367B" w14:paraId="3A33BFC6" w14:textId="77777777" w:rsidTr="007B4E7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4DA10EB" w14:textId="77777777"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14:paraId="0CC7CEC8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6854861A" w14:textId="77777777"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14:paraId="0DA97D2C" w14:textId="5488A0BF" w:rsidR="00F3367B" w:rsidRDefault="00687D18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</w:tbl>
    <w:p w14:paraId="6E50F102" w14:textId="77777777" w:rsidR="00F3367B" w:rsidRPr="00F3367B" w:rsidRDefault="00F3367B" w:rsidP="00F3367B">
      <w:pPr>
        <w:rPr>
          <w:sz w:val="8"/>
        </w:rPr>
      </w:pPr>
    </w:p>
    <w:tbl>
      <w:tblPr>
        <w:tblStyle w:val="ListTable4-Accent4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14:paraId="15714087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323AD103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14:paraId="52BB1E3B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34C525C1" w14:textId="3443E546" w:rsidR="008B6EBE" w:rsidRPr="00E513A6" w:rsidRDefault="00E513A6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Learn </w:t>
            </w:r>
            <w:r w:rsidR="00FF3359">
              <w:rPr>
                <w:b w:val="0"/>
                <w:lang w:val="en-US"/>
              </w:rPr>
              <w:t>family</w:t>
            </w:r>
            <w:r w:rsidR="00DC68AE" w:rsidRPr="00E513A6">
              <w:rPr>
                <w:b w:val="0"/>
                <w:lang w:val="en-US"/>
              </w:rPr>
              <w:t xml:space="preserve"> vocabulary</w:t>
            </w:r>
          </w:p>
          <w:p w14:paraId="41C6921C" w14:textId="7CA462AD" w:rsidR="00687D18" w:rsidRDefault="00687D18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Sound – </w:t>
            </w:r>
            <w:r w:rsidR="00FF3359">
              <w:rPr>
                <w:b w:val="0"/>
                <w:lang w:val="en-US"/>
              </w:rPr>
              <w:t>“F” and “V”</w:t>
            </w:r>
          </w:p>
          <w:p w14:paraId="2329B4BD" w14:textId="77777777" w:rsidR="00687D18" w:rsidRDefault="00687D18" w:rsidP="00E513A6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Want + infinitive</w:t>
            </w:r>
          </w:p>
          <w:p w14:paraId="0EA45E1C" w14:textId="27A5813D" w:rsidR="00F3367B" w:rsidRPr="00687D18" w:rsidRDefault="00687D18" w:rsidP="00EF7FD1">
            <w:pPr>
              <w:numPr>
                <w:ilvl w:val="0"/>
                <w:numId w:val="37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Like + infinitive</w:t>
            </w:r>
          </w:p>
        </w:tc>
      </w:tr>
    </w:tbl>
    <w:p w14:paraId="6F8390E7" w14:textId="77777777" w:rsidR="00F3367B" w:rsidRPr="00F3367B" w:rsidRDefault="00F3367B" w:rsidP="00F3367B">
      <w:pPr>
        <w:rPr>
          <w:sz w:val="4"/>
        </w:rPr>
      </w:pPr>
    </w:p>
    <w:tbl>
      <w:tblPr>
        <w:tblStyle w:val="GridTable3-Accent1"/>
        <w:tblW w:w="10260" w:type="dxa"/>
        <w:tblInd w:w="232" w:type="dxa"/>
        <w:tblLook w:val="0420" w:firstRow="1" w:lastRow="0" w:firstColumn="0" w:lastColumn="0" w:noHBand="0" w:noVBand="1"/>
      </w:tblPr>
      <w:tblGrid>
        <w:gridCol w:w="1953"/>
        <w:gridCol w:w="4440"/>
        <w:gridCol w:w="3867"/>
      </w:tblGrid>
      <w:tr w:rsidR="00F3367B" w14:paraId="733EE05F" w14:textId="77777777" w:rsidTr="00FF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3" w:type="dxa"/>
          </w:tcPr>
          <w:p w14:paraId="255AD519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440" w:type="dxa"/>
          </w:tcPr>
          <w:p w14:paraId="28ADD834" w14:textId="77777777" w:rsidR="00F3367B" w:rsidRDefault="00F3367B" w:rsidP="00C813B4"/>
        </w:tc>
        <w:tc>
          <w:tcPr>
            <w:tcW w:w="3867" w:type="dxa"/>
          </w:tcPr>
          <w:p w14:paraId="304C1E9B" w14:textId="77777777" w:rsidR="00F3367B" w:rsidRDefault="00F3367B" w:rsidP="00C813B4"/>
        </w:tc>
      </w:tr>
      <w:tr w:rsidR="00F3367B" w14:paraId="698F3E91" w14:textId="77777777" w:rsidTr="00FF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1953" w:type="dxa"/>
          </w:tcPr>
          <w:p w14:paraId="4E3281F7" w14:textId="2C5FE778"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</w:t>
            </w:r>
          </w:p>
        </w:tc>
        <w:tc>
          <w:tcPr>
            <w:tcW w:w="4440" w:type="dxa"/>
          </w:tcPr>
          <w:p w14:paraId="02B0B87A" w14:textId="77777777"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867" w:type="dxa"/>
          </w:tcPr>
          <w:p w14:paraId="50A1C855" w14:textId="77777777"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14:paraId="4AC50A6E" w14:textId="77777777" w:rsidTr="00FF3359">
        <w:tc>
          <w:tcPr>
            <w:tcW w:w="1953" w:type="dxa"/>
            <w:vAlign w:val="center"/>
          </w:tcPr>
          <w:p w14:paraId="376041C7" w14:textId="77777777" w:rsidR="00F3367B" w:rsidRDefault="00F3367B" w:rsidP="00E513A6">
            <w:r>
              <w:t xml:space="preserve">Teacher </w:t>
            </w:r>
            <w:r w:rsidR="00E513A6">
              <w:t>PDF slides</w:t>
            </w:r>
          </w:p>
        </w:tc>
        <w:tc>
          <w:tcPr>
            <w:tcW w:w="4440" w:type="dxa"/>
            <w:vAlign w:val="center"/>
          </w:tcPr>
          <w:p w14:paraId="02C847DD" w14:textId="77777777"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867" w:type="dxa"/>
            <w:vAlign w:val="center"/>
          </w:tcPr>
          <w:p w14:paraId="58799139" w14:textId="77777777" w:rsidR="00F3367B" w:rsidRDefault="00F3367B" w:rsidP="00C813B4"/>
        </w:tc>
      </w:tr>
      <w:tr w:rsidR="00F3367B" w14:paraId="0B9B3831" w14:textId="77777777" w:rsidTr="00FF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1953" w:type="dxa"/>
            <w:vAlign w:val="center"/>
          </w:tcPr>
          <w:p w14:paraId="042DFCD3" w14:textId="77777777" w:rsidR="00F3367B" w:rsidRDefault="00E513A6" w:rsidP="00C813B4">
            <w:r>
              <w:t>Teacher Lesson plan</w:t>
            </w:r>
          </w:p>
        </w:tc>
        <w:tc>
          <w:tcPr>
            <w:tcW w:w="4440" w:type="dxa"/>
            <w:vAlign w:val="center"/>
          </w:tcPr>
          <w:p w14:paraId="7348DC7A" w14:textId="77777777" w:rsidR="00F3367B" w:rsidRDefault="00E513A6" w:rsidP="00C813B4">
            <w:r>
              <w:t>Teacher can use this document to prepare or prompt the lesson</w:t>
            </w:r>
          </w:p>
        </w:tc>
        <w:tc>
          <w:tcPr>
            <w:tcW w:w="3867" w:type="dxa"/>
            <w:vAlign w:val="center"/>
          </w:tcPr>
          <w:p w14:paraId="4D3F2C81" w14:textId="77777777" w:rsidR="00F3367B" w:rsidRDefault="00F3367B" w:rsidP="00C813B4"/>
        </w:tc>
      </w:tr>
      <w:tr w:rsidR="00F3367B" w14:paraId="41C80612" w14:textId="77777777" w:rsidTr="00FF3359">
        <w:tc>
          <w:tcPr>
            <w:tcW w:w="1953" w:type="dxa"/>
            <w:vAlign w:val="center"/>
          </w:tcPr>
          <w:p w14:paraId="5CC775C8" w14:textId="77777777" w:rsidR="00F3367B" w:rsidRDefault="00F3367B" w:rsidP="00C813B4">
            <w:r>
              <w:t>Worksheet</w:t>
            </w:r>
          </w:p>
        </w:tc>
        <w:tc>
          <w:tcPr>
            <w:tcW w:w="4440" w:type="dxa"/>
            <w:vAlign w:val="center"/>
          </w:tcPr>
          <w:p w14:paraId="6AFE6C85" w14:textId="77777777"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867" w:type="dxa"/>
            <w:vAlign w:val="center"/>
          </w:tcPr>
          <w:p w14:paraId="3D96159D" w14:textId="77777777" w:rsidR="00F3367B" w:rsidRDefault="00F3367B" w:rsidP="00C813B4"/>
        </w:tc>
      </w:tr>
    </w:tbl>
    <w:p w14:paraId="2184D424" w14:textId="77777777" w:rsidR="00F3367B" w:rsidRDefault="00F3367B" w:rsidP="00F3367B">
      <w:pPr>
        <w:rPr>
          <w:sz w:val="6"/>
        </w:rPr>
      </w:pPr>
    </w:p>
    <w:p w14:paraId="7FCB3FEB" w14:textId="77777777" w:rsidR="00E513A6" w:rsidRPr="00F3367B" w:rsidRDefault="00E513A6" w:rsidP="00F3367B">
      <w:pPr>
        <w:rPr>
          <w:sz w:val="6"/>
        </w:rPr>
      </w:pPr>
    </w:p>
    <w:tbl>
      <w:tblPr>
        <w:tblStyle w:val="GridTable4-Accent4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14:paraId="06280AE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14:paraId="33600838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14:paraId="272629C2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14:paraId="493759D2" w14:textId="77777777"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14:paraId="6B7DAA93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14:paraId="4F05A8B6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14:paraId="00C59173" w14:textId="77777777" w:rsidTr="00F3367B">
        <w:trPr>
          <w:trHeight w:val="314"/>
        </w:trPr>
        <w:tc>
          <w:tcPr>
            <w:tcW w:w="4765" w:type="dxa"/>
          </w:tcPr>
          <w:p w14:paraId="7E1CB092" w14:textId="77777777" w:rsidR="00F3367B" w:rsidRDefault="00E513A6" w:rsidP="00C813B4">
            <w:r>
              <w:t>Vocabulary</w:t>
            </w:r>
          </w:p>
        </w:tc>
        <w:tc>
          <w:tcPr>
            <w:tcW w:w="2340" w:type="dxa"/>
          </w:tcPr>
          <w:p w14:paraId="2DAEBA9D" w14:textId="4C50AC5A" w:rsidR="00F3367B" w:rsidRDefault="00FF3359" w:rsidP="00687D18">
            <w:pPr>
              <w:jc w:val="center"/>
            </w:pPr>
            <w:r>
              <w:t>3 - 6</w:t>
            </w:r>
          </w:p>
        </w:tc>
        <w:tc>
          <w:tcPr>
            <w:tcW w:w="3161" w:type="dxa"/>
          </w:tcPr>
          <w:p w14:paraId="2339F054" w14:textId="491A56F1" w:rsidR="00F3367B" w:rsidRDefault="00A97F0C" w:rsidP="00C813B4">
            <w:pPr>
              <w:jc w:val="center"/>
            </w:pPr>
            <w:r>
              <w:t>10</w:t>
            </w:r>
            <w:r w:rsidR="00E513A6">
              <w:t xml:space="preserve"> minutes</w:t>
            </w:r>
          </w:p>
        </w:tc>
      </w:tr>
      <w:tr w:rsidR="00F3367B" w14:paraId="60C137C6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14:paraId="36698E78" w14:textId="0824A206" w:rsidR="00F3367B" w:rsidRDefault="00FF3359" w:rsidP="00C813B4">
            <w:r>
              <w:t>Phonics – “F” &amp; “V”</w:t>
            </w:r>
          </w:p>
        </w:tc>
        <w:tc>
          <w:tcPr>
            <w:tcW w:w="2340" w:type="dxa"/>
          </w:tcPr>
          <w:p w14:paraId="0A8B5316" w14:textId="7712F8DB" w:rsidR="00F3367B" w:rsidRDefault="00FF3359" w:rsidP="00687D18">
            <w:pPr>
              <w:jc w:val="center"/>
            </w:pPr>
            <w:r>
              <w:t>8 – 10</w:t>
            </w:r>
          </w:p>
        </w:tc>
        <w:tc>
          <w:tcPr>
            <w:tcW w:w="3161" w:type="dxa"/>
          </w:tcPr>
          <w:p w14:paraId="1DFF287E" w14:textId="4B0EC4C4" w:rsidR="00F3367B" w:rsidRDefault="00E513A6" w:rsidP="00687D18">
            <w:pPr>
              <w:jc w:val="center"/>
            </w:pPr>
            <w:r>
              <w:t>1</w:t>
            </w:r>
            <w:r w:rsidR="00687D18">
              <w:t>5</w:t>
            </w:r>
            <w:r>
              <w:t xml:space="preserve"> minutes</w:t>
            </w:r>
          </w:p>
        </w:tc>
      </w:tr>
      <w:tr w:rsidR="00F3367B" w14:paraId="432EA085" w14:textId="77777777" w:rsidTr="00F3367B">
        <w:tc>
          <w:tcPr>
            <w:tcW w:w="4765" w:type="dxa"/>
          </w:tcPr>
          <w:p w14:paraId="6F858423" w14:textId="446322E0" w:rsidR="00F3367B" w:rsidRDefault="00FF3359" w:rsidP="00EA447C">
            <w:r>
              <w:t>Rhyming Words</w:t>
            </w:r>
          </w:p>
        </w:tc>
        <w:tc>
          <w:tcPr>
            <w:tcW w:w="2340" w:type="dxa"/>
          </w:tcPr>
          <w:p w14:paraId="702B316A" w14:textId="1D734FC9" w:rsidR="00F3367B" w:rsidRDefault="00FF3359" w:rsidP="007B4E7D">
            <w:pPr>
              <w:jc w:val="center"/>
            </w:pPr>
            <w:r>
              <w:t>11 - 14</w:t>
            </w:r>
          </w:p>
        </w:tc>
        <w:tc>
          <w:tcPr>
            <w:tcW w:w="3161" w:type="dxa"/>
          </w:tcPr>
          <w:p w14:paraId="4413B5B4" w14:textId="4E919764" w:rsidR="00F3367B" w:rsidRDefault="00687D18" w:rsidP="00C813B4">
            <w:pPr>
              <w:jc w:val="center"/>
            </w:pPr>
            <w:r>
              <w:t>10</w:t>
            </w:r>
            <w:r w:rsidR="00E513A6">
              <w:t xml:space="preserve"> minutes</w:t>
            </w:r>
          </w:p>
        </w:tc>
      </w:tr>
      <w:tr w:rsidR="00F3367B" w14:paraId="22EBE841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14:paraId="6ED0D7E5" w14:textId="410838BD" w:rsidR="00F3367B" w:rsidRDefault="00FF3359" w:rsidP="00C813B4">
            <w:r>
              <w:t>Why &amp; When</w:t>
            </w:r>
          </w:p>
        </w:tc>
        <w:tc>
          <w:tcPr>
            <w:tcW w:w="2340" w:type="dxa"/>
          </w:tcPr>
          <w:p w14:paraId="5CF75444" w14:textId="09E965F4" w:rsidR="00F3367B" w:rsidRDefault="00FF3359" w:rsidP="007B4E7D">
            <w:pPr>
              <w:jc w:val="center"/>
            </w:pPr>
            <w:r>
              <w:t>15 - 18</w:t>
            </w:r>
          </w:p>
        </w:tc>
        <w:tc>
          <w:tcPr>
            <w:tcW w:w="3161" w:type="dxa"/>
          </w:tcPr>
          <w:p w14:paraId="17689A15" w14:textId="6F0BAA45" w:rsidR="00F3367B" w:rsidRDefault="00687D18" w:rsidP="00C813B4">
            <w:pPr>
              <w:jc w:val="center"/>
            </w:pPr>
            <w:r>
              <w:t>15</w:t>
            </w:r>
            <w:r w:rsidR="00E513A6">
              <w:t xml:space="preserve"> minutes</w:t>
            </w:r>
          </w:p>
        </w:tc>
      </w:tr>
      <w:tr w:rsidR="00EA447C" w14:paraId="7CDDEBEE" w14:textId="77777777" w:rsidTr="00F3367B">
        <w:tc>
          <w:tcPr>
            <w:tcW w:w="4765" w:type="dxa"/>
          </w:tcPr>
          <w:p w14:paraId="56A334EF" w14:textId="68B0F488" w:rsidR="00EA447C" w:rsidRDefault="00EA447C" w:rsidP="00C813B4">
            <w:r>
              <w:t>Review and Homework</w:t>
            </w:r>
          </w:p>
        </w:tc>
        <w:tc>
          <w:tcPr>
            <w:tcW w:w="2340" w:type="dxa"/>
          </w:tcPr>
          <w:p w14:paraId="4E32946F" w14:textId="007F9C1F" w:rsidR="00EA447C" w:rsidRDefault="00FF3359" w:rsidP="00A97F0C">
            <w:pPr>
              <w:jc w:val="center"/>
            </w:pPr>
            <w:r>
              <w:t>19</w:t>
            </w:r>
            <w:r w:rsidR="00687D18">
              <w:t xml:space="preserve"> - 24</w:t>
            </w:r>
          </w:p>
        </w:tc>
        <w:tc>
          <w:tcPr>
            <w:tcW w:w="3161" w:type="dxa"/>
          </w:tcPr>
          <w:p w14:paraId="0575377A" w14:textId="041FAAA3" w:rsidR="00EA447C" w:rsidRDefault="00EA447C" w:rsidP="00C813B4">
            <w:pPr>
              <w:jc w:val="center"/>
            </w:pPr>
            <w:r>
              <w:t>10 minutes</w:t>
            </w:r>
          </w:p>
        </w:tc>
      </w:tr>
      <w:tr w:rsidR="00F3367B" w14:paraId="27B533DC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"/>
        </w:trPr>
        <w:tc>
          <w:tcPr>
            <w:tcW w:w="10266" w:type="dxa"/>
            <w:gridSpan w:val="3"/>
          </w:tcPr>
          <w:p w14:paraId="458F5B7A" w14:textId="77777777" w:rsidR="00F3367B" w:rsidRPr="004731E6" w:rsidRDefault="00F3367B" w:rsidP="00C813B4">
            <w:pPr>
              <w:rPr>
                <w:b/>
                <w:u w:val="single"/>
              </w:rPr>
            </w:pPr>
            <w:r w:rsidRPr="004731E6">
              <w:rPr>
                <w:b/>
                <w:u w:val="single"/>
              </w:rPr>
              <w:t>Extra time:</w:t>
            </w:r>
            <w:r w:rsidR="00E513A6">
              <w:rPr>
                <w:b/>
                <w:u w:val="single"/>
              </w:rPr>
              <w:t xml:space="preserve">  See Worksheet.</w:t>
            </w:r>
          </w:p>
        </w:tc>
      </w:tr>
    </w:tbl>
    <w:p w14:paraId="6D933EE8" w14:textId="77777777" w:rsidR="00E4068D" w:rsidRDefault="00E4068D" w:rsidP="00EF7FD1">
      <w:pPr>
        <w:tabs>
          <w:tab w:val="left" w:pos="284"/>
        </w:tabs>
        <w:spacing w:after="0"/>
      </w:pPr>
    </w:p>
    <w:p w14:paraId="44E14F21" w14:textId="77777777" w:rsidR="00E513A6" w:rsidRDefault="00E513A6">
      <w:pPr>
        <w:rPr>
          <w:b/>
          <w:color w:val="FFFFFF" w:themeColor="background1"/>
        </w:rPr>
      </w:pPr>
      <w:r>
        <w:rPr>
          <w:b/>
          <w:color w:val="FFFFFF" w:themeColor="background1"/>
        </w:rPr>
        <w:br w:type="page"/>
      </w:r>
    </w:p>
    <w:p w14:paraId="12A580C7" w14:textId="77777777"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lastRenderedPageBreak/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14:paraId="2CB51FF9" w14:textId="77777777" w:rsidTr="00EA447C">
        <w:tc>
          <w:tcPr>
            <w:tcW w:w="1129" w:type="dxa"/>
          </w:tcPr>
          <w:p w14:paraId="724A1952" w14:textId="5BE996EC" w:rsidR="0099611E" w:rsidRDefault="00EA447C" w:rsidP="00EF7FD1">
            <w:pPr>
              <w:tabs>
                <w:tab w:val="left" w:pos="284"/>
              </w:tabs>
            </w:pPr>
            <w:r>
              <w:t xml:space="preserve">Slide </w:t>
            </w:r>
            <w:r w:rsidR="00FF3359">
              <w:t>3</w:t>
            </w:r>
          </w:p>
          <w:p w14:paraId="1FBA667D" w14:textId="77777777" w:rsidR="0099611E" w:rsidRDefault="0099611E" w:rsidP="00EF7FD1">
            <w:pPr>
              <w:tabs>
                <w:tab w:val="left" w:pos="284"/>
              </w:tabs>
            </w:pPr>
          </w:p>
          <w:p w14:paraId="4CFA7B16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4050E53E" w14:textId="01EF17D2" w:rsidR="00793735" w:rsidRDefault="004E4ACA" w:rsidP="00793735">
            <w:pPr>
              <w:tabs>
                <w:tab w:val="left" w:pos="284"/>
              </w:tabs>
            </w:pPr>
            <w:r>
              <w:t>Vocabulary:  Introduction</w:t>
            </w:r>
            <w:r w:rsidR="007B4E7D">
              <w:t xml:space="preserve"> </w:t>
            </w:r>
            <w:r w:rsidR="00EF7497">
              <w:t>–</w:t>
            </w:r>
            <w:r w:rsidR="007B4E7D">
              <w:t xml:space="preserve"> </w:t>
            </w:r>
            <w:r w:rsidR="00FF3359">
              <w:t>Family words</w:t>
            </w:r>
          </w:p>
          <w:p w14:paraId="7A7744BA" w14:textId="77777777" w:rsidR="00793735" w:rsidRDefault="00793735" w:rsidP="00793735">
            <w:pPr>
              <w:tabs>
                <w:tab w:val="left" w:pos="284"/>
              </w:tabs>
            </w:pPr>
            <w:r>
              <w:t>Strategy:</w:t>
            </w:r>
          </w:p>
          <w:p w14:paraId="4C947F2B" w14:textId="56496664" w:rsidR="00793735" w:rsidRDefault="007B4E7D" w:rsidP="00793735">
            <w:pPr>
              <w:pStyle w:val="ListParagraph"/>
              <w:numPr>
                <w:ilvl w:val="0"/>
                <w:numId w:val="23"/>
              </w:numPr>
              <w:tabs>
                <w:tab w:val="left" w:pos="284"/>
              </w:tabs>
            </w:pPr>
            <w:r>
              <w:t xml:space="preserve">Review </w:t>
            </w:r>
            <w:r w:rsidR="00EF7497">
              <w:t>words</w:t>
            </w:r>
          </w:p>
          <w:p w14:paraId="58E9EF8E" w14:textId="5FD05104" w:rsidR="00EF7497" w:rsidRDefault="00EF7497" w:rsidP="00793735">
            <w:pPr>
              <w:pStyle w:val="ListParagraph"/>
              <w:numPr>
                <w:ilvl w:val="0"/>
                <w:numId w:val="23"/>
              </w:numPr>
              <w:tabs>
                <w:tab w:val="left" w:pos="284"/>
              </w:tabs>
            </w:pPr>
            <w:r>
              <w:t>Read and repeat</w:t>
            </w:r>
          </w:p>
          <w:p w14:paraId="50AC0167" w14:textId="77777777" w:rsidR="00793735" w:rsidRDefault="00793735" w:rsidP="00793735">
            <w:pPr>
              <w:tabs>
                <w:tab w:val="left" w:pos="284"/>
              </w:tabs>
            </w:pPr>
            <w:r>
              <w:t>Discuss:</w:t>
            </w:r>
          </w:p>
          <w:p w14:paraId="3A14029D" w14:textId="397A0852" w:rsidR="0099611E" w:rsidRPr="00793735" w:rsidRDefault="00FF3359" w:rsidP="00F55258">
            <w:pPr>
              <w:pStyle w:val="ListParagraph"/>
              <w:numPr>
                <w:ilvl w:val="0"/>
                <w:numId w:val="16"/>
              </w:numPr>
              <w:tabs>
                <w:tab w:val="left" w:pos="284"/>
              </w:tabs>
            </w:pPr>
            <w:r>
              <w:t>Talk about your family.  Show them pictures.  Ask about their families.</w:t>
            </w:r>
          </w:p>
        </w:tc>
      </w:tr>
      <w:tr w:rsidR="0099611E" w14:paraId="4B2AB58D" w14:textId="77777777" w:rsidTr="00EA447C">
        <w:tc>
          <w:tcPr>
            <w:tcW w:w="1129" w:type="dxa"/>
          </w:tcPr>
          <w:p w14:paraId="3B984C41" w14:textId="2E00C28A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FF3359">
              <w:t>4</w:t>
            </w:r>
          </w:p>
          <w:p w14:paraId="5CB22750" w14:textId="77777777" w:rsidR="0099611E" w:rsidRDefault="0099611E" w:rsidP="00EF7FD1">
            <w:pPr>
              <w:tabs>
                <w:tab w:val="left" w:pos="284"/>
              </w:tabs>
            </w:pPr>
          </w:p>
          <w:p w14:paraId="399B0FC4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0CB894AB" w14:textId="77816F6C" w:rsidR="0099611E" w:rsidRDefault="004E4ACA" w:rsidP="00EF7FD1">
            <w:pPr>
              <w:tabs>
                <w:tab w:val="left" w:pos="284"/>
              </w:tabs>
            </w:pPr>
            <w:r>
              <w:t xml:space="preserve">Vocabulary:   Read &amp; </w:t>
            </w:r>
            <w:r w:rsidR="007B4E7D">
              <w:t>recognize</w:t>
            </w:r>
          </w:p>
          <w:p w14:paraId="202C1C05" w14:textId="77777777" w:rsidR="00793735" w:rsidRDefault="00793735" w:rsidP="00EF7FD1">
            <w:pPr>
              <w:tabs>
                <w:tab w:val="left" w:pos="284"/>
              </w:tabs>
            </w:pPr>
            <w:r>
              <w:t>Strategy:</w:t>
            </w:r>
          </w:p>
          <w:p w14:paraId="2840708E" w14:textId="63EF39BF" w:rsidR="00FF3359" w:rsidRPr="00FF3359" w:rsidRDefault="00FF3359" w:rsidP="00FF3359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</w:pPr>
            <w:r>
              <w:t>Ask for the names of their family members to add to the tree</w:t>
            </w:r>
          </w:p>
        </w:tc>
      </w:tr>
      <w:tr w:rsidR="0099611E" w14:paraId="6F93852E" w14:textId="77777777" w:rsidTr="00EA447C">
        <w:tc>
          <w:tcPr>
            <w:tcW w:w="1129" w:type="dxa"/>
          </w:tcPr>
          <w:p w14:paraId="4083C461" w14:textId="3F1035B2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FF3359">
              <w:t>5</w:t>
            </w:r>
          </w:p>
          <w:p w14:paraId="1A119522" w14:textId="77777777" w:rsidR="0099611E" w:rsidRDefault="0099611E" w:rsidP="00EF7FD1">
            <w:pPr>
              <w:tabs>
                <w:tab w:val="left" w:pos="284"/>
              </w:tabs>
            </w:pPr>
          </w:p>
          <w:p w14:paraId="2F92EF4D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32F32E6C" w14:textId="7030EC6A" w:rsidR="0099611E" w:rsidRDefault="00F55258" w:rsidP="00EF7FD1">
            <w:pPr>
              <w:tabs>
                <w:tab w:val="left" w:pos="284"/>
              </w:tabs>
            </w:pPr>
            <w:r>
              <w:t xml:space="preserve">Vocabulary:  </w:t>
            </w:r>
            <w:r w:rsidR="00EF7497">
              <w:t>Apply</w:t>
            </w:r>
          </w:p>
          <w:p w14:paraId="3648A9B8" w14:textId="77777777" w:rsidR="00793735" w:rsidRDefault="00793735" w:rsidP="00EF7FD1">
            <w:pPr>
              <w:tabs>
                <w:tab w:val="left" w:pos="284"/>
              </w:tabs>
            </w:pPr>
            <w:r>
              <w:t>Strategy:</w:t>
            </w:r>
          </w:p>
          <w:p w14:paraId="53CCB6F4" w14:textId="0F4FED24" w:rsidR="00EF7497" w:rsidRPr="00EF7497" w:rsidRDefault="00EF7497" w:rsidP="00FF3359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 xml:space="preserve">Match the </w:t>
            </w:r>
            <w:r w:rsidR="00FF3359">
              <w:t>family member to the correct spot in the family tree</w:t>
            </w:r>
          </w:p>
        </w:tc>
      </w:tr>
      <w:tr w:rsidR="00FF3359" w14:paraId="58EF886D" w14:textId="77777777" w:rsidTr="00EA447C">
        <w:tc>
          <w:tcPr>
            <w:tcW w:w="1129" w:type="dxa"/>
          </w:tcPr>
          <w:p w14:paraId="3393E2A6" w14:textId="7851B029" w:rsidR="00FF3359" w:rsidRDefault="00FF3359" w:rsidP="00EF7FD1">
            <w:pPr>
              <w:tabs>
                <w:tab w:val="left" w:pos="284"/>
              </w:tabs>
            </w:pPr>
            <w:r>
              <w:t>Slide 6</w:t>
            </w:r>
          </w:p>
        </w:tc>
        <w:tc>
          <w:tcPr>
            <w:tcW w:w="9634" w:type="dxa"/>
          </w:tcPr>
          <w:p w14:paraId="11E63F0A" w14:textId="0B20BABE" w:rsidR="00FF3359" w:rsidRDefault="00FF3359" w:rsidP="00FF3359">
            <w:pPr>
              <w:tabs>
                <w:tab w:val="left" w:pos="284"/>
              </w:tabs>
            </w:pPr>
            <w:r>
              <w:t xml:space="preserve">Vocabulary:  </w:t>
            </w:r>
            <w:r>
              <w:t>Categorize</w:t>
            </w:r>
          </w:p>
          <w:p w14:paraId="490D106A" w14:textId="77777777" w:rsidR="00FF3359" w:rsidRDefault="00FF3359" w:rsidP="00FF3359">
            <w:pPr>
              <w:tabs>
                <w:tab w:val="left" w:pos="284"/>
              </w:tabs>
            </w:pPr>
            <w:r>
              <w:t>Strategy:</w:t>
            </w:r>
          </w:p>
          <w:p w14:paraId="4B6ABD5D" w14:textId="50F1080B" w:rsidR="00FF3359" w:rsidRPr="00FF3359" w:rsidRDefault="00FF3359" w:rsidP="00FF3359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>Categorize the family members based on male vs female</w:t>
            </w:r>
          </w:p>
        </w:tc>
      </w:tr>
      <w:tr w:rsidR="0099611E" w14:paraId="03844004" w14:textId="77777777" w:rsidTr="00EA447C">
        <w:tc>
          <w:tcPr>
            <w:tcW w:w="1129" w:type="dxa"/>
          </w:tcPr>
          <w:p w14:paraId="6E2440C5" w14:textId="2FDA0D97" w:rsidR="0099611E" w:rsidRDefault="00444A49" w:rsidP="00EF7FD1">
            <w:pPr>
              <w:tabs>
                <w:tab w:val="left" w:pos="284"/>
              </w:tabs>
            </w:pPr>
            <w:r>
              <w:t xml:space="preserve">Slide </w:t>
            </w:r>
            <w:r w:rsidR="002C104A">
              <w:t>8</w:t>
            </w:r>
          </w:p>
          <w:p w14:paraId="7FD5CABF" w14:textId="77777777" w:rsidR="0099611E" w:rsidRDefault="0099611E" w:rsidP="00EF7FD1">
            <w:pPr>
              <w:tabs>
                <w:tab w:val="left" w:pos="284"/>
              </w:tabs>
            </w:pPr>
          </w:p>
          <w:p w14:paraId="47D00FAD" w14:textId="77777777" w:rsidR="0099611E" w:rsidRDefault="0099611E" w:rsidP="00EF7FD1">
            <w:pPr>
              <w:tabs>
                <w:tab w:val="left" w:pos="284"/>
              </w:tabs>
            </w:pPr>
          </w:p>
          <w:p w14:paraId="13F6374B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67B3EABF" w14:textId="5E178048" w:rsidR="0099611E" w:rsidRDefault="00C23EB2" w:rsidP="00EF7FD1">
            <w:pPr>
              <w:tabs>
                <w:tab w:val="left" w:pos="284"/>
              </w:tabs>
            </w:pPr>
            <w:r>
              <w:t>Phonics</w:t>
            </w:r>
            <w:r w:rsidR="0078689A">
              <w:t xml:space="preserve">:  </w:t>
            </w:r>
            <w:r w:rsidR="00FF3359">
              <w:t>“F” and “V”</w:t>
            </w:r>
            <w:r>
              <w:t xml:space="preserve"> - Introduction</w:t>
            </w:r>
          </w:p>
          <w:p w14:paraId="7C418B8F" w14:textId="77777777" w:rsidR="0078689A" w:rsidRDefault="0078689A" w:rsidP="00EF7FD1">
            <w:pPr>
              <w:tabs>
                <w:tab w:val="left" w:pos="284"/>
              </w:tabs>
            </w:pPr>
            <w:r>
              <w:t>Strategy</w:t>
            </w:r>
          </w:p>
          <w:p w14:paraId="7CB162FD" w14:textId="233284D6" w:rsidR="00D666C9" w:rsidRDefault="00C23EB2" w:rsidP="00D666C9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 xml:space="preserve">What sound does </w:t>
            </w:r>
            <w:r w:rsidR="00FF3359">
              <w:t xml:space="preserve">“F” and “V” </w:t>
            </w:r>
            <w:r>
              <w:t>make?</w:t>
            </w:r>
          </w:p>
          <w:p w14:paraId="37744B94" w14:textId="0D7D1F70" w:rsidR="00C23EB2" w:rsidRPr="00D666C9" w:rsidRDefault="00C23EB2" w:rsidP="00D666C9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 xml:space="preserve">Brainstorm words that have </w:t>
            </w:r>
            <w:r w:rsidR="00FF3359">
              <w:t xml:space="preserve">“F” and “V” </w:t>
            </w:r>
            <w:r>
              <w:t>at the beginning, middle and end</w:t>
            </w:r>
          </w:p>
        </w:tc>
      </w:tr>
      <w:tr w:rsidR="007B4E7D" w14:paraId="6CB79F2F" w14:textId="77777777" w:rsidTr="00EA447C">
        <w:tc>
          <w:tcPr>
            <w:tcW w:w="1129" w:type="dxa"/>
          </w:tcPr>
          <w:p w14:paraId="6B2B4021" w14:textId="78C0CA31" w:rsidR="007B4E7D" w:rsidRDefault="007B4E7D" w:rsidP="002C104A">
            <w:pPr>
              <w:tabs>
                <w:tab w:val="left" w:pos="284"/>
              </w:tabs>
            </w:pPr>
            <w:r>
              <w:t xml:space="preserve">Slide </w:t>
            </w:r>
            <w:r w:rsidR="002C104A">
              <w:t>9</w:t>
            </w:r>
          </w:p>
        </w:tc>
        <w:tc>
          <w:tcPr>
            <w:tcW w:w="9634" w:type="dxa"/>
          </w:tcPr>
          <w:p w14:paraId="77A49624" w14:textId="57390A88" w:rsidR="007B4E7D" w:rsidRDefault="005C0666" w:rsidP="00EF7FD1">
            <w:pPr>
              <w:tabs>
                <w:tab w:val="left" w:pos="284"/>
              </w:tabs>
            </w:pPr>
            <w:r>
              <w:t>Phonics</w:t>
            </w:r>
            <w:r w:rsidR="007B4E7D">
              <w:t>:  Warm up</w:t>
            </w:r>
          </w:p>
          <w:p w14:paraId="089C7441" w14:textId="77777777" w:rsidR="007B4E7D" w:rsidRDefault="007B4E7D" w:rsidP="00EF7FD1">
            <w:pPr>
              <w:tabs>
                <w:tab w:val="left" w:pos="284"/>
              </w:tabs>
            </w:pPr>
            <w:r>
              <w:t>Strategy</w:t>
            </w:r>
          </w:p>
          <w:p w14:paraId="142BB700" w14:textId="49B992D7" w:rsidR="00FF3359" w:rsidRDefault="00FF3359" w:rsidP="005C0666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What is the difference between ___f vs ___ves?  Emphasize singular and plural.  Remind students what it looks like.</w:t>
            </w:r>
          </w:p>
          <w:p w14:paraId="34635FF6" w14:textId="77777777" w:rsidR="007B4E7D" w:rsidRDefault="005C0666" w:rsidP="005C0666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Match the word with its picture</w:t>
            </w:r>
          </w:p>
          <w:p w14:paraId="75482B72" w14:textId="40457674" w:rsidR="005C0666" w:rsidRPr="007B4E7D" w:rsidRDefault="005C0666" w:rsidP="005C0666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Cover the word bank and ask students to try and remember the vocabulary words</w:t>
            </w:r>
          </w:p>
        </w:tc>
      </w:tr>
      <w:tr w:rsidR="0099611E" w14:paraId="4A2F861B" w14:textId="77777777" w:rsidTr="005C0666">
        <w:trPr>
          <w:trHeight w:val="730"/>
        </w:trPr>
        <w:tc>
          <w:tcPr>
            <w:tcW w:w="1129" w:type="dxa"/>
          </w:tcPr>
          <w:p w14:paraId="195047C6" w14:textId="4EBA044A" w:rsidR="0099611E" w:rsidRDefault="00444A49" w:rsidP="002C104A">
            <w:pPr>
              <w:tabs>
                <w:tab w:val="left" w:pos="284"/>
              </w:tabs>
            </w:pPr>
            <w:r>
              <w:t xml:space="preserve">Slide </w:t>
            </w:r>
            <w:r w:rsidR="002C104A">
              <w:t>10</w:t>
            </w:r>
          </w:p>
        </w:tc>
        <w:tc>
          <w:tcPr>
            <w:tcW w:w="9634" w:type="dxa"/>
          </w:tcPr>
          <w:p w14:paraId="6080CFCA" w14:textId="1B6DF713" w:rsidR="0078689A" w:rsidRDefault="005C0666" w:rsidP="0078689A">
            <w:pPr>
              <w:tabs>
                <w:tab w:val="left" w:pos="284"/>
              </w:tabs>
            </w:pPr>
            <w:r>
              <w:t>Phonics:  Apply</w:t>
            </w:r>
          </w:p>
          <w:p w14:paraId="30EB33D0" w14:textId="4185B70A" w:rsidR="00D666C9" w:rsidRPr="000C1232" w:rsidRDefault="005C0666" w:rsidP="000C1232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Work together to complete the crossword puzzle</w:t>
            </w:r>
          </w:p>
        </w:tc>
      </w:tr>
      <w:tr w:rsidR="004E4ACA" w14:paraId="29B7C6B8" w14:textId="77777777" w:rsidTr="00EA447C">
        <w:tc>
          <w:tcPr>
            <w:tcW w:w="1129" w:type="dxa"/>
          </w:tcPr>
          <w:p w14:paraId="3F598BAE" w14:textId="204E0C76" w:rsidR="004E4ACA" w:rsidRDefault="004E4ACA" w:rsidP="002C104A">
            <w:pPr>
              <w:tabs>
                <w:tab w:val="left" w:pos="284"/>
              </w:tabs>
            </w:pPr>
            <w:r>
              <w:t xml:space="preserve">Slide </w:t>
            </w:r>
            <w:r w:rsidR="002C104A">
              <w:t>11</w:t>
            </w:r>
          </w:p>
        </w:tc>
        <w:tc>
          <w:tcPr>
            <w:tcW w:w="9634" w:type="dxa"/>
          </w:tcPr>
          <w:p w14:paraId="6186D30B" w14:textId="695CD5EC" w:rsidR="000C1232" w:rsidRDefault="002C104A" w:rsidP="000C1232">
            <w:pPr>
              <w:tabs>
                <w:tab w:val="left" w:pos="284"/>
              </w:tabs>
            </w:pPr>
            <w:r>
              <w:t>Rhyming Words</w:t>
            </w:r>
            <w:r w:rsidR="005C0666">
              <w:t>: Introduction</w:t>
            </w:r>
          </w:p>
          <w:p w14:paraId="623A25E9" w14:textId="77777777" w:rsidR="000C1232" w:rsidRDefault="000C1232" w:rsidP="000C1232">
            <w:pPr>
              <w:tabs>
                <w:tab w:val="left" w:pos="284"/>
              </w:tabs>
            </w:pPr>
            <w:r>
              <w:t>Strategy</w:t>
            </w:r>
          </w:p>
          <w:p w14:paraId="53877EF8" w14:textId="77777777" w:rsidR="005C0666" w:rsidRDefault="002C104A" w:rsidP="000C1232">
            <w:pPr>
              <w:pStyle w:val="ListParagraph"/>
              <w:numPr>
                <w:ilvl w:val="0"/>
                <w:numId w:val="40"/>
              </w:numPr>
              <w:tabs>
                <w:tab w:val="left" w:pos="284"/>
              </w:tabs>
            </w:pPr>
            <w:r>
              <w:t>What are rhymes?</w:t>
            </w:r>
          </w:p>
          <w:p w14:paraId="07EAEADD" w14:textId="77777777" w:rsidR="002C104A" w:rsidRDefault="002C104A" w:rsidP="000C1232">
            <w:pPr>
              <w:pStyle w:val="ListParagraph"/>
              <w:numPr>
                <w:ilvl w:val="0"/>
                <w:numId w:val="40"/>
              </w:numPr>
              <w:tabs>
                <w:tab w:val="left" w:pos="284"/>
              </w:tabs>
            </w:pPr>
            <w:r>
              <w:t>Where do we see rhymes?</w:t>
            </w:r>
          </w:p>
          <w:p w14:paraId="7DBBD3C2" w14:textId="02C6C000" w:rsidR="002C104A" w:rsidRPr="000C1232" w:rsidRDefault="002C104A" w:rsidP="000C1232">
            <w:pPr>
              <w:pStyle w:val="ListParagraph"/>
              <w:numPr>
                <w:ilvl w:val="0"/>
                <w:numId w:val="40"/>
              </w:numPr>
              <w:tabs>
                <w:tab w:val="left" w:pos="284"/>
              </w:tabs>
            </w:pPr>
            <w:r>
              <w:t>Write a word on the slide (Example: bat) and ask students to brainstorm rhymes</w:t>
            </w:r>
          </w:p>
        </w:tc>
      </w:tr>
      <w:tr w:rsidR="00E513A6" w14:paraId="15886819" w14:textId="77777777" w:rsidTr="005371C7">
        <w:trPr>
          <w:trHeight w:val="913"/>
        </w:trPr>
        <w:tc>
          <w:tcPr>
            <w:tcW w:w="1129" w:type="dxa"/>
          </w:tcPr>
          <w:p w14:paraId="0A4F4375" w14:textId="7B379FB3" w:rsidR="00E513A6" w:rsidRDefault="00E513A6" w:rsidP="005C0666">
            <w:pPr>
              <w:tabs>
                <w:tab w:val="left" w:pos="284"/>
              </w:tabs>
            </w:pPr>
            <w:r>
              <w:t xml:space="preserve">Slide </w:t>
            </w:r>
            <w:r w:rsidR="005C0666">
              <w:t>1</w:t>
            </w:r>
            <w:r w:rsidR="002C104A">
              <w:t>2</w:t>
            </w:r>
          </w:p>
        </w:tc>
        <w:tc>
          <w:tcPr>
            <w:tcW w:w="9634" w:type="dxa"/>
          </w:tcPr>
          <w:p w14:paraId="75E7D129" w14:textId="701DD777" w:rsidR="002C104A" w:rsidRDefault="002C104A" w:rsidP="002C104A">
            <w:pPr>
              <w:tabs>
                <w:tab w:val="left" w:pos="284"/>
              </w:tabs>
            </w:pPr>
            <w:r>
              <w:t xml:space="preserve">Rhyming Words: </w:t>
            </w:r>
            <w:r>
              <w:t>Practice</w:t>
            </w:r>
          </w:p>
          <w:p w14:paraId="67243C3B" w14:textId="193D53E8" w:rsidR="00E513A6" w:rsidRDefault="000C1232" w:rsidP="00E513A6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 xml:space="preserve">Work together to </w:t>
            </w:r>
            <w:r w:rsidR="002C104A">
              <w:t>read the sentences</w:t>
            </w:r>
          </w:p>
          <w:p w14:paraId="0EDDA35B" w14:textId="77777777" w:rsidR="000C1232" w:rsidRDefault="002C104A" w:rsidP="002C104A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Ask students to circle the rhyming words in each sentence</w:t>
            </w:r>
          </w:p>
          <w:p w14:paraId="0734F42F" w14:textId="4573E238" w:rsidR="002C104A" w:rsidRPr="00E513A6" w:rsidRDefault="002C104A" w:rsidP="002C104A">
            <w:pPr>
              <w:pStyle w:val="ListParagraph"/>
              <w:numPr>
                <w:ilvl w:val="1"/>
                <w:numId w:val="34"/>
              </w:numPr>
              <w:tabs>
                <w:tab w:val="left" w:pos="284"/>
              </w:tabs>
            </w:pPr>
            <w:r>
              <w:t>Emphasize word ending and similar sounds</w:t>
            </w:r>
          </w:p>
        </w:tc>
      </w:tr>
      <w:tr w:rsidR="00E513A6" w14:paraId="4291C248" w14:textId="77777777" w:rsidTr="005371C7">
        <w:tc>
          <w:tcPr>
            <w:tcW w:w="1129" w:type="dxa"/>
          </w:tcPr>
          <w:p w14:paraId="2D0E4353" w14:textId="67CBD6AE" w:rsidR="00E513A6" w:rsidRDefault="00E513A6" w:rsidP="002C104A">
            <w:pPr>
              <w:tabs>
                <w:tab w:val="left" w:pos="284"/>
              </w:tabs>
            </w:pPr>
            <w:r>
              <w:t>Slide</w:t>
            </w:r>
            <w:r w:rsidR="005371C7">
              <w:t xml:space="preserve"> </w:t>
            </w:r>
            <w:r w:rsidR="002C104A">
              <w:t>13</w:t>
            </w:r>
          </w:p>
        </w:tc>
        <w:tc>
          <w:tcPr>
            <w:tcW w:w="9634" w:type="dxa"/>
          </w:tcPr>
          <w:p w14:paraId="4D5FCE8A" w14:textId="1CC1B641" w:rsidR="002C104A" w:rsidRDefault="002C104A" w:rsidP="002C104A">
            <w:pPr>
              <w:tabs>
                <w:tab w:val="left" w:pos="284"/>
              </w:tabs>
            </w:pPr>
            <w:r>
              <w:t xml:space="preserve">Rhyming Words: </w:t>
            </w:r>
            <w:r>
              <w:t>Extend</w:t>
            </w:r>
          </w:p>
          <w:p w14:paraId="191B7F5D" w14:textId="77777777" w:rsidR="00E513A6" w:rsidRDefault="00E513A6" w:rsidP="0078689A">
            <w:pPr>
              <w:tabs>
                <w:tab w:val="left" w:pos="284"/>
              </w:tabs>
            </w:pPr>
            <w:r>
              <w:t>Strategy:</w:t>
            </w:r>
          </w:p>
          <w:p w14:paraId="5EFADC3F" w14:textId="77777777" w:rsidR="000C1232" w:rsidRDefault="002C104A" w:rsidP="002C104A">
            <w:pPr>
              <w:pStyle w:val="ListParagraph"/>
              <w:numPr>
                <w:ilvl w:val="0"/>
                <w:numId w:val="35"/>
              </w:numPr>
              <w:tabs>
                <w:tab w:val="left" w:pos="284"/>
              </w:tabs>
            </w:pPr>
            <w:r>
              <w:t>Read the words in the columns</w:t>
            </w:r>
          </w:p>
          <w:p w14:paraId="3977C372" w14:textId="0AAB5E60" w:rsidR="002C104A" w:rsidRPr="00894EC6" w:rsidRDefault="002C104A" w:rsidP="002C104A">
            <w:pPr>
              <w:pStyle w:val="ListParagraph"/>
              <w:numPr>
                <w:ilvl w:val="0"/>
                <w:numId w:val="35"/>
              </w:numPr>
              <w:tabs>
                <w:tab w:val="left" w:pos="284"/>
              </w:tabs>
            </w:pPr>
            <w:r>
              <w:t>Ask students to identify the rhymes – this time focusing on sound instead of word endings</w:t>
            </w:r>
          </w:p>
        </w:tc>
      </w:tr>
      <w:tr w:rsidR="00377BF3" w14:paraId="6B8E4FA5" w14:textId="77777777" w:rsidTr="00EA447C">
        <w:tc>
          <w:tcPr>
            <w:tcW w:w="1129" w:type="dxa"/>
          </w:tcPr>
          <w:p w14:paraId="24A216EA" w14:textId="67BFC87E" w:rsidR="00377BF3" w:rsidRDefault="00377BF3" w:rsidP="002C104A">
            <w:pPr>
              <w:tabs>
                <w:tab w:val="left" w:pos="284"/>
              </w:tabs>
            </w:pPr>
            <w:r>
              <w:t xml:space="preserve">Slide </w:t>
            </w:r>
            <w:r w:rsidR="002C104A">
              <w:t>14</w:t>
            </w:r>
          </w:p>
        </w:tc>
        <w:tc>
          <w:tcPr>
            <w:tcW w:w="9634" w:type="dxa"/>
          </w:tcPr>
          <w:p w14:paraId="41E27C27" w14:textId="6EB62FA6" w:rsidR="00377BF3" w:rsidRDefault="00237C2A" w:rsidP="00955D68">
            <w:pPr>
              <w:tabs>
                <w:tab w:val="left" w:pos="284"/>
              </w:tabs>
            </w:pPr>
            <w:r>
              <w:t>Rhyming Words</w:t>
            </w:r>
            <w:r w:rsidR="00377BF3">
              <w:t xml:space="preserve">: </w:t>
            </w:r>
            <w:r w:rsidR="002C104A">
              <w:t>Challenge</w:t>
            </w:r>
          </w:p>
          <w:p w14:paraId="28C1CA39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1D4F87F6" w14:textId="77777777" w:rsidR="00237C2A" w:rsidRDefault="00F87E81" w:rsidP="002C104A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 xml:space="preserve">Ask students </w:t>
            </w:r>
            <w:r w:rsidR="002C104A">
              <w:t xml:space="preserve">to write sentences with </w:t>
            </w:r>
            <w:r w:rsidR="00237C2A">
              <w:t xml:space="preserve">rhyming words.  </w:t>
            </w:r>
          </w:p>
          <w:p w14:paraId="7955CC5F" w14:textId="757AB6B0" w:rsidR="00377BF3" w:rsidRDefault="00237C2A" w:rsidP="00237C2A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</w:pPr>
            <w:r>
              <w:t>Challenge students to include all 3 words in each sentence.</w:t>
            </w:r>
          </w:p>
        </w:tc>
      </w:tr>
      <w:tr w:rsidR="00377BF3" w14:paraId="3B58A7B8" w14:textId="77777777" w:rsidTr="00F34297">
        <w:trPr>
          <w:trHeight w:val="1233"/>
        </w:trPr>
        <w:tc>
          <w:tcPr>
            <w:tcW w:w="1129" w:type="dxa"/>
          </w:tcPr>
          <w:p w14:paraId="6FAF3E19" w14:textId="157918A2" w:rsidR="00377BF3" w:rsidRDefault="00377BF3" w:rsidP="00237C2A">
            <w:pPr>
              <w:tabs>
                <w:tab w:val="left" w:pos="284"/>
              </w:tabs>
            </w:pPr>
            <w:r>
              <w:lastRenderedPageBreak/>
              <w:t xml:space="preserve">Slide </w:t>
            </w:r>
            <w:r w:rsidR="00237C2A">
              <w:t>15</w:t>
            </w:r>
          </w:p>
        </w:tc>
        <w:tc>
          <w:tcPr>
            <w:tcW w:w="9634" w:type="dxa"/>
          </w:tcPr>
          <w:p w14:paraId="039C5D7B" w14:textId="03E24B19" w:rsidR="00377BF3" w:rsidRDefault="00237C2A" w:rsidP="00955D68">
            <w:pPr>
              <w:tabs>
                <w:tab w:val="left" w:pos="284"/>
              </w:tabs>
            </w:pPr>
            <w:r>
              <w:t>When &amp; Why</w:t>
            </w:r>
            <w:r w:rsidR="00382A05">
              <w:t xml:space="preserve">:  </w:t>
            </w:r>
            <w:r>
              <w:t>Introduction</w:t>
            </w:r>
          </w:p>
          <w:p w14:paraId="20BAEE9C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736FB3FD" w14:textId="77777777" w:rsidR="00382A05" w:rsidRDefault="00237C2A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When do we see these words?</w:t>
            </w:r>
          </w:p>
          <w:p w14:paraId="30EE26F1" w14:textId="32CA8FD6" w:rsidR="00237C2A" w:rsidRPr="0097308D" w:rsidRDefault="00237C2A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Can we think of examples?</w:t>
            </w:r>
          </w:p>
        </w:tc>
      </w:tr>
      <w:tr w:rsidR="00377BF3" w14:paraId="0F48A3A3" w14:textId="77777777" w:rsidTr="00B057F8">
        <w:trPr>
          <w:trHeight w:val="1486"/>
        </w:trPr>
        <w:tc>
          <w:tcPr>
            <w:tcW w:w="1129" w:type="dxa"/>
          </w:tcPr>
          <w:p w14:paraId="207F2643" w14:textId="422D74B9" w:rsidR="00377BF3" w:rsidRDefault="00377BF3" w:rsidP="00237C2A">
            <w:pPr>
              <w:tabs>
                <w:tab w:val="left" w:pos="284"/>
              </w:tabs>
            </w:pPr>
            <w:r>
              <w:t xml:space="preserve">Slide </w:t>
            </w:r>
            <w:r w:rsidR="00237C2A">
              <w:t>16</w:t>
            </w:r>
          </w:p>
        </w:tc>
        <w:tc>
          <w:tcPr>
            <w:tcW w:w="9634" w:type="dxa"/>
          </w:tcPr>
          <w:p w14:paraId="113F5E86" w14:textId="48A16867" w:rsidR="00237C2A" w:rsidRDefault="00237C2A" w:rsidP="00237C2A">
            <w:pPr>
              <w:tabs>
                <w:tab w:val="left" w:pos="284"/>
              </w:tabs>
            </w:pPr>
            <w:r>
              <w:t xml:space="preserve">When &amp; Why:  </w:t>
            </w:r>
            <w:r>
              <w:t>Practice</w:t>
            </w:r>
          </w:p>
          <w:p w14:paraId="10127D26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6EA4CEEF" w14:textId="77777777" w:rsidR="00377BF3" w:rsidRDefault="00237C2A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Read the sentences</w:t>
            </w:r>
          </w:p>
          <w:p w14:paraId="73AB3E92" w14:textId="77777777" w:rsidR="00237C2A" w:rsidRDefault="00237C2A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Match the answer to the appropriate question</w:t>
            </w:r>
          </w:p>
          <w:p w14:paraId="48EB8B37" w14:textId="21174D3D" w:rsidR="00237C2A" w:rsidRPr="0097308D" w:rsidRDefault="00237C2A" w:rsidP="0097308D">
            <w:pPr>
              <w:pStyle w:val="ListParagraph"/>
              <w:numPr>
                <w:ilvl w:val="0"/>
                <w:numId w:val="34"/>
              </w:numPr>
              <w:tabs>
                <w:tab w:val="left" w:pos="284"/>
              </w:tabs>
            </w:pPr>
            <w:r>
              <w:t>BONUS:  Can students generate questions that match those answers</w:t>
            </w:r>
          </w:p>
        </w:tc>
      </w:tr>
      <w:tr w:rsidR="00377BF3" w14:paraId="035C7E6D" w14:textId="77777777" w:rsidTr="0097308D">
        <w:tc>
          <w:tcPr>
            <w:tcW w:w="1129" w:type="dxa"/>
          </w:tcPr>
          <w:p w14:paraId="337BD060" w14:textId="502D5E76" w:rsidR="00377BF3" w:rsidRDefault="00377BF3" w:rsidP="00B057F8">
            <w:pPr>
              <w:tabs>
                <w:tab w:val="left" w:pos="284"/>
              </w:tabs>
            </w:pPr>
            <w:r>
              <w:t xml:space="preserve">Slide </w:t>
            </w:r>
            <w:r w:rsidR="00B057F8">
              <w:t>17</w:t>
            </w:r>
          </w:p>
        </w:tc>
        <w:tc>
          <w:tcPr>
            <w:tcW w:w="9634" w:type="dxa"/>
          </w:tcPr>
          <w:p w14:paraId="56E2B82E" w14:textId="77777777" w:rsidR="00237C2A" w:rsidRDefault="00237C2A" w:rsidP="00237C2A">
            <w:pPr>
              <w:tabs>
                <w:tab w:val="left" w:pos="284"/>
              </w:tabs>
            </w:pPr>
            <w:r>
              <w:t>When &amp; Why:  Practice</w:t>
            </w:r>
          </w:p>
          <w:p w14:paraId="5A28313B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2FF5CA3E" w14:textId="10409544" w:rsidR="00F34297" w:rsidRPr="0097308D" w:rsidRDefault="00382A05" w:rsidP="00B057F8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 xml:space="preserve">Ask each student to </w:t>
            </w:r>
            <w:r w:rsidR="00B057F8">
              <w:t>match the questions to the answers</w:t>
            </w:r>
          </w:p>
        </w:tc>
      </w:tr>
      <w:tr w:rsidR="00377BF3" w14:paraId="628EF118" w14:textId="77777777" w:rsidTr="00EA447C">
        <w:tc>
          <w:tcPr>
            <w:tcW w:w="1129" w:type="dxa"/>
          </w:tcPr>
          <w:p w14:paraId="6D024DEC" w14:textId="21086040" w:rsidR="00377BF3" w:rsidRDefault="00B057F8" w:rsidP="00B057F8">
            <w:pPr>
              <w:tabs>
                <w:tab w:val="left" w:pos="284"/>
              </w:tabs>
            </w:pPr>
            <w:r>
              <w:t>Slide 18</w:t>
            </w:r>
          </w:p>
        </w:tc>
        <w:tc>
          <w:tcPr>
            <w:tcW w:w="9634" w:type="dxa"/>
          </w:tcPr>
          <w:p w14:paraId="76BB674F" w14:textId="7F5AB71E" w:rsidR="00B057F8" w:rsidRDefault="00B057F8" w:rsidP="00B057F8">
            <w:pPr>
              <w:tabs>
                <w:tab w:val="left" w:pos="284"/>
              </w:tabs>
            </w:pPr>
            <w:r>
              <w:t xml:space="preserve">When &amp; Why:  </w:t>
            </w:r>
            <w:r>
              <w:t>Writing</w:t>
            </w:r>
          </w:p>
          <w:p w14:paraId="739267DE" w14:textId="77777777" w:rsidR="00377BF3" w:rsidRDefault="00377BF3" w:rsidP="00955D68">
            <w:pPr>
              <w:tabs>
                <w:tab w:val="left" w:pos="284"/>
              </w:tabs>
            </w:pPr>
            <w:r>
              <w:t>Strategy:</w:t>
            </w:r>
          </w:p>
          <w:p w14:paraId="3909CD58" w14:textId="6766FC42" w:rsidR="00B057F8" w:rsidRDefault="00B057F8" w:rsidP="00B057F8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>Ask students to write 5 questions using “When” and “Why” while you write 5 of your own</w:t>
            </w:r>
          </w:p>
          <w:p w14:paraId="74E8683C" w14:textId="2A50BE95" w:rsidR="00B057F8" w:rsidRPr="00B057F8" w:rsidRDefault="00B057F8" w:rsidP="00B057F8">
            <w:pPr>
              <w:pStyle w:val="ListParagraph"/>
              <w:numPr>
                <w:ilvl w:val="0"/>
                <w:numId w:val="36"/>
              </w:numPr>
              <w:tabs>
                <w:tab w:val="left" w:pos="284"/>
              </w:tabs>
            </w:pPr>
            <w:r>
              <w:t>Trade questions and answers</w:t>
            </w:r>
          </w:p>
          <w:p w14:paraId="0C743E83" w14:textId="77777777" w:rsidR="00377BF3" w:rsidRDefault="00377BF3" w:rsidP="0078689A">
            <w:pPr>
              <w:tabs>
                <w:tab w:val="left" w:pos="284"/>
              </w:tabs>
            </w:pPr>
          </w:p>
        </w:tc>
      </w:tr>
      <w:tr w:rsidR="00B057F8" w14:paraId="7A686338" w14:textId="77777777" w:rsidTr="00DC01EB">
        <w:trPr>
          <w:trHeight w:val="912"/>
        </w:trPr>
        <w:tc>
          <w:tcPr>
            <w:tcW w:w="1129" w:type="dxa"/>
          </w:tcPr>
          <w:p w14:paraId="3DD9E395" w14:textId="11B34B11" w:rsidR="00B057F8" w:rsidRDefault="00B057F8" w:rsidP="00B057F8">
            <w:pPr>
              <w:tabs>
                <w:tab w:val="left" w:pos="284"/>
              </w:tabs>
            </w:pPr>
            <w:r>
              <w:t>Slide 20</w:t>
            </w:r>
          </w:p>
        </w:tc>
        <w:tc>
          <w:tcPr>
            <w:tcW w:w="9634" w:type="dxa"/>
          </w:tcPr>
          <w:p w14:paraId="71BA1EFC" w14:textId="77777777" w:rsidR="00B057F8" w:rsidRDefault="00B057F8" w:rsidP="00B057F8">
            <w:pPr>
              <w:tabs>
                <w:tab w:val="left" w:pos="284"/>
              </w:tabs>
            </w:pPr>
            <w:r>
              <w:t>Vocabulary: Review</w:t>
            </w:r>
          </w:p>
          <w:p w14:paraId="532E2F83" w14:textId="77777777" w:rsidR="00B057F8" w:rsidRDefault="00B057F8" w:rsidP="00B057F8">
            <w:pPr>
              <w:tabs>
                <w:tab w:val="left" w:pos="284"/>
              </w:tabs>
            </w:pPr>
            <w:r>
              <w:t>Strategy:</w:t>
            </w:r>
          </w:p>
          <w:p w14:paraId="6AFCAC3C" w14:textId="4F5D4227" w:rsidR="00B057F8" w:rsidRPr="00DC01EB" w:rsidRDefault="00DC01EB" w:rsidP="00DC01EB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Ask students to list the family words learned at the beginning of the lesson</w:t>
            </w:r>
          </w:p>
        </w:tc>
      </w:tr>
      <w:tr w:rsidR="00B057F8" w14:paraId="0B8CBD84" w14:textId="77777777" w:rsidTr="00EA447C">
        <w:tc>
          <w:tcPr>
            <w:tcW w:w="1129" w:type="dxa"/>
          </w:tcPr>
          <w:p w14:paraId="6B48E29D" w14:textId="2DE1A702" w:rsidR="00B057F8" w:rsidRDefault="00B057F8" w:rsidP="00B057F8">
            <w:pPr>
              <w:tabs>
                <w:tab w:val="left" w:pos="284"/>
              </w:tabs>
            </w:pPr>
            <w:r>
              <w:t>Slide 21</w:t>
            </w:r>
          </w:p>
        </w:tc>
        <w:tc>
          <w:tcPr>
            <w:tcW w:w="9634" w:type="dxa"/>
          </w:tcPr>
          <w:p w14:paraId="394BB642" w14:textId="765F2471" w:rsidR="00B057F8" w:rsidRDefault="00B057F8" w:rsidP="00B057F8">
            <w:pPr>
              <w:tabs>
                <w:tab w:val="left" w:pos="284"/>
              </w:tabs>
            </w:pPr>
            <w:r>
              <w:t>Phonics</w:t>
            </w:r>
            <w:r>
              <w:t>: Review</w:t>
            </w:r>
            <w:r w:rsidR="00DC01EB">
              <w:t xml:space="preserve"> “F” and “V”</w:t>
            </w:r>
          </w:p>
          <w:p w14:paraId="289BC989" w14:textId="77777777" w:rsidR="00B057F8" w:rsidRDefault="00B057F8" w:rsidP="00B057F8">
            <w:pPr>
              <w:tabs>
                <w:tab w:val="left" w:pos="284"/>
              </w:tabs>
            </w:pPr>
            <w:r>
              <w:t>Strategy:</w:t>
            </w:r>
          </w:p>
          <w:p w14:paraId="662A9B17" w14:textId="1296888F" w:rsidR="00B057F8" w:rsidRPr="00DC01EB" w:rsidRDefault="00DC01EB" w:rsidP="00DC01EB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Write a word that ends in “F” or “Ves” and ask student to say/write its corresponding singular/plural</w:t>
            </w:r>
          </w:p>
        </w:tc>
      </w:tr>
      <w:tr w:rsidR="00B057F8" w14:paraId="36C096DF" w14:textId="77777777" w:rsidTr="00EA447C">
        <w:tc>
          <w:tcPr>
            <w:tcW w:w="1129" w:type="dxa"/>
          </w:tcPr>
          <w:p w14:paraId="2B916F85" w14:textId="1568B54B" w:rsidR="00B057F8" w:rsidRDefault="00B057F8" w:rsidP="00B057F8">
            <w:pPr>
              <w:tabs>
                <w:tab w:val="left" w:pos="284"/>
              </w:tabs>
            </w:pPr>
            <w:r>
              <w:t>Slide 22</w:t>
            </w:r>
          </w:p>
        </w:tc>
        <w:tc>
          <w:tcPr>
            <w:tcW w:w="9634" w:type="dxa"/>
          </w:tcPr>
          <w:p w14:paraId="7B8F5226" w14:textId="440C971A" w:rsidR="00B057F8" w:rsidRDefault="00B057F8" w:rsidP="00B057F8">
            <w:pPr>
              <w:tabs>
                <w:tab w:val="left" w:pos="284"/>
              </w:tabs>
            </w:pPr>
            <w:r>
              <w:t>Rhyming Words</w:t>
            </w:r>
            <w:r>
              <w:t>: Review</w:t>
            </w:r>
          </w:p>
          <w:p w14:paraId="444F83A6" w14:textId="77777777" w:rsidR="00B057F8" w:rsidRDefault="00B057F8" w:rsidP="00B057F8">
            <w:pPr>
              <w:tabs>
                <w:tab w:val="left" w:pos="284"/>
              </w:tabs>
            </w:pPr>
            <w:r>
              <w:t>Strategy:</w:t>
            </w:r>
          </w:p>
          <w:p w14:paraId="05700D73" w14:textId="761A4CE0" w:rsidR="00B057F8" w:rsidRPr="00DC01EB" w:rsidRDefault="00DC01EB" w:rsidP="00DC01EB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Ask students to sing a song to you – write the rhyming words together on the screen</w:t>
            </w:r>
          </w:p>
        </w:tc>
      </w:tr>
      <w:tr w:rsidR="00B057F8" w14:paraId="384F22C3" w14:textId="77777777" w:rsidTr="00EA447C">
        <w:tc>
          <w:tcPr>
            <w:tcW w:w="1129" w:type="dxa"/>
          </w:tcPr>
          <w:p w14:paraId="162CA529" w14:textId="4EF55394" w:rsidR="00B057F8" w:rsidRDefault="00B057F8" w:rsidP="00B057F8">
            <w:pPr>
              <w:tabs>
                <w:tab w:val="left" w:pos="284"/>
              </w:tabs>
            </w:pPr>
            <w:r>
              <w:t>Slide 23</w:t>
            </w:r>
          </w:p>
        </w:tc>
        <w:tc>
          <w:tcPr>
            <w:tcW w:w="9634" w:type="dxa"/>
          </w:tcPr>
          <w:p w14:paraId="397A5D48" w14:textId="4F6EADFC" w:rsidR="00B057F8" w:rsidRDefault="00B057F8" w:rsidP="00B057F8">
            <w:pPr>
              <w:tabs>
                <w:tab w:val="left" w:pos="284"/>
              </w:tabs>
            </w:pPr>
            <w:r>
              <w:t>When &amp; Why</w:t>
            </w:r>
            <w:r>
              <w:t>: Review</w:t>
            </w:r>
          </w:p>
          <w:p w14:paraId="2659752A" w14:textId="77777777" w:rsidR="00B057F8" w:rsidRDefault="00B057F8" w:rsidP="00B057F8">
            <w:pPr>
              <w:tabs>
                <w:tab w:val="left" w:pos="284"/>
              </w:tabs>
            </w:pPr>
            <w:r>
              <w:t>Strategy:</w:t>
            </w:r>
          </w:p>
          <w:p w14:paraId="49C8D2E3" w14:textId="521719EB" w:rsidR="00B057F8" w:rsidRPr="00DC01EB" w:rsidRDefault="0038145F" w:rsidP="00DC01EB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Ask students to write a question together.  One student starts with the first word and then the next student adds a word until the sentence is complete.</w:t>
            </w:r>
          </w:p>
        </w:tc>
      </w:tr>
      <w:tr w:rsidR="00B057F8" w14:paraId="00D3CC70" w14:textId="77777777" w:rsidTr="0038145F">
        <w:trPr>
          <w:trHeight w:val="563"/>
        </w:trPr>
        <w:tc>
          <w:tcPr>
            <w:tcW w:w="1129" w:type="dxa"/>
          </w:tcPr>
          <w:p w14:paraId="086D5713" w14:textId="5856917E" w:rsidR="00B057F8" w:rsidRDefault="00B057F8" w:rsidP="00B057F8">
            <w:pPr>
              <w:tabs>
                <w:tab w:val="left" w:pos="284"/>
              </w:tabs>
            </w:pPr>
            <w:r>
              <w:t>Slide 24</w:t>
            </w:r>
          </w:p>
        </w:tc>
        <w:tc>
          <w:tcPr>
            <w:tcW w:w="9634" w:type="dxa"/>
          </w:tcPr>
          <w:p w14:paraId="64156FF1" w14:textId="77777777" w:rsidR="00B057F8" w:rsidRDefault="00B057F8" w:rsidP="00B057F8">
            <w:pPr>
              <w:tabs>
                <w:tab w:val="left" w:pos="284"/>
              </w:tabs>
            </w:pPr>
            <w:r>
              <w:t>Homework: Writing</w:t>
            </w:r>
          </w:p>
          <w:p w14:paraId="5B4A1D71" w14:textId="77777777" w:rsidR="00B057F8" w:rsidRDefault="0038145F" w:rsidP="00B057F8">
            <w:pPr>
              <w:tabs>
                <w:tab w:val="left" w:pos="284"/>
              </w:tabs>
            </w:pPr>
            <w:r>
              <w:t>Strategy:</w:t>
            </w:r>
          </w:p>
          <w:p w14:paraId="65B23623" w14:textId="6E0D4637" w:rsidR="0038145F" w:rsidRPr="0038145F" w:rsidRDefault="0038145F" w:rsidP="0038145F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Ask students to write a favourite memory they share with a relative.  Use 5 sentences.</w:t>
            </w:r>
            <w:bookmarkStart w:id="0" w:name="_GoBack"/>
            <w:bookmarkEnd w:id="0"/>
          </w:p>
        </w:tc>
      </w:tr>
    </w:tbl>
    <w:p w14:paraId="139A3B80" w14:textId="4558666C"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5DDE6" w14:textId="77777777" w:rsidR="00812FC8" w:rsidRDefault="00812FC8">
      <w:pPr>
        <w:spacing w:after="0" w:line="240" w:lineRule="auto"/>
      </w:pPr>
      <w:r>
        <w:separator/>
      </w:r>
    </w:p>
    <w:p w14:paraId="795E83C3" w14:textId="77777777" w:rsidR="00812FC8" w:rsidRDefault="00812FC8"/>
    <w:p w14:paraId="39F1CD6C" w14:textId="77777777" w:rsidR="00812FC8" w:rsidRDefault="00812FC8"/>
  </w:endnote>
  <w:endnote w:type="continuationSeparator" w:id="0">
    <w:p w14:paraId="36DD8A57" w14:textId="77777777" w:rsidR="00812FC8" w:rsidRDefault="00812FC8">
      <w:pPr>
        <w:spacing w:after="0" w:line="240" w:lineRule="auto"/>
      </w:pPr>
      <w:r>
        <w:continuationSeparator/>
      </w:r>
    </w:p>
    <w:p w14:paraId="6C10ECB7" w14:textId="77777777" w:rsidR="00812FC8" w:rsidRDefault="00812FC8"/>
    <w:p w14:paraId="605622C3" w14:textId="77777777" w:rsidR="00812FC8" w:rsidRDefault="00812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AAC83" w14:textId="77777777" w:rsidR="00812FC8" w:rsidRDefault="00812FC8">
      <w:pPr>
        <w:spacing w:after="0" w:line="240" w:lineRule="auto"/>
      </w:pPr>
      <w:r>
        <w:separator/>
      </w:r>
    </w:p>
    <w:p w14:paraId="28690691" w14:textId="77777777" w:rsidR="00812FC8" w:rsidRDefault="00812FC8"/>
    <w:p w14:paraId="602DAE82" w14:textId="77777777" w:rsidR="00812FC8" w:rsidRDefault="00812FC8"/>
  </w:footnote>
  <w:footnote w:type="continuationSeparator" w:id="0">
    <w:p w14:paraId="536949B5" w14:textId="77777777" w:rsidR="00812FC8" w:rsidRDefault="00812FC8">
      <w:pPr>
        <w:spacing w:after="0" w:line="240" w:lineRule="auto"/>
      </w:pPr>
      <w:r>
        <w:continuationSeparator/>
      </w:r>
    </w:p>
    <w:p w14:paraId="093D820B" w14:textId="77777777" w:rsidR="00812FC8" w:rsidRDefault="00812FC8"/>
    <w:p w14:paraId="17B298F2" w14:textId="77777777" w:rsidR="00812FC8" w:rsidRDefault="00812FC8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>
    <w:nsid w:val="000F6454"/>
    <w:multiLevelType w:val="hybridMultilevel"/>
    <w:tmpl w:val="BCF4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B42F10"/>
    <w:multiLevelType w:val="hybridMultilevel"/>
    <w:tmpl w:val="8BEEC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F679FB"/>
    <w:multiLevelType w:val="hybridMultilevel"/>
    <w:tmpl w:val="B812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19E3801"/>
    <w:multiLevelType w:val="hybridMultilevel"/>
    <w:tmpl w:val="2F58A0C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05007691"/>
    <w:multiLevelType w:val="hybridMultilevel"/>
    <w:tmpl w:val="F4AA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C70DF2"/>
    <w:multiLevelType w:val="hybridMultilevel"/>
    <w:tmpl w:val="84E0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6D033C"/>
    <w:multiLevelType w:val="hybridMultilevel"/>
    <w:tmpl w:val="7EBC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E128F5"/>
    <w:multiLevelType w:val="hybridMultilevel"/>
    <w:tmpl w:val="FB5A3270"/>
    <w:lvl w:ilvl="0" w:tplc="54B40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7CF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CE5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EC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A1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6AA1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2EC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41D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D009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A74F9D"/>
    <w:multiLevelType w:val="hybridMultilevel"/>
    <w:tmpl w:val="193ED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E32381"/>
    <w:multiLevelType w:val="hybridMultilevel"/>
    <w:tmpl w:val="7D64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EB4861"/>
    <w:multiLevelType w:val="hybridMultilevel"/>
    <w:tmpl w:val="057A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3A0BD8"/>
    <w:multiLevelType w:val="hybridMultilevel"/>
    <w:tmpl w:val="D6BA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514D4"/>
    <w:multiLevelType w:val="hybridMultilevel"/>
    <w:tmpl w:val="9E78C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51FC7"/>
    <w:multiLevelType w:val="hybridMultilevel"/>
    <w:tmpl w:val="79CA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4F2DF4"/>
    <w:multiLevelType w:val="hybridMultilevel"/>
    <w:tmpl w:val="406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79703F"/>
    <w:multiLevelType w:val="hybridMultilevel"/>
    <w:tmpl w:val="44025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1868DE"/>
    <w:multiLevelType w:val="hybridMultilevel"/>
    <w:tmpl w:val="936E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B50BCD"/>
    <w:multiLevelType w:val="hybridMultilevel"/>
    <w:tmpl w:val="E12E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7303F"/>
    <w:multiLevelType w:val="hybridMultilevel"/>
    <w:tmpl w:val="F08CD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986E62"/>
    <w:multiLevelType w:val="hybridMultilevel"/>
    <w:tmpl w:val="F106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C40E27"/>
    <w:multiLevelType w:val="hybridMultilevel"/>
    <w:tmpl w:val="61741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E96E69"/>
    <w:multiLevelType w:val="hybridMultilevel"/>
    <w:tmpl w:val="30E4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69114D"/>
    <w:multiLevelType w:val="hybridMultilevel"/>
    <w:tmpl w:val="CD72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5B54B9"/>
    <w:multiLevelType w:val="hybridMultilevel"/>
    <w:tmpl w:val="67E4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247712"/>
    <w:multiLevelType w:val="hybridMultilevel"/>
    <w:tmpl w:val="03507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7C2A33"/>
    <w:multiLevelType w:val="hybridMultilevel"/>
    <w:tmpl w:val="671A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9"/>
    <w:lvlOverride w:ilvl="0">
      <w:startOverride w:val="1"/>
    </w:lvlOverride>
  </w:num>
  <w:num w:numId="13">
    <w:abstractNumId w:val="21"/>
  </w:num>
  <w:num w:numId="14">
    <w:abstractNumId w:val="33"/>
  </w:num>
  <w:num w:numId="15">
    <w:abstractNumId w:val="15"/>
  </w:num>
  <w:num w:numId="16">
    <w:abstractNumId w:val="32"/>
  </w:num>
  <w:num w:numId="17">
    <w:abstractNumId w:val="22"/>
  </w:num>
  <w:num w:numId="18">
    <w:abstractNumId w:val="37"/>
  </w:num>
  <w:num w:numId="19">
    <w:abstractNumId w:val="10"/>
  </w:num>
  <w:num w:numId="20">
    <w:abstractNumId w:val="17"/>
  </w:num>
  <w:num w:numId="21">
    <w:abstractNumId w:val="16"/>
  </w:num>
  <w:num w:numId="22">
    <w:abstractNumId w:val="27"/>
  </w:num>
  <w:num w:numId="23">
    <w:abstractNumId w:val="28"/>
  </w:num>
  <w:num w:numId="24">
    <w:abstractNumId w:val="12"/>
  </w:num>
  <w:num w:numId="25">
    <w:abstractNumId w:val="38"/>
  </w:num>
  <w:num w:numId="26">
    <w:abstractNumId w:val="34"/>
  </w:num>
  <w:num w:numId="27">
    <w:abstractNumId w:val="26"/>
  </w:num>
  <w:num w:numId="28">
    <w:abstractNumId w:val="14"/>
  </w:num>
  <w:num w:numId="29">
    <w:abstractNumId w:val="20"/>
  </w:num>
  <w:num w:numId="30">
    <w:abstractNumId w:val="31"/>
  </w:num>
  <w:num w:numId="31">
    <w:abstractNumId w:val="29"/>
  </w:num>
  <w:num w:numId="32">
    <w:abstractNumId w:val="35"/>
  </w:num>
  <w:num w:numId="33">
    <w:abstractNumId w:val="11"/>
  </w:num>
  <w:num w:numId="34">
    <w:abstractNumId w:val="36"/>
  </w:num>
  <w:num w:numId="35">
    <w:abstractNumId w:val="19"/>
  </w:num>
  <w:num w:numId="36">
    <w:abstractNumId w:val="30"/>
  </w:num>
  <w:num w:numId="37">
    <w:abstractNumId w:val="18"/>
  </w:num>
  <w:num w:numId="38">
    <w:abstractNumId w:val="13"/>
  </w:num>
  <w:num w:numId="39">
    <w:abstractNumId w:val="24"/>
  </w:num>
  <w:num w:numId="40">
    <w:abstractNumId w:val="2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7C"/>
    <w:rsid w:val="000C1232"/>
    <w:rsid w:val="00103C48"/>
    <w:rsid w:val="0012738C"/>
    <w:rsid w:val="00163E55"/>
    <w:rsid w:val="002250D9"/>
    <w:rsid w:val="002377D7"/>
    <w:rsid w:val="00237C2A"/>
    <w:rsid w:val="00260FB8"/>
    <w:rsid w:val="002C104A"/>
    <w:rsid w:val="00377BF3"/>
    <w:rsid w:val="0038145F"/>
    <w:rsid w:val="00382A05"/>
    <w:rsid w:val="003B42AC"/>
    <w:rsid w:val="00444A49"/>
    <w:rsid w:val="004E4ACA"/>
    <w:rsid w:val="004F5185"/>
    <w:rsid w:val="005371C7"/>
    <w:rsid w:val="005C0666"/>
    <w:rsid w:val="00687D18"/>
    <w:rsid w:val="00774EAC"/>
    <w:rsid w:val="0078689A"/>
    <w:rsid w:val="00793735"/>
    <w:rsid w:val="007B4E7D"/>
    <w:rsid w:val="00812FC8"/>
    <w:rsid w:val="00894EC6"/>
    <w:rsid w:val="008A14E7"/>
    <w:rsid w:val="008A6752"/>
    <w:rsid w:val="008B6EBE"/>
    <w:rsid w:val="008C3151"/>
    <w:rsid w:val="008F0D85"/>
    <w:rsid w:val="0097308D"/>
    <w:rsid w:val="0099611E"/>
    <w:rsid w:val="00A2359C"/>
    <w:rsid w:val="00A97F0C"/>
    <w:rsid w:val="00AD777E"/>
    <w:rsid w:val="00B057F8"/>
    <w:rsid w:val="00B2414C"/>
    <w:rsid w:val="00B40E6C"/>
    <w:rsid w:val="00B446D4"/>
    <w:rsid w:val="00BC528B"/>
    <w:rsid w:val="00BD077C"/>
    <w:rsid w:val="00C23EB2"/>
    <w:rsid w:val="00C4395B"/>
    <w:rsid w:val="00C56309"/>
    <w:rsid w:val="00C71DE2"/>
    <w:rsid w:val="00CD3403"/>
    <w:rsid w:val="00D03B50"/>
    <w:rsid w:val="00D666C9"/>
    <w:rsid w:val="00DC01EB"/>
    <w:rsid w:val="00DC68AE"/>
    <w:rsid w:val="00E31890"/>
    <w:rsid w:val="00E4068D"/>
    <w:rsid w:val="00E513A6"/>
    <w:rsid w:val="00E6469E"/>
    <w:rsid w:val="00EA447C"/>
    <w:rsid w:val="00EF7497"/>
    <w:rsid w:val="00EF7FD1"/>
    <w:rsid w:val="00F3367B"/>
    <w:rsid w:val="00F34297"/>
    <w:rsid w:val="00F35B9F"/>
    <w:rsid w:val="00F55258"/>
    <w:rsid w:val="00F5557F"/>
    <w:rsid w:val="00F87E81"/>
    <w:rsid w:val="00FB105B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F856B"/>
  <w15:chartTrackingRefBased/>
  <w15:docId w15:val="{90E5ACC3-929F-46CF-9B1C-B66066AE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styleId="GridTable5Dark-Accent5">
    <w:name w:val="Grid Table 5 Dark Accent 5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styleId="GridTable3-Accent1">
    <w:name w:val="Grid Table 3 Accent 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styleId="ListTable4-Accent4">
    <w:name w:val="List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5Dark-Accent6">
    <w:name w:val="Grid Table 5 Dark Accent 6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719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985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7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442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4566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6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37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88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C:\Users\Pam\Documents\a Rosedale\esl live course\elementary program\curriculum development\ESL K-8 Lesson Plan Template.dotx</Template>
  <TotalTime>35</TotalTime>
  <Pages>3</Pages>
  <Words>544</Words>
  <Characters>3101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Turnbull</dc:creator>
  <cp:keywords/>
  <dc:description/>
  <cp:lastModifiedBy>Marisa L</cp:lastModifiedBy>
  <cp:revision>4</cp:revision>
  <dcterms:created xsi:type="dcterms:W3CDTF">2017-01-08T17:40:00Z</dcterms:created>
  <dcterms:modified xsi:type="dcterms:W3CDTF">2017-01-08T18:30:00Z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