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78C90EDD" w:rsidR="00D41F4C" w:rsidRDefault="00A8255C" w:rsidP="0063459F">
      <w:pPr>
        <w:jc w:val="center"/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2826E3">
        <w:rPr>
          <w:rFonts w:ascii="Tahoma" w:hAnsi="Tahoma"/>
          <w:sz w:val="32"/>
          <w:szCs w:val="32"/>
          <w:u w:val="single"/>
        </w:rPr>
        <w:t xml:space="preserve"> Lesson 10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532F4449" w14:textId="73B50A8B" w:rsidR="009768B7" w:rsidRDefault="00465973" w:rsidP="0063459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2826E3">
        <w:rPr>
          <w:rFonts w:ascii="Tahoma" w:hAnsi="Tahoma" w:cs="Tahoma"/>
          <w:sz w:val="32"/>
          <w:szCs w:val="32"/>
        </w:rPr>
        <w:t>What is the country of Russia like? List two interesting facts you learned about the country:</w:t>
      </w:r>
    </w:p>
    <w:p w14:paraId="798B652B" w14:textId="77777777" w:rsidR="002826E3" w:rsidRDefault="002826E3" w:rsidP="0063459F">
      <w:pPr>
        <w:rPr>
          <w:rFonts w:ascii="Tahoma" w:hAnsi="Tahoma" w:cs="Tahoma"/>
          <w:sz w:val="32"/>
          <w:szCs w:val="32"/>
        </w:rPr>
      </w:pPr>
    </w:p>
    <w:p w14:paraId="0362744E" w14:textId="731486E9" w:rsidR="002826E3" w:rsidRDefault="002826E3" w:rsidP="0063459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A8E57FD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31D248A6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6B39C392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2210ABE1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49EA9AE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05E07B57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1AD29DF" w14:textId="77777777" w:rsidR="0063459F" w:rsidRDefault="0063459F" w:rsidP="0063459F">
      <w:pPr>
        <w:rPr>
          <w:rFonts w:ascii="Tahoma" w:hAnsi="Tahoma" w:cs="Tahoma"/>
          <w:sz w:val="32"/>
          <w:szCs w:val="32"/>
        </w:rPr>
      </w:pPr>
    </w:p>
    <w:p w14:paraId="614BF271" w14:textId="77777777" w:rsidR="002826E3" w:rsidRDefault="002826E3" w:rsidP="0063459F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p w14:paraId="1B2C4ABF" w14:textId="62D1E8DD" w:rsidR="0063459F" w:rsidRDefault="0063459F" w:rsidP="0063459F">
      <w:pPr>
        <w:rPr>
          <w:rFonts w:ascii="Tahoma" w:hAnsi="Tahoma" w:cs="Tahoma"/>
          <w:sz w:val="28"/>
          <w:szCs w:val="28"/>
        </w:rPr>
      </w:pPr>
    </w:p>
    <w:p w14:paraId="0FE8674A" w14:textId="03119C8A" w:rsidR="002826E3" w:rsidRP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  <w:r w:rsidRPr="002826E3">
        <w:rPr>
          <w:rFonts w:ascii="Tahoma" w:hAnsi="Tahoma" w:cs="Tahoma"/>
          <w:sz w:val="32"/>
          <w:szCs w:val="32"/>
        </w:rPr>
        <w:t>What would you like to do if you visited Russia?</w:t>
      </w:r>
      <w:r>
        <w:rPr>
          <w:rFonts w:ascii="Tahoma" w:hAnsi="Tahoma" w:cs="Tahoma"/>
          <w:sz w:val="32"/>
          <w:szCs w:val="32"/>
        </w:rPr>
        <w:br/>
      </w:r>
    </w:p>
    <w:p w14:paraId="789CB681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F127C5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733994E2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2B77C12" w14:textId="3B50024A" w:rsidR="00A23FE3" w:rsidRDefault="00A23FE3" w:rsidP="00A23FE3">
      <w:pPr>
        <w:rPr>
          <w:rFonts w:ascii="Tahoma" w:hAnsi="Tahoma" w:cs="Tahoma"/>
          <w:sz w:val="32"/>
          <w:szCs w:val="32"/>
        </w:rPr>
      </w:pPr>
    </w:p>
    <w:p w14:paraId="55AF061D" w14:textId="77777777" w:rsidR="002826E3" w:rsidRDefault="002826E3" w:rsidP="00A23FE3">
      <w:pPr>
        <w:rPr>
          <w:rFonts w:ascii="Tahoma" w:hAnsi="Tahoma" w:cs="Tahoma"/>
          <w:sz w:val="32"/>
          <w:szCs w:val="32"/>
        </w:rPr>
      </w:pPr>
    </w:p>
    <w:p w14:paraId="4AD17A41" w14:textId="77777777" w:rsidR="002826E3" w:rsidRDefault="002826E3" w:rsidP="00A23FE3">
      <w:pPr>
        <w:rPr>
          <w:rFonts w:ascii="Tahoma" w:hAnsi="Tahoma" w:cs="Tahoma"/>
          <w:sz w:val="32"/>
          <w:szCs w:val="32"/>
        </w:rPr>
      </w:pPr>
    </w:p>
    <w:p w14:paraId="368A7848" w14:textId="7413BD34" w:rsid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p w14:paraId="344E6F60" w14:textId="4013768A" w:rsid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If someone brought you to a restaurant in Russia, what do you think would be on the menu?</w:t>
      </w:r>
    </w:p>
    <w:p w14:paraId="45578D38" w14:textId="77777777" w:rsid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p w14:paraId="45B75C9B" w14:textId="77777777" w:rsidR="002826E3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p w14:paraId="1281BE0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664981F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</w:p>
    <w:p w14:paraId="2C2C94DC" w14:textId="77777777" w:rsidR="002826E3" w:rsidRDefault="002826E3" w:rsidP="002826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2668834C" w14:textId="77777777" w:rsidR="002826E3" w:rsidRPr="00A8255C" w:rsidRDefault="002826E3" w:rsidP="002826E3">
      <w:pPr>
        <w:jc w:val="center"/>
        <w:rPr>
          <w:rFonts w:ascii="Tahoma" w:hAnsi="Tahoma" w:cs="Tahoma"/>
          <w:sz w:val="32"/>
          <w:szCs w:val="32"/>
        </w:rPr>
      </w:pPr>
    </w:p>
    <w:sectPr w:rsidR="002826E3" w:rsidRPr="00A8255C" w:rsidSect="002826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2826E3"/>
    <w:rsid w:val="00465973"/>
    <w:rsid w:val="004947BC"/>
    <w:rsid w:val="0063459F"/>
    <w:rsid w:val="00857E61"/>
    <w:rsid w:val="008A2A4C"/>
    <w:rsid w:val="00901610"/>
    <w:rsid w:val="00907846"/>
    <w:rsid w:val="009768B7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2018-01-25T00:49:00Z</dcterms:created>
  <dcterms:modified xsi:type="dcterms:W3CDTF">2018-01-25T00:49:00Z</dcterms:modified>
</cp:coreProperties>
</file>