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68D94D53" w:rsidR="00F3367B" w:rsidRDefault="00001C81" w:rsidP="00F3367B">
            <w:pPr>
              <w:tabs>
                <w:tab w:val="left" w:pos="142"/>
              </w:tabs>
              <w:cnfStyle w:val="000000000000" w:firstRow="0" w:lastRow="0" w:firstColumn="0" w:lastColumn="0" w:oddVBand="0" w:evenVBand="0" w:oddHBand="0" w:evenHBand="0" w:firstRowFirstColumn="0" w:firstRowLastColumn="0" w:lastRowFirstColumn="0" w:lastRowLastColumn="0"/>
            </w:pPr>
            <w:r>
              <w:t>10</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69106C09" w:rsidR="00F3367B" w:rsidRDefault="006E0D3B" w:rsidP="00180192">
            <w:pPr>
              <w:pStyle w:val="ListParagraph"/>
              <w:numPr>
                <w:ilvl w:val="0"/>
                <w:numId w:val="16"/>
              </w:numPr>
            </w:pPr>
            <w:r>
              <w:t>Learning about</w:t>
            </w:r>
            <w:r w:rsidR="00001C81">
              <w:t xml:space="preserve"> Russia</w:t>
            </w:r>
          </w:p>
          <w:p w14:paraId="4B8FE942" w14:textId="699B8238" w:rsidR="00180192" w:rsidRDefault="00001C81" w:rsidP="00F10514">
            <w:pPr>
              <w:pStyle w:val="ListParagraph"/>
              <w:numPr>
                <w:ilvl w:val="0"/>
                <w:numId w:val="16"/>
              </w:numPr>
            </w:pPr>
            <w:r>
              <w:t>Reviewing the suffixes “S”, “ED”, and “ING”</w:t>
            </w:r>
          </w:p>
          <w:p w14:paraId="59FEFDFF" w14:textId="360D8CEE" w:rsidR="00895776" w:rsidRPr="00001C81" w:rsidRDefault="00895776" w:rsidP="00001C81">
            <w:pPr>
              <w:ind w:left="360"/>
            </w:pP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555F6337" w:rsidR="00F3367B" w:rsidRDefault="00494A1E" w:rsidP="001133F0">
            <w:r>
              <w:t>Unit8</w:t>
            </w:r>
            <w:r w:rsidR="00001C81">
              <w:t>Lesson10</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D228C65" w:rsidR="00F3367B" w:rsidRDefault="00494A1E" w:rsidP="001133F0">
            <w:r>
              <w:t>Unit8</w:t>
            </w:r>
            <w:r w:rsidR="00001C81">
              <w:t>Lesson10S</w:t>
            </w:r>
            <w:r w:rsidR="00FF538F">
              <w:t>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20C26FFF" w:rsidR="00F3367B" w:rsidRDefault="00494A1E" w:rsidP="001133F0">
            <w:r>
              <w:t>Unit8</w:t>
            </w:r>
            <w:r w:rsidR="00001C81">
              <w:t>Lesson1-</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0DB3D5B6" w:rsidR="001133F0" w:rsidRDefault="00001C81" w:rsidP="00C138DD">
            <w:r>
              <w:t>Introduction to Russia</w:t>
            </w:r>
          </w:p>
        </w:tc>
        <w:tc>
          <w:tcPr>
            <w:tcW w:w="2126" w:type="dxa"/>
          </w:tcPr>
          <w:p w14:paraId="5F21D727" w14:textId="5CD0C081" w:rsidR="001133F0" w:rsidRDefault="00CC641E" w:rsidP="001133F0">
            <w:pPr>
              <w:jc w:val="center"/>
            </w:pPr>
            <w:r>
              <w:t>3</w:t>
            </w:r>
            <w:r w:rsidR="00BA1BF9">
              <w:t>-</w:t>
            </w:r>
            <w:r w:rsidR="006E0D3B">
              <w:t>8</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223E4BA1" w:rsidR="001133F0" w:rsidRDefault="006E0D3B" w:rsidP="00A90E59">
            <w:r>
              <w:t>Discussing the Country</w:t>
            </w:r>
          </w:p>
        </w:tc>
        <w:tc>
          <w:tcPr>
            <w:tcW w:w="2126" w:type="dxa"/>
          </w:tcPr>
          <w:p w14:paraId="213C47C6" w14:textId="7CE269A6" w:rsidR="001133F0" w:rsidRDefault="006E0D3B" w:rsidP="001133F0">
            <w:pPr>
              <w:jc w:val="center"/>
            </w:pPr>
            <w:r>
              <w:t>9-10</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595A27A8" w:rsidR="001133F0" w:rsidRDefault="00001C81" w:rsidP="00A90E59">
            <w:r>
              <w:t xml:space="preserve">Russia Book and </w:t>
            </w:r>
            <w:proofErr w:type="spellStart"/>
            <w:r>
              <w:t>DIscussion</w:t>
            </w:r>
            <w:proofErr w:type="spellEnd"/>
          </w:p>
        </w:tc>
        <w:tc>
          <w:tcPr>
            <w:tcW w:w="2126" w:type="dxa"/>
          </w:tcPr>
          <w:p w14:paraId="73E0DB06" w14:textId="6123EB93" w:rsidR="001133F0" w:rsidRDefault="00C138DD" w:rsidP="001133F0">
            <w:pPr>
              <w:jc w:val="center"/>
            </w:pPr>
            <w:r>
              <w:t>1</w:t>
            </w:r>
            <w:r w:rsidR="006E0D3B">
              <w:t>1-21</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6E3395A3" w:rsidR="001133F0" w:rsidRDefault="00F036E3" w:rsidP="00001C81">
            <w:r>
              <w:t>Review</w:t>
            </w:r>
            <w:r w:rsidR="007632A5">
              <w:t xml:space="preserve"> of </w:t>
            </w:r>
            <w:r w:rsidR="00001C81">
              <w:t>Suffixes</w:t>
            </w:r>
          </w:p>
        </w:tc>
        <w:tc>
          <w:tcPr>
            <w:tcW w:w="2126" w:type="dxa"/>
          </w:tcPr>
          <w:p w14:paraId="21478A11" w14:textId="2B496EB7" w:rsidR="001133F0" w:rsidRDefault="007632A5" w:rsidP="001133F0">
            <w:pPr>
              <w:jc w:val="center"/>
            </w:pPr>
            <w:r>
              <w:t>22-</w:t>
            </w:r>
            <w:r w:rsidR="00001C81">
              <w:t>31</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7AD15153" w:rsidR="00895776" w:rsidRDefault="00001C81" w:rsidP="001133F0">
            <w:pPr>
              <w:jc w:val="center"/>
            </w:pPr>
            <w:r>
              <w:t>32-33</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47AEF78" w:rsidR="0099611E" w:rsidRDefault="007632A5" w:rsidP="007632A5">
            <w:pPr>
              <w:tabs>
                <w:tab w:val="left" w:pos="284"/>
              </w:tabs>
            </w:pPr>
            <w:r>
              <w:t>Introduce the</w:t>
            </w:r>
            <w:r w:rsidR="00B04FDE">
              <w:t xml:space="preserve"> unit of Around the World</w:t>
            </w:r>
            <w:r w:rsidR="00895776">
              <w:t xml:space="preserve">. </w:t>
            </w:r>
            <w:r>
              <w:t xml:space="preserve">Explain to the students that during this lesson we will be reviewing what we have learned in the past three classes. </w:t>
            </w:r>
            <w:r w:rsidR="00B04FDE">
              <w:t>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D25CE9F" w:rsidR="0099611E" w:rsidRDefault="001133F0" w:rsidP="00C138DD">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w:t>
            </w:r>
            <w:r w:rsidR="00C138DD">
              <w:t>.</w:t>
            </w:r>
          </w:p>
        </w:tc>
      </w:tr>
      <w:tr w:rsidR="0099611E" w14:paraId="7AA99803" w14:textId="77777777" w:rsidTr="00DE0A96">
        <w:tc>
          <w:tcPr>
            <w:tcW w:w="1129" w:type="dxa"/>
          </w:tcPr>
          <w:p w14:paraId="6D9F1435" w14:textId="2611EF26" w:rsidR="0099611E" w:rsidRDefault="0099611E" w:rsidP="00EF7FD1">
            <w:pPr>
              <w:tabs>
                <w:tab w:val="left" w:pos="284"/>
              </w:tabs>
            </w:pPr>
            <w:r>
              <w:t>Slide 3</w:t>
            </w:r>
            <w:r w:rsidR="00F10514">
              <w:t>-</w:t>
            </w:r>
            <w:r w:rsidR="006E0D3B">
              <w:t>8</w:t>
            </w:r>
          </w:p>
        </w:tc>
        <w:tc>
          <w:tcPr>
            <w:tcW w:w="9634" w:type="dxa"/>
          </w:tcPr>
          <w:p w14:paraId="0AD724C0" w14:textId="20F5542F" w:rsidR="0099611E" w:rsidRDefault="00A90E59" w:rsidP="006E0D3B">
            <w:pPr>
              <w:tabs>
                <w:tab w:val="left" w:pos="284"/>
              </w:tabs>
            </w:pPr>
            <w:r>
              <w:t xml:space="preserve">These slides will be </w:t>
            </w:r>
            <w:r w:rsidR="00F036E3">
              <w:t>used to</w:t>
            </w:r>
            <w:r w:rsidR="007632A5">
              <w:t xml:space="preserve"> review </w:t>
            </w:r>
            <w:r w:rsidR="00EF11AE">
              <w:t xml:space="preserve">the </w:t>
            </w:r>
            <w:r w:rsidR="00001C81">
              <w:t>country of Russia</w:t>
            </w:r>
            <w:r w:rsidR="006E0D3B">
              <w:t xml:space="preserve">. </w:t>
            </w:r>
            <w:r w:rsidR="00EF11AE">
              <w:t xml:space="preserve">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4A7C6C90" w:rsidR="00F10514" w:rsidRDefault="00EF7777" w:rsidP="00EF7FD1">
            <w:pPr>
              <w:tabs>
                <w:tab w:val="left" w:pos="284"/>
              </w:tabs>
            </w:pPr>
            <w:r>
              <w:t>Slide</w:t>
            </w:r>
            <w:r w:rsidR="00A90E59">
              <w:t xml:space="preserve"> </w:t>
            </w:r>
            <w:r w:rsidR="006E0D3B">
              <w:t>9-10</w:t>
            </w:r>
          </w:p>
          <w:p w14:paraId="2B932AAD" w14:textId="54AF6616" w:rsidR="00F10514" w:rsidRDefault="00F10514" w:rsidP="00EF7FD1">
            <w:pPr>
              <w:tabs>
                <w:tab w:val="left" w:pos="284"/>
              </w:tabs>
            </w:pPr>
          </w:p>
        </w:tc>
        <w:tc>
          <w:tcPr>
            <w:tcW w:w="9634" w:type="dxa"/>
          </w:tcPr>
          <w:p w14:paraId="47D8E9F7" w14:textId="0CD6F95F" w:rsidR="00F10514" w:rsidRDefault="00EF11AE" w:rsidP="006E0D3B">
            <w:pPr>
              <w:tabs>
                <w:tab w:val="left" w:pos="284"/>
              </w:tabs>
            </w:pPr>
            <w:r>
              <w:t xml:space="preserve">Here, we will be </w:t>
            </w:r>
            <w:r w:rsidR="00001C81">
              <w:t>discussing the country of Russia</w:t>
            </w:r>
            <w:r w:rsidR="006E0D3B">
              <w:t>. We will be discussing previous experiences with the country and the students will have an opportunity to discuss what they already know about the country.</w:t>
            </w:r>
            <w:r w:rsidR="007632A5">
              <w:t xml:space="preserve"> </w:t>
            </w:r>
          </w:p>
        </w:tc>
      </w:tr>
      <w:tr w:rsidR="00F10514" w14:paraId="2B4B020E" w14:textId="77777777" w:rsidTr="00DE0A96">
        <w:tc>
          <w:tcPr>
            <w:tcW w:w="1129" w:type="dxa"/>
          </w:tcPr>
          <w:p w14:paraId="5F7A94AB" w14:textId="03C0DED9" w:rsidR="00F10514" w:rsidRDefault="00F10514" w:rsidP="00EF7FD1">
            <w:pPr>
              <w:tabs>
                <w:tab w:val="left" w:pos="284"/>
              </w:tabs>
            </w:pPr>
            <w:r>
              <w:t xml:space="preserve">Slide </w:t>
            </w:r>
            <w:r w:rsidR="00001C81">
              <w:t>11</w:t>
            </w:r>
            <w:r w:rsidR="007632A5">
              <w:t>-21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53F295BA" w:rsidR="009266E9" w:rsidRPr="00895776" w:rsidRDefault="00A90E59" w:rsidP="007632A5">
            <w:pPr>
              <w:tabs>
                <w:tab w:val="left" w:pos="284"/>
              </w:tabs>
            </w:pPr>
            <w:r>
              <w:t xml:space="preserve">Read the book </w:t>
            </w:r>
            <w:r w:rsidR="00001C81">
              <w:t>Russia</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273BE49E" w:rsidR="00F10514" w:rsidRDefault="00A90E59" w:rsidP="00EF7FD1">
            <w:pPr>
              <w:tabs>
                <w:tab w:val="left" w:pos="284"/>
              </w:tabs>
            </w:pPr>
            <w:r>
              <w:t xml:space="preserve">Slide </w:t>
            </w:r>
            <w:r w:rsidR="00001C81">
              <w:t>22-31</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4596B4EC" w:rsidR="00F10514" w:rsidRDefault="0042423A" w:rsidP="00001C81">
            <w:pPr>
              <w:tabs>
                <w:tab w:val="left" w:pos="284"/>
              </w:tabs>
            </w:pPr>
            <w:r>
              <w:t>The</w:t>
            </w:r>
            <w:r w:rsidR="007632A5">
              <w:t xml:space="preserve"> stude</w:t>
            </w:r>
            <w:r w:rsidR="006E0D3B">
              <w:t xml:space="preserve">nts will be reviewing the </w:t>
            </w:r>
            <w:r w:rsidR="00001C81">
              <w:t>suffixes.</w:t>
            </w:r>
            <w:r w:rsidR="006E0D3B">
              <w:t xml:space="preserve"> </w:t>
            </w:r>
            <w:r w:rsidR="007632A5">
              <w:t xml:space="preserve">These should be familiar to the students, so they will have a grasp on most of the exercises. </w:t>
            </w:r>
            <w:r w:rsidR="006E0D3B">
              <w:t xml:space="preserve">The students will have opportunities to read the </w:t>
            </w:r>
            <w:r w:rsidR="00001C81">
              <w:t>slides</w:t>
            </w:r>
            <w:r w:rsidR="006E0D3B">
              <w:t xml:space="preserve"> aloud and </w:t>
            </w:r>
            <w:r w:rsidR="00001C81">
              <w:t>work on them independently.</w:t>
            </w:r>
            <w:bookmarkStart w:id="0" w:name="_GoBack"/>
            <w:bookmarkEnd w:id="0"/>
          </w:p>
        </w:tc>
      </w:tr>
      <w:tr w:rsidR="00DE0A96" w14:paraId="6A2E8EEF" w14:textId="77777777" w:rsidTr="00DE0A96">
        <w:trPr>
          <w:trHeight w:val="820"/>
        </w:trPr>
        <w:tc>
          <w:tcPr>
            <w:tcW w:w="1129" w:type="dxa"/>
          </w:tcPr>
          <w:p w14:paraId="62E6F5CD" w14:textId="320C1469" w:rsidR="00DE0A96" w:rsidRDefault="0042423A" w:rsidP="00C138DD">
            <w:pPr>
              <w:tabs>
                <w:tab w:val="left" w:pos="284"/>
              </w:tabs>
            </w:pPr>
            <w:r>
              <w:t xml:space="preserve">Slide </w:t>
            </w:r>
            <w:r w:rsidR="00001C81">
              <w:t>32-33</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01C81"/>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6E0D3B"/>
    <w:rsid w:val="00717221"/>
    <w:rsid w:val="00731288"/>
    <w:rsid w:val="007632A5"/>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138DD"/>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22E5B"/>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3</TotalTime>
  <Pages>2</Pages>
  <Words>456</Words>
  <Characters>2601</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2018-01-25T00:53:00Z</dcterms:created>
  <dcterms:modified xsi:type="dcterms:W3CDTF">2018-01-25T00:53:00Z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