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77777777"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C71DE2">
              <w:rPr>
                <w:sz w:val="36"/>
                <w:szCs w:val="36"/>
              </w:rPr>
              <w:t xml:space="preserve"> 1-1</w:t>
            </w:r>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5D9914A3" w:rsidR="00F3367B" w:rsidRDefault="00494A1E" w:rsidP="00F3367B">
            <w:pPr>
              <w:tabs>
                <w:tab w:val="left" w:pos="142"/>
              </w:tabs>
              <w:cnfStyle w:val="000000000000" w:firstRow="0" w:lastRow="0" w:firstColumn="0" w:lastColumn="0" w:oddVBand="0" w:evenVBand="0" w:oddHBand="0" w:evenHBand="0" w:firstRowFirstColumn="0" w:firstRowLastColumn="0" w:lastRowFirstColumn="0" w:lastRowLastColumn="0"/>
            </w:pPr>
            <w:r>
              <w:t>8</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54B990D3" w:rsidR="00F3367B" w:rsidRDefault="00494A1E" w:rsidP="00F3367B">
            <w:pPr>
              <w:tabs>
                <w:tab w:val="left" w:pos="142"/>
              </w:tabs>
              <w:cnfStyle w:val="000000000000" w:firstRow="0" w:lastRow="0" w:firstColumn="0" w:lastColumn="0" w:oddVBand="0" w:evenVBand="0" w:oddHBand="0" w:evenHBand="0" w:firstRowFirstColumn="0" w:firstRowLastColumn="0" w:lastRowFirstColumn="0" w:lastRowLastColumn="0"/>
            </w:pPr>
            <w:r>
              <w:t>ESLBO</w:t>
            </w: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3FE91321" w:rsidR="00F3367B" w:rsidRDefault="00A90E59" w:rsidP="00F3367B">
            <w:pPr>
              <w:tabs>
                <w:tab w:val="left" w:pos="142"/>
              </w:tabs>
              <w:cnfStyle w:val="000000000000" w:firstRow="0" w:lastRow="0" w:firstColumn="0" w:lastColumn="0" w:oddVBand="0" w:evenVBand="0" w:oddHBand="0" w:evenHBand="0" w:firstRowFirstColumn="0" w:firstRowLastColumn="0" w:lastRowFirstColumn="0" w:lastRowLastColumn="0"/>
            </w:pPr>
            <w:r>
              <w:t>3</w:t>
            </w:r>
          </w:p>
        </w:tc>
      </w:tr>
    </w:tbl>
    <w:p w14:paraId="23C15063" w14:textId="77777777" w:rsidR="00F3367B" w:rsidRPr="00F3367B" w:rsidRDefault="00F3367B" w:rsidP="00F3367B">
      <w:pPr>
        <w:rPr>
          <w:sz w:val="8"/>
        </w:rPr>
      </w:pPr>
    </w:p>
    <w:tbl>
      <w:tblPr>
        <w:tblStyle w:val="ListTable4Accent4"/>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0422514D" w:rsidR="00F3367B" w:rsidRDefault="00A90E59" w:rsidP="00180192">
            <w:pPr>
              <w:pStyle w:val="ListParagraph"/>
              <w:numPr>
                <w:ilvl w:val="0"/>
                <w:numId w:val="16"/>
              </w:numPr>
            </w:pPr>
            <w:r>
              <w:t>Learning about the Wonders of the World</w:t>
            </w:r>
          </w:p>
          <w:p w14:paraId="4B8FE942" w14:textId="10E981BE" w:rsidR="00180192" w:rsidRDefault="00494A1E" w:rsidP="00F10514">
            <w:pPr>
              <w:pStyle w:val="ListParagraph"/>
              <w:numPr>
                <w:ilvl w:val="0"/>
                <w:numId w:val="16"/>
              </w:numPr>
            </w:pPr>
            <w:r>
              <w:t xml:space="preserve">Learning about the country of </w:t>
            </w:r>
            <w:r w:rsidR="00A90E59">
              <w:t>Egypt</w:t>
            </w:r>
          </w:p>
          <w:p w14:paraId="59FEFDFF" w14:textId="0391E8B4" w:rsidR="00895776" w:rsidRPr="00F10514" w:rsidRDefault="00494A1E" w:rsidP="00F10514">
            <w:pPr>
              <w:pStyle w:val="ListParagraph"/>
              <w:numPr>
                <w:ilvl w:val="0"/>
                <w:numId w:val="16"/>
              </w:numPr>
            </w:pPr>
            <w:r>
              <w:t xml:space="preserve">A review </w:t>
            </w:r>
            <w:r w:rsidR="00A90E59">
              <w:t>of “</w:t>
            </w:r>
            <w:proofErr w:type="spellStart"/>
            <w:r w:rsidR="00A90E59">
              <w:t>u_e</w:t>
            </w:r>
            <w:proofErr w:type="spellEnd"/>
            <w:r>
              <w:t>” words covered in the last unit.</w:t>
            </w:r>
          </w:p>
        </w:tc>
      </w:tr>
    </w:tbl>
    <w:p w14:paraId="41062C97" w14:textId="77777777" w:rsidR="00F3367B" w:rsidRPr="00F3367B" w:rsidRDefault="00F3367B" w:rsidP="00F3367B">
      <w:pPr>
        <w:rPr>
          <w:sz w:val="4"/>
        </w:rPr>
      </w:pPr>
    </w:p>
    <w:tbl>
      <w:tblPr>
        <w:tblStyle w:val="GridTable3Accent1"/>
        <w:tblW w:w="10260" w:type="dxa"/>
        <w:tblInd w:w="217" w:type="dxa"/>
        <w:tblLook w:val="0420" w:firstRow="1" w:lastRow="0" w:firstColumn="0" w:lastColumn="0" w:noHBand="0" w:noVBand="1"/>
      </w:tblPr>
      <w:tblGrid>
        <w:gridCol w:w="2330"/>
        <w:gridCol w:w="4267"/>
        <w:gridCol w:w="3663"/>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7844ADD8" w:rsidR="00F3367B" w:rsidRDefault="00494A1E" w:rsidP="001133F0">
            <w:r>
              <w:t>Unit8</w:t>
            </w:r>
            <w:r w:rsidR="00A90E59">
              <w:t>Lesson3</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6C6E2577" w:rsidR="00F3367B" w:rsidRDefault="00494A1E" w:rsidP="001133F0">
            <w:r>
              <w:t>Unit8</w:t>
            </w:r>
            <w:r w:rsidR="00A90E59">
              <w:t>Lesson3</w:t>
            </w:r>
            <w:r w:rsidR="00FF538F">
              <w:t>Student.pdf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16EBEB63" w:rsidR="00F3367B" w:rsidRDefault="00494A1E" w:rsidP="001133F0">
            <w:r>
              <w:t>Unit8</w:t>
            </w:r>
            <w:r w:rsidR="00A90E59">
              <w:t>Lesson3</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3C1ED5A6" w:rsidR="00F3367B" w:rsidRDefault="00EA3D94" w:rsidP="00EA3D94">
            <w:pPr>
              <w:jc w:val="center"/>
            </w:pPr>
            <w:r>
              <w:t>Within the slides</w:t>
            </w:r>
          </w:p>
        </w:tc>
      </w:tr>
    </w:tbl>
    <w:p w14:paraId="0C163759" w14:textId="77777777" w:rsidR="00F3367B" w:rsidRPr="00F3367B" w:rsidRDefault="00F3367B" w:rsidP="00F3367B">
      <w:pPr>
        <w:rPr>
          <w:sz w:val="6"/>
        </w:rPr>
      </w:pPr>
    </w:p>
    <w:tbl>
      <w:tblPr>
        <w:tblStyle w:val="GridTable4Accent4"/>
        <w:tblW w:w="10386" w:type="dxa"/>
        <w:tblInd w:w="219" w:type="dxa"/>
        <w:tblCellMar>
          <w:top w:w="43" w:type="dxa"/>
          <w:left w:w="115" w:type="dxa"/>
          <w:bottom w:w="43" w:type="dxa"/>
          <w:right w:w="115" w:type="dxa"/>
        </w:tblCellMar>
        <w:tblLook w:val="0420" w:firstRow="1" w:lastRow="0" w:firstColumn="0" w:lastColumn="0" w:noHBand="0" w:noVBand="1"/>
      </w:tblPr>
      <w:tblGrid>
        <w:gridCol w:w="5141"/>
        <w:gridCol w:w="2126"/>
        <w:gridCol w:w="3119"/>
      </w:tblGrid>
      <w:tr w:rsidR="00F3367B" w14:paraId="3E53C740" w14:textId="77777777" w:rsidTr="00895776">
        <w:trPr>
          <w:cnfStyle w:val="100000000000" w:firstRow="1" w:lastRow="0" w:firstColumn="0" w:lastColumn="0" w:oddVBand="0" w:evenVBand="0" w:oddHBand="0" w:evenHBand="0" w:firstRowFirstColumn="0" w:firstRowLastColumn="0" w:lastRowFirstColumn="0" w:lastRowLastColumn="0"/>
          <w:trHeight w:val="506"/>
        </w:trPr>
        <w:tc>
          <w:tcPr>
            <w:tcW w:w="1038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895776">
        <w:trPr>
          <w:cnfStyle w:val="000000100000" w:firstRow="0" w:lastRow="0" w:firstColumn="0" w:lastColumn="0" w:oddVBand="0" w:evenVBand="0" w:oddHBand="1" w:evenHBand="0" w:firstRowFirstColumn="0" w:firstRowLastColumn="0" w:lastRowFirstColumn="0" w:lastRowLastColumn="0"/>
          <w:trHeight w:val="292"/>
        </w:trPr>
        <w:tc>
          <w:tcPr>
            <w:tcW w:w="5141" w:type="dxa"/>
          </w:tcPr>
          <w:p w14:paraId="2F0FBB57" w14:textId="77777777" w:rsidR="00F3367B" w:rsidRPr="003F72DF" w:rsidRDefault="00F3367B" w:rsidP="001133F0">
            <w:pPr>
              <w:rPr>
                <w:b/>
              </w:rPr>
            </w:pPr>
            <w:r w:rsidRPr="003F72DF">
              <w:rPr>
                <w:b/>
              </w:rPr>
              <w:t>Topic</w:t>
            </w:r>
          </w:p>
        </w:tc>
        <w:tc>
          <w:tcPr>
            <w:tcW w:w="2126" w:type="dxa"/>
          </w:tcPr>
          <w:p w14:paraId="0992D153" w14:textId="77777777" w:rsidR="00F3367B" w:rsidRPr="003F72DF" w:rsidRDefault="00F3367B" w:rsidP="001133F0">
            <w:pPr>
              <w:jc w:val="center"/>
              <w:rPr>
                <w:b/>
              </w:rPr>
            </w:pPr>
            <w:r w:rsidRPr="003F72DF">
              <w:rPr>
                <w:b/>
              </w:rPr>
              <w:t>Slides</w:t>
            </w:r>
          </w:p>
        </w:tc>
        <w:tc>
          <w:tcPr>
            <w:tcW w:w="3119"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895776">
        <w:trPr>
          <w:trHeight w:val="314"/>
        </w:trPr>
        <w:tc>
          <w:tcPr>
            <w:tcW w:w="5141" w:type="dxa"/>
          </w:tcPr>
          <w:p w14:paraId="54F1B4C9" w14:textId="77777777" w:rsidR="001133F0" w:rsidRDefault="001133F0" w:rsidP="001133F0">
            <w:r>
              <w:t>Overview of Lesson</w:t>
            </w:r>
          </w:p>
        </w:tc>
        <w:tc>
          <w:tcPr>
            <w:tcW w:w="2126" w:type="dxa"/>
          </w:tcPr>
          <w:p w14:paraId="57B15D3B" w14:textId="77777777" w:rsidR="001133F0" w:rsidRDefault="001133F0" w:rsidP="001133F0">
            <w:pPr>
              <w:jc w:val="center"/>
            </w:pPr>
            <w:r>
              <w:t>1-2</w:t>
            </w:r>
          </w:p>
        </w:tc>
        <w:tc>
          <w:tcPr>
            <w:tcW w:w="3119" w:type="dxa"/>
          </w:tcPr>
          <w:p w14:paraId="4A5294F2" w14:textId="25AF2A8B" w:rsidR="001133F0" w:rsidRDefault="00895776" w:rsidP="001133F0">
            <w:pPr>
              <w:jc w:val="center"/>
            </w:pPr>
            <w:r>
              <w:t>5</w:t>
            </w:r>
            <w:r w:rsidR="001133F0">
              <w:t xml:space="preserve"> minutes</w:t>
            </w:r>
          </w:p>
        </w:tc>
      </w:tr>
      <w:tr w:rsidR="001133F0" w14:paraId="4D4B9A80"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07017CEA" w14:textId="0AA22F10" w:rsidR="001133F0" w:rsidRDefault="00A90E59" w:rsidP="00494A1E">
            <w:r>
              <w:t>Wonders of the World</w:t>
            </w:r>
          </w:p>
        </w:tc>
        <w:tc>
          <w:tcPr>
            <w:tcW w:w="2126" w:type="dxa"/>
          </w:tcPr>
          <w:p w14:paraId="5F21D727" w14:textId="754AA367" w:rsidR="001133F0" w:rsidRDefault="00CC641E" w:rsidP="001133F0">
            <w:pPr>
              <w:jc w:val="center"/>
            </w:pPr>
            <w:r>
              <w:t>3</w:t>
            </w:r>
            <w:r w:rsidR="00BA1BF9">
              <w:t>-</w:t>
            </w:r>
            <w:r w:rsidR="00A90E59">
              <w:t>7</w:t>
            </w:r>
          </w:p>
        </w:tc>
        <w:tc>
          <w:tcPr>
            <w:tcW w:w="3119" w:type="dxa"/>
          </w:tcPr>
          <w:p w14:paraId="3047CB36" w14:textId="30DCD125" w:rsidR="001133F0" w:rsidRDefault="00895776" w:rsidP="001133F0">
            <w:pPr>
              <w:jc w:val="center"/>
            </w:pPr>
            <w:r>
              <w:t>10</w:t>
            </w:r>
            <w:r w:rsidR="001133F0">
              <w:t xml:space="preserve"> minutes</w:t>
            </w:r>
          </w:p>
        </w:tc>
      </w:tr>
      <w:tr w:rsidR="001133F0" w14:paraId="5A27F21A" w14:textId="77777777" w:rsidTr="00895776">
        <w:tc>
          <w:tcPr>
            <w:tcW w:w="5141" w:type="dxa"/>
          </w:tcPr>
          <w:p w14:paraId="68731011" w14:textId="033D28E6" w:rsidR="001133F0" w:rsidRDefault="00A90E59" w:rsidP="00A90E59">
            <w:r>
              <w:t>Egypt</w:t>
            </w:r>
            <w:r w:rsidR="00494A1E">
              <w:t xml:space="preserve"> Review and </w:t>
            </w:r>
            <w:r>
              <w:t>Predictions</w:t>
            </w:r>
          </w:p>
        </w:tc>
        <w:tc>
          <w:tcPr>
            <w:tcW w:w="2126" w:type="dxa"/>
          </w:tcPr>
          <w:p w14:paraId="213C47C6" w14:textId="152C10E3" w:rsidR="001133F0" w:rsidRDefault="00A90E59" w:rsidP="001133F0">
            <w:pPr>
              <w:jc w:val="center"/>
            </w:pPr>
            <w:r>
              <w:t>8</w:t>
            </w:r>
            <w:r w:rsidR="00895776">
              <w:t>-</w:t>
            </w:r>
            <w:r>
              <w:t>12</w:t>
            </w:r>
          </w:p>
        </w:tc>
        <w:tc>
          <w:tcPr>
            <w:tcW w:w="3119" w:type="dxa"/>
          </w:tcPr>
          <w:p w14:paraId="209A4A7A" w14:textId="7CDEF7EE" w:rsidR="001133F0" w:rsidRDefault="00895776" w:rsidP="001133F0">
            <w:pPr>
              <w:jc w:val="center"/>
            </w:pPr>
            <w:r>
              <w:t>15</w:t>
            </w:r>
            <w:r w:rsidR="001133F0">
              <w:t xml:space="preserve"> minutes</w:t>
            </w:r>
          </w:p>
        </w:tc>
      </w:tr>
      <w:tr w:rsidR="001133F0" w14:paraId="5E84A502"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4C0EEE82" w14:textId="79D613E6" w:rsidR="001133F0" w:rsidRDefault="00A90E59" w:rsidP="00A90E59">
            <w:r>
              <w:t>Egypt Book</w:t>
            </w:r>
          </w:p>
        </w:tc>
        <w:tc>
          <w:tcPr>
            <w:tcW w:w="2126" w:type="dxa"/>
          </w:tcPr>
          <w:p w14:paraId="73E0DB06" w14:textId="31F0F85E" w:rsidR="001133F0" w:rsidRDefault="00A90E59" w:rsidP="001133F0">
            <w:pPr>
              <w:jc w:val="center"/>
            </w:pPr>
            <w:r>
              <w:t>13-21</w:t>
            </w:r>
          </w:p>
        </w:tc>
        <w:tc>
          <w:tcPr>
            <w:tcW w:w="3119" w:type="dxa"/>
          </w:tcPr>
          <w:p w14:paraId="143F614E" w14:textId="0DA186A7" w:rsidR="001133F0" w:rsidRDefault="00CC3615" w:rsidP="001133F0">
            <w:pPr>
              <w:jc w:val="center"/>
            </w:pPr>
            <w:r>
              <w:t>1</w:t>
            </w:r>
            <w:r w:rsidR="00494A1E">
              <w:t>5</w:t>
            </w:r>
            <w:r w:rsidR="00EA3D94">
              <w:t xml:space="preserve"> </w:t>
            </w:r>
            <w:r w:rsidR="001133F0">
              <w:t>minutes</w:t>
            </w:r>
          </w:p>
        </w:tc>
      </w:tr>
      <w:tr w:rsidR="001133F0" w14:paraId="1C7E652D" w14:textId="77777777" w:rsidTr="00895776">
        <w:tc>
          <w:tcPr>
            <w:tcW w:w="5141" w:type="dxa"/>
          </w:tcPr>
          <w:p w14:paraId="21BB15FF" w14:textId="00F76C4B" w:rsidR="001133F0" w:rsidRDefault="00EF7777" w:rsidP="00EF7777">
            <w:r>
              <w:t>“</w:t>
            </w:r>
            <w:proofErr w:type="spellStart"/>
            <w:r>
              <w:t>A</w:t>
            </w:r>
            <w:r w:rsidR="00494A1E">
              <w:t>ugh</w:t>
            </w:r>
            <w:proofErr w:type="spellEnd"/>
            <w:r w:rsidR="00494A1E">
              <w:t xml:space="preserve">” </w:t>
            </w:r>
            <w:r w:rsidR="00A90E59">
              <w:t xml:space="preserve">Review and </w:t>
            </w:r>
            <w:r>
              <w:t>Practice</w:t>
            </w:r>
          </w:p>
        </w:tc>
        <w:tc>
          <w:tcPr>
            <w:tcW w:w="2126" w:type="dxa"/>
          </w:tcPr>
          <w:p w14:paraId="21478A11" w14:textId="6800C7A1" w:rsidR="001133F0" w:rsidRDefault="00494A1E" w:rsidP="001133F0">
            <w:pPr>
              <w:jc w:val="center"/>
            </w:pPr>
            <w:r>
              <w:t>2</w:t>
            </w:r>
            <w:r w:rsidR="00A90E59">
              <w:t>2-29</w:t>
            </w:r>
          </w:p>
        </w:tc>
        <w:tc>
          <w:tcPr>
            <w:tcW w:w="3119" w:type="dxa"/>
          </w:tcPr>
          <w:p w14:paraId="50886B04" w14:textId="0278DEB5" w:rsidR="00993BAA" w:rsidRDefault="00494A1E" w:rsidP="00993BAA">
            <w:pPr>
              <w:jc w:val="center"/>
            </w:pPr>
            <w:r>
              <w:t>10</w:t>
            </w:r>
            <w:r w:rsidR="001133F0">
              <w:t xml:space="preserve"> minutes</w:t>
            </w:r>
          </w:p>
        </w:tc>
      </w:tr>
      <w:tr w:rsidR="00895776" w14:paraId="33C5ABEB"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FC3854" w14:textId="2E422CE0" w:rsidR="00895776" w:rsidRDefault="00895776" w:rsidP="001133F0">
            <w:r>
              <w:t>Review and Homework</w:t>
            </w:r>
          </w:p>
        </w:tc>
        <w:tc>
          <w:tcPr>
            <w:tcW w:w="2126" w:type="dxa"/>
          </w:tcPr>
          <w:p w14:paraId="6209C535" w14:textId="1407684F" w:rsidR="00895776" w:rsidRDefault="00A90E59" w:rsidP="001133F0">
            <w:pPr>
              <w:jc w:val="center"/>
            </w:pPr>
            <w:r>
              <w:t>20</w:t>
            </w:r>
            <w:r w:rsidR="00EF7777">
              <w:t>-3</w:t>
            </w:r>
            <w:r>
              <w:t>2</w:t>
            </w:r>
          </w:p>
        </w:tc>
        <w:tc>
          <w:tcPr>
            <w:tcW w:w="3119" w:type="dxa"/>
          </w:tcPr>
          <w:p w14:paraId="2BDF622A" w14:textId="122645F2" w:rsidR="00895776" w:rsidRDefault="00895776" w:rsidP="00CC641E">
            <w:pPr>
              <w:jc w:val="center"/>
            </w:pPr>
            <w:r>
              <w:t>5 minutes</w:t>
            </w:r>
          </w:p>
        </w:tc>
      </w:tr>
      <w:tr w:rsidR="00895776" w14:paraId="12318414" w14:textId="77777777" w:rsidTr="00895776">
        <w:tc>
          <w:tcPr>
            <w:tcW w:w="5141" w:type="dxa"/>
          </w:tcPr>
          <w:p w14:paraId="73B79C44" w14:textId="3C3959C0" w:rsidR="00895776" w:rsidRDefault="00895776" w:rsidP="001133F0">
            <w:r w:rsidRPr="004731E6">
              <w:rPr>
                <w:b/>
                <w:u w:val="single"/>
              </w:rPr>
              <w:t>Extra time:</w:t>
            </w:r>
          </w:p>
        </w:tc>
        <w:tc>
          <w:tcPr>
            <w:tcW w:w="2126" w:type="dxa"/>
          </w:tcPr>
          <w:p w14:paraId="65F2C36E" w14:textId="7F34F88F" w:rsidR="00895776" w:rsidRDefault="00895776" w:rsidP="001133F0">
            <w:pPr>
              <w:jc w:val="center"/>
            </w:pPr>
          </w:p>
        </w:tc>
        <w:tc>
          <w:tcPr>
            <w:tcW w:w="3119" w:type="dxa"/>
          </w:tcPr>
          <w:p w14:paraId="2D402E00" w14:textId="08021E3B" w:rsidR="00895776" w:rsidRDefault="00895776" w:rsidP="00CC641E">
            <w:pPr>
              <w:jc w:val="center"/>
            </w:pPr>
          </w:p>
        </w:tc>
      </w:tr>
      <w:tr w:rsidR="00895776" w14:paraId="04A3DA26"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A04B2E" w14:textId="2DFFF1E9" w:rsidR="00895776" w:rsidRDefault="00895776" w:rsidP="001133F0">
            <w:r>
              <w:t>Complete Homework with the students</w:t>
            </w:r>
          </w:p>
        </w:tc>
        <w:tc>
          <w:tcPr>
            <w:tcW w:w="2126" w:type="dxa"/>
          </w:tcPr>
          <w:p w14:paraId="1B7102A6" w14:textId="1F6C0582" w:rsidR="00895776" w:rsidRDefault="00895776" w:rsidP="001133F0">
            <w:pPr>
              <w:jc w:val="center"/>
            </w:pPr>
          </w:p>
        </w:tc>
        <w:tc>
          <w:tcPr>
            <w:tcW w:w="3119" w:type="dxa"/>
          </w:tcPr>
          <w:p w14:paraId="597F5319" w14:textId="4EF046FE" w:rsidR="00895776" w:rsidRDefault="00895776" w:rsidP="001133F0">
            <w:pPr>
              <w:jc w:val="center"/>
            </w:pPr>
            <w:r>
              <w:t>5-10 minutes</w:t>
            </w:r>
          </w:p>
        </w:tc>
      </w:tr>
    </w:tbl>
    <w:p w14:paraId="1CF4A525" w14:textId="77777777" w:rsidR="00E4068D" w:rsidRDefault="00E4068D" w:rsidP="00EF7FD1">
      <w:pPr>
        <w:tabs>
          <w:tab w:val="left" w:pos="284"/>
        </w:tabs>
        <w:spacing w:after="0"/>
      </w:pPr>
    </w:p>
    <w:p w14:paraId="7613265D" w14:textId="77777777" w:rsidR="00F10514" w:rsidRDefault="00F10514" w:rsidP="00EF7FD1">
      <w:pPr>
        <w:tabs>
          <w:tab w:val="left" w:pos="284"/>
        </w:tabs>
        <w:spacing w:after="0"/>
      </w:pPr>
    </w:p>
    <w:p w14:paraId="57B3B85E" w14:textId="77777777" w:rsidR="00F10514" w:rsidRDefault="00F10514" w:rsidP="00EF7FD1">
      <w:pPr>
        <w:tabs>
          <w:tab w:val="left" w:pos="284"/>
        </w:tabs>
        <w:spacing w:after="0"/>
      </w:pPr>
    </w:p>
    <w:p w14:paraId="74265FE7" w14:textId="77777777" w:rsidR="00895776" w:rsidRDefault="00895776" w:rsidP="00EF7FD1">
      <w:pPr>
        <w:tabs>
          <w:tab w:val="left" w:pos="284"/>
        </w:tabs>
        <w:spacing w:after="0"/>
      </w:pPr>
    </w:p>
    <w:p w14:paraId="24B4CE49" w14:textId="77777777" w:rsidR="00F10514" w:rsidRDefault="00F10514"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lastRenderedPageBreak/>
        <w:t>Instructional Strategies</w:t>
      </w:r>
    </w:p>
    <w:tbl>
      <w:tblPr>
        <w:tblStyle w:val="TableGrid"/>
        <w:tblW w:w="0" w:type="auto"/>
        <w:tblLook w:val="04A0" w:firstRow="1" w:lastRow="0" w:firstColumn="1" w:lastColumn="0" w:noHBand="0" w:noVBand="1"/>
      </w:tblPr>
      <w:tblGrid>
        <w:gridCol w:w="1129"/>
        <w:gridCol w:w="9634"/>
      </w:tblGrid>
      <w:tr w:rsidR="0099611E" w14:paraId="2BA58B00" w14:textId="77777777" w:rsidTr="00DE0A96">
        <w:tc>
          <w:tcPr>
            <w:tcW w:w="1129" w:type="dxa"/>
          </w:tcPr>
          <w:p w14:paraId="1D2A022E" w14:textId="77777777" w:rsidR="0099611E" w:rsidRDefault="0099611E" w:rsidP="00EF7FD1">
            <w:pPr>
              <w:tabs>
                <w:tab w:val="left" w:pos="284"/>
              </w:tabs>
            </w:pPr>
            <w:r>
              <w:t>Slide 1</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6524D341" w:rsidR="0099611E" w:rsidRDefault="00B04FDE" w:rsidP="00B04FDE">
            <w:pPr>
              <w:tabs>
                <w:tab w:val="left" w:pos="284"/>
              </w:tabs>
            </w:pPr>
            <w:r>
              <w:t>Introduce the new unit of Around the World</w:t>
            </w:r>
            <w:r w:rsidR="00895776">
              <w:t xml:space="preserve">. </w:t>
            </w:r>
            <w:r>
              <w:t>Explain to the students that each lesson will explore another different country</w:t>
            </w:r>
            <w:r w:rsidR="00895776">
              <w:t>.</w:t>
            </w:r>
            <w:r>
              <w:t xml:space="preserve"> We will be learning about where each country is and what different things each country eats or celebrates. Allow time to reflect on countries they have been to and their own personal experiences throughout the lesson.</w:t>
            </w:r>
          </w:p>
        </w:tc>
      </w:tr>
      <w:tr w:rsidR="0099611E" w14:paraId="2FABD882" w14:textId="77777777" w:rsidTr="00DE0A96">
        <w:tc>
          <w:tcPr>
            <w:tcW w:w="1129" w:type="dxa"/>
          </w:tcPr>
          <w:p w14:paraId="08D2479C" w14:textId="77777777" w:rsidR="0099611E" w:rsidRDefault="0099611E" w:rsidP="00EF7FD1">
            <w:pPr>
              <w:tabs>
                <w:tab w:val="left" w:pos="284"/>
              </w:tabs>
            </w:pPr>
            <w:r>
              <w:t>Slide 2</w:t>
            </w:r>
          </w:p>
          <w:p w14:paraId="76B8E5D4" w14:textId="77777777" w:rsidR="0099611E" w:rsidRDefault="0099611E" w:rsidP="00EF7FD1">
            <w:pPr>
              <w:tabs>
                <w:tab w:val="left" w:pos="284"/>
              </w:tabs>
            </w:pPr>
          </w:p>
        </w:tc>
        <w:tc>
          <w:tcPr>
            <w:tcW w:w="9634" w:type="dxa"/>
          </w:tcPr>
          <w:p w14:paraId="2E55E12A" w14:textId="6914B9EE" w:rsidR="0099611E" w:rsidRDefault="001133F0" w:rsidP="00A90E59">
            <w:pPr>
              <w:tabs>
                <w:tab w:val="left" w:pos="284"/>
              </w:tabs>
            </w:pPr>
            <w:r>
              <w:t xml:space="preserve">Learning Goal overview. </w:t>
            </w:r>
            <w:r w:rsidR="00A66272">
              <w:t xml:space="preserve">Introduce the new concepts that we will be </w:t>
            </w:r>
            <w:r w:rsidR="00F10514">
              <w:t xml:space="preserve">covering </w:t>
            </w:r>
            <w:r w:rsidR="00A66272">
              <w:t>th</w:t>
            </w:r>
            <w:r w:rsidR="00993BAA">
              <w:t xml:space="preserve">is class – </w:t>
            </w:r>
            <w:r w:rsidR="00A90E59">
              <w:t>looking into the Wonders of the World</w:t>
            </w:r>
            <w:r w:rsidR="00A66272">
              <w:t xml:space="preserve">, </w:t>
            </w:r>
            <w:r w:rsidR="00B04FDE">
              <w:t xml:space="preserve">a look into the country of </w:t>
            </w:r>
            <w:r w:rsidR="00A90E59">
              <w:t>Egypt, and the review of the “</w:t>
            </w:r>
            <w:proofErr w:type="spellStart"/>
            <w:r w:rsidR="00A90E59">
              <w:t>u_e</w:t>
            </w:r>
            <w:proofErr w:type="spellEnd"/>
            <w:r w:rsidR="00B04FDE">
              <w:t>” sound</w:t>
            </w:r>
            <w:r w:rsidR="00895776">
              <w:t>.</w:t>
            </w:r>
          </w:p>
        </w:tc>
      </w:tr>
      <w:tr w:rsidR="0099611E" w14:paraId="7AA99803" w14:textId="77777777" w:rsidTr="00DE0A96">
        <w:tc>
          <w:tcPr>
            <w:tcW w:w="1129" w:type="dxa"/>
          </w:tcPr>
          <w:p w14:paraId="6D9F1435" w14:textId="0A37EAF1" w:rsidR="0099611E" w:rsidRDefault="0099611E" w:rsidP="00EF7FD1">
            <w:pPr>
              <w:tabs>
                <w:tab w:val="left" w:pos="284"/>
              </w:tabs>
            </w:pPr>
            <w:r>
              <w:t>Slide 3</w:t>
            </w:r>
            <w:r w:rsidR="00F10514">
              <w:t>-</w:t>
            </w:r>
            <w:r w:rsidR="00A90E59">
              <w:t>7</w:t>
            </w:r>
          </w:p>
        </w:tc>
        <w:tc>
          <w:tcPr>
            <w:tcW w:w="9634" w:type="dxa"/>
          </w:tcPr>
          <w:p w14:paraId="0AD724C0" w14:textId="1EF9DF66" w:rsidR="0099611E" w:rsidRDefault="00A90E59" w:rsidP="00EF7777">
            <w:pPr>
              <w:tabs>
                <w:tab w:val="left" w:pos="284"/>
              </w:tabs>
            </w:pPr>
            <w:r>
              <w:t xml:space="preserve">These slides will be introducing the Wonders of the World. In the beginning, encourage the students to tie their previous knowledge to this topic. Many students will be familiar with the Great Wall of </w:t>
            </w:r>
            <w:proofErr w:type="gramStart"/>
            <w:r>
              <w:t>China,</w:t>
            </w:r>
            <w:proofErr w:type="gramEnd"/>
            <w:r>
              <w:t xml:space="preserve"> pictures are posted on the slides to prompt them to think of this as being one of the Wonders of the World. Take time to view the photos on the slides and discuss where each one might be. If the </w:t>
            </w:r>
            <w:proofErr w:type="gramStart"/>
            <w:r>
              <w:t>students</w:t>
            </w:r>
            <w:proofErr w:type="gramEnd"/>
            <w:r>
              <w:t xml:space="preserve"> answers are incorrect, encourage them to keep discussing because throughout the unit we will be discussing different countries more and learning more about each country. </w:t>
            </w:r>
            <w:r w:rsidR="00EF7777">
              <w:t xml:space="preserve"> </w:t>
            </w:r>
          </w:p>
        </w:tc>
      </w:tr>
      <w:tr w:rsidR="00F10514" w14:paraId="67948EA1" w14:textId="77777777" w:rsidTr="00DE0A96">
        <w:tc>
          <w:tcPr>
            <w:tcW w:w="1129" w:type="dxa"/>
          </w:tcPr>
          <w:p w14:paraId="67EC40DE" w14:textId="4969EBDC" w:rsidR="00F10514" w:rsidRDefault="00EF7777" w:rsidP="00EF7FD1">
            <w:pPr>
              <w:tabs>
                <w:tab w:val="left" w:pos="284"/>
              </w:tabs>
            </w:pPr>
            <w:r>
              <w:t>Slide</w:t>
            </w:r>
            <w:r w:rsidR="00A90E59">
              <w:t xml:space="preserve"> 8-12</w:t>
            </w:r>
          </w:p>
          <w:p w14:paraId="2B932AAD" w14:textId="54AF6616" w:rsidR="00F10514" w:rsidRDefault="00F10514" w:rsidP="00EF7FD1">
            <w:pPr>
              <w:tabs>
                <w:tab w:val="left" w:pos="284"/>
              </w:tabs>
            </w:pPr>
          </w:p>
        </w:tc>
        <w:tc>
          <w:tcPr>
            <w:tcW w:w="9634" w:type="dxa"/>
          </w:tcPr>
          <w:p w14:paraId="47D8E9F7" w14:textId="2A8731F5" w:rsidR="00F10514" w:rsidRDefault="00A90E59" w:rsidP="00EF7777">
            <w:pPr>
              <w:tabs>
                <w:tab w:val="left" w:pos="284"/>
              </w:tabs>
            </w:pPr>
            <w:r>
              <w:t xml:space="preserve">These slides will be introducing Egypt to the students. The questions on the slides will prompt the students to begin thinking about the country before we read the information in the book. The photos on the slides will prompt the students with answers to each question. Again, allow the students to guess and make their own predictions of what the country might be like if they have no previous knowledge of it. The book will correct them once it is read. </w:t>
            </w:r>
          </w:p>
        </w:tc>
      </w:tr>
      <w:tr w:rsidR="00F10514" w14:paraId="2B4B020E" w14:textId="77777777" w:rsidTr="00DE0A96">
        <w:tc>
          <w:tcPr>
            <w:tcW w:w="1129" w:type="dxa"/>
          </w:tcPr>
          <w:p w14:paraId="5F7A94AB" w14:textId="49C07FF8" w:rsidR="00F10514" w:rsidRDefault="00F10514" w:rsidP="00EF7FD1">
            <w:pPr>
              <w:tabs>
                <w:tab w:val="left" w:pos="284"/>
              </w:tabs>
            </w:pPr>
            <w:r>
              <w:t xml:space="preserve">Slide </w:t>
            </w:r>
            <w:r w:rsidR="00A90E59">
              <w:t>13-21</w:t>
            </w:r>
          </w:p>
          <w:p w14:paraId="7CA640CE" w14:textId="77777777" w:rsidR="00F10514" w:rsidRDefault="00F10514" w:rsidP="00EF7FD1">
            <w:pPr>
              <w:tabs>
                <w:tab w:val="left" w:pos="284"/>
              </w:tabs>
            </w:pPr>
          </w:p>
          <w:p w14:paraId="6B6A4918" w14:textId="77777777" w:rsidR="00F10514" w:rsidRDefault="00F10514" w:rsidP="00EF7FD1">
            <w:pPr>
              <w:tabs>
                <w:tab w:val="left" w:pos="284"/>
              </w:tabs>
            </w:pPr>
          </w:p>
        </w:tc>
        <w:tc>
          <w:tcPr>
            <w:tcW w:w="9634" w:type="dxa"/>
          </w:tcPr>
          <w:p w14:paraId="67831860" w14:textId="3CAD7F80" w:rsidR="009266E9" w:rsidRPr="00895776" w:rsidRDefault="00A90E59" w:rsidP="009266E9">
            <w:pPr>
              <w:tabs>
                <w:tab w:val="left" w:pos="284"/>
              </w:tabs>
            </w:pPr>
            <w:r>
              <w:t>Read the book of Egypt. Take turns reading and encourage students to correct each other if pronunciation is off. This will encourage a team spirit within the class. If the students do not do this, ensure as a teacher you are correcting pronunciation, as this is one of our main goals in each class. In addition, pay attention to the bolded words within the pages and use the translator in the room to translate these words for the students as they may have difficulties understanding what each word might mean. If they have a grasp of the word in their home language, they may understand the overall book better.</w:t>
            </w:r>
          </w:p>
        </w:tc>
      </w:tr>
      <w:tr w:rsidR="00F10514" w14:paraId="0E3CB589" w14:textId="77777777" w:rsidTr="00DE0A96">
        <w:tc>
          <w:tcPr>
            <w:tcW w:w="1129" w:type="dxa"/>
          </w:tcPr>
          <w:p w14:paraId="3CEA891C" w14:textId="3195498A" w:rsidR="00F10514" w:rsidRDefault="00A90E59" w:rsidP="00EF7FD1">
            <w:pPr>
              <w:tabs>
                <w:tab w:val="left" w:pos="284"/>
              </w:tabs>
            </w:pPr>
            <w:r>
              <w:t>Slide 22-29</w:t>
            </w:r>
          </w:p>
          <w:p w14:paraId="0C9AD68F" w14:textId="77777777" w:rsidR="00F10514" w:rsidRDefault="00F10514" w:rsidP="00EF7FD1">
            <w:pPr>
              <w:tabs>
                <w:tab w:val="left" w:pos="284"/>
              </w:tabs>
            </w:pPr>
          </w:p>
          <w:p w14:paraId="4FB7BF57" w14:textId="77777777" w:rsidR="00F10514" w:rsidRDefault="00F10514" w:rsidP="00EF7FD1">
            <w:pPr>
              <w:tabs>
                <w:tab w:val="left" w:pos="284"/>
              </w:tabs>
            </w:pPr>
          </w:p>
        </w:tc>
        <w:tc>
          <w:tcPr>
            <w:tcW w:w="9634" w:type="dxa"/>
          </w:tcPr>
          <w:p w14:paraId="573458BA" w14:textId="6118E60E" w:rsidR="00F10514" w:rsidRDefault="00A90E59" w:rsidP="00A90E59">
            <w:pPr>
              <w:tabs>
                <w:tab w:val="left" w:pos="284"/>
              </w:tabs>
            </w:pPr>
            <w:r>
              <w:t>“</w:t>
            </w:r>
            <w:proofErr w:type="spellStart"/>
            <w:r>
              <w:t>U_e</w:t>
            </w:r>
            <w:proofErr w:type="spellEnd"/>
            <w:r w:rsidR="00EF7777">
              <w:t xml:space="preserve">” word </w:t>
            </w:r>
            <w:r>
              <w:t xml:space="preserve">review </w:t>
            </w:r>
            <w:r w:rsidR="00EF7777">
              <w:t xml:space="preserve">practice. </w:t>
            </w:r>
            <w:r>
              <w:t xml:space="preserve">First the students will play a small competitive game against one another, trying to list as many </w:t>
            </w:r>
            <w:proofErr w:type="spellStart"/>
            <w:r>
              <w:t>u_e</w:t>
            </w:r>
            <w:proofErr w:type="spellEnd"/>
            <w:r>
              <w:t xml:space="preserve"> words as they can in one minute. They will then have some reading practice, causing them to point out the </w:t>
            </w:r>
            <w:proofErr w:type="spellStart"/>
            <w:r>
              <w:t>u_e</w:t>
            </w:r>
            <w:proofErr w:type="spellEnd"/>
            <w:r>
              <w:t xml:space="preserve"> words they should know. Following that, the students will practice filling in the blanks of sentences using </w:t>
            </w:r>
            <w:proofErr w:type="spellStart"/>
            <w:r>
              <w:t>u_e</w:t>
            </w:r>
            <w:proofErr w:type="spellEnd"/>
            <w:r>
              <w:t xml:space="preserve"> words, and creating their own sentences using these words as well. Correct spelling if necessary, and if there are multiple students in the classroom, open a whiteboard for space to work.</w:t>
            </w:r>
          </w:p>
        </w:tc>
      </w:tr>
      <w:tr w:rsidR="00DE0A96" w14:paraId="6A2E8EEF" w14:textId="77777777" w:rsidTr="00DE0A96">
        <w:trPr>
          <w:trHeight w:val="820"/>
        </w:trPr>
        <w:tc>
          <w:tcPr>
            <w:tcW w:w="1129" w:type="dxa"/>
          </w:tcPr>
          <w:p w14:paraId="62E6F5CD" w14:textId="3946FBC5" w:rsidR="00DE0A96" w:rsidRDefault="00A90E59" w:rsidP="00DE0A96">
            <w:pPr>
              <w:tabs>
                <w:tab w:val="left" w:pos="284"/>
              </w:tabs>
            </w:pPr>
            <w:r>
              <w:t>Slide 30</w:t>
            </w:r>
            <w:r w:rsidR="00DE0A96">
              <w:t>-</w:t>
            </w:r>
            <w:r w:rsidR="00EF7777">
              <w:t>3</w:t>
            </w:r>
            <w:r>
              <w:t>2</w:t>
            </w:r>
          </w:p>
        </w:tc>
        <w:tc>
          <w:tcPr>
            <w:tcW w:w="9634" w:type="dxa"/>
          </w:tcPr>
          <w:p w14:paraId="5170A9CA" w14:textId="6103804B" w:rsidR="00DE0A96" w:rsidRPr="000C0316" w:rsidRDefault="00DE0A96" w:rsidP="000C0316">
            <w:pPr>
              <w:tabs>
                <w:tab w:val="left" w:pos="284"/>
              </w:tabs>
            </w:pPr>
            <w:r>
              <w:t>Review and homework slides. Review what we have learned and ask if there are any questions.</w:t>
            </w:r>
            <w:bookmarkStart w:id="0" w:name="_GoBack"/>
            <w:bookmarkEnd w:id="0"/>
          </w:p>
        </w:tc>
      </w:tr>
      <w:tr w:rsidR="00DE0A96" w14:paraId="1C639966" w14:textId="77777777" w:rsidTr="00DE0A96">
        <w:tc>
          <w:tcPr>
            <w:tcW w:w="1129" w:type="dxa"/>
          </w:tcPr>
          <w:p w14:paraId="3EFE25B6" w14:textId="4589B283" w:rsidR="00DE0A96" w:rsidRDefault="00DE0A96" w:rsidP="00EF7FD1">
            <w:pPr>
              <w:tabs>
                <w:tab w:val="left" w:pos="284"/>
              </w:tabs>
            </w:pPr>
          </w:p>
        </w:tc>
        <w:tc>
          <w:tcPr>
            <w:tcW w:w="9634" w:type="dxa"/>
          </w:tcPr>
          <w:p w14:paraId="36F97E00" w14:textId="0E754FF9" w:rsidR="00DE0A96" w:rsidRDefault="00DE0A96" w:rsidP="00731288">
            <w:pPr>
              <w:tabs>
                <w:tab w:val="left" w:pos="284"/>
              </w:tabs>
            </w:pPr>
          </w:p>
        </w:tc>
      </w:tr>
    </w:tbl>
    <w:p w14:paraId="1C3C9891" w14:textId="77777777"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73EFF1" w14:textId="77777777" w:rsidR="009266E9" w:rsidRDefault="009266E9">
      <w:pPr>
        <w:spacing w:after="0" w:line="240" w:lineRule="auto"/>
      </w:pPr>
      <w:r>
        <w:separator/>
      </w:r>
    </w:p>
    <w:p w14:paraId="64C8F65F" w14:textId="77777777" w:rsidR="009266E9" w:rsidRDefault="009266E9"/>
    <w:p w14:paraId="0CA0843D" w14:textId="77777777" w:rsidR="009266E9" w:rsidRDefault="009266E9"/>
  </w:endnote>
  <w:endnote w:type="continuationSeparator" w:id="0">
    <w:p w14:paraId="192C0A5C" w14:textId="77777777" w:rsidR="009266E9" w:rsidRDefault="009266E9">
      <w:pPr>
        <w:spacing w:after="0" w:line="240" w:lineRule="auto"/>
      </w:pPr>
      <w:r>
        <w:continuationSeparator/>
      </w:r>
    </w:p>
    <w:p w14:paraId="49963C58" w14:textId="77777777" w:rsidR="009266E9" w:rsidRDefault="009266E9"/>
    <w:p w14:paraId="2395DC67" w14:textId="77777777" w:rsidR="009266E9" w:rsidRDefault="009266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メイリオ">
    <w:charset w:val="4E"/>
    <w:family w:val="auto"/>
    <w:pitch w:val="variable"/>
    <w:sig w:usb0="E10102FF" w:usb1="EAC7FFFF" w:usb2="0001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5BE47" w14:textId="77777777" w:rsidR="009266E9" w:rsidRDefault="009266E9">
      <w:pPr>
        <w:spacing w:after="0" w:line="240" w:lineRule="auto"/>
      </w:pPr>
      <w:r>
        <w:separator/>
      </w:r>
    </w:p>
    <w:p w14:paraId="66518E32" w14:textId="77777777" w:rsidR="009266E9" w:rsidRDefault="009266E9"/>
    <w:p w14:paraId="61C8FD49" w14:textId="77777777" w:rsidR="009266E9" w:rsidRDefault="009266E9"/>
  </w:footnote>
  <w:footnote w:type="continuationSeparator" w:id="0">
    <w:p w14:paraId="6C298A5A" w14:textId="77777777" w:rsidR="009266E9" w:rsidRDefault="009266E9">
      <w:pPr>
        <w:spacing w:after="0" w:line="240" w:lineRule="auto"/>
      </w:pPr>
      <w:r>
        <w:continuationSeparator/>
      </w:r>
    </w:p>
    <w:p w14:paraId="10AD9310" w14:textId="77777777" w:rsidR="009266E9" w:rsidRDefault="009266E9"/>
    <w:p w14:paraId="6DEF83BC" w14:textId="77777777" w:rsidR="009266E9" w:rsidRDefault="009266E9"/>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B8A88A"/>
    <w:lvl w:ilvl="0">
      <w:start w:val="1"/>
      <w:numFmt w:val="decimal"/>
      <w:lvlText w:val="%1."/>
      <w:lvlJc w:val="left"/>
      <w:pPr>
        <w:tabs>
          <w:tab w:val="num" w:pos="1800"/>
        </w:tabs>
        <w:ind w:left="1800" w:hanging="360"/>
      </w:pPr>
    </w:lvl>
  </w:abstractNum>
  <w:abstractNum w:abstractNumId="1">
    <w:nsid w:val="FFFFFF7D"/>
    <w:multiLevelType w:val="singleLevel"/>
    <w:tmpl w:val="36E8ED68"/>
    <w:lvl w:ilvl="0">
      <w:start w:val="1"/>
      <w:numFmt w:val="decimal"/>
      <w:lvlText w:val="%1."/>
      <w:lvlJc w:val="left"/>
      <w:pPr>
        <w:tabs>
          <w:tab w:val="num" w:pos="1440"/>
        </w:tabs>
        <w:ind w:left="1440" w:hanging="360"/>
      </w:pPr>
    </w:lvl>
  </w:abstractNum>
  <w:abstractNum w:abstractNumId="2">
    <w:nsid w:val="FFFFFF7E"/>
    <w:multiLevelType w:val="singleLevel"/>
    <w:tmpl w:val="144E5CF2"/>
    <w:lvl w:ilvl="0">
      <w:start w:val="1"/>
      <w:numFmt w:val="decimal"/>
      <w:lvlText w:val="%1."/>
      <w:lvlJc w:val="left"/>
      <w:pPr>
        <w:tabs>
          <w:tab w:val="num" w:pos="1080"/>
        </w:tabs>
        <w:ind w:left="1080" w:hanging="360"/>
      </w:pPr>
    </w:lvl>
  </w:abstractNum>
  <w:abstractNum w:abstractNumId="3">
    <w:nsid w:val="FFFFFF7F"/>
    <w:multiLevelType w:val="singleLevel"/>
    <w:tmpl w:val="00725E38"/>
    <w:lvl w:ilvl="0">
      <w:start w:val="1"/>
      <w:numFmt w:val="decimal"/>
      <w:lvlText w:val="%1."/>
      <w:lvlJc w:val="left"/>
      <w:pPr>
        <w:tabs>
          <w:tab w:val="num" w:pos="720"/>
        </w:tabs>
        <w:ind w:left="720" w:hanging="360"/>
      </w:pPr>
    </w:lvl>
  </w:abstractNum>
  <w:abstractNum w:abstractNumId="4">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3108D7"/>
    <w:multiLevelType w:val="hybridMultilevel"/>
    <w:tmpl w:val="EDFEE4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9"/>
    <w:lvlOverride w:ilvl="0">
      <w:startOverride w:val="1"/>
    </w:lvlOverride>
  </w:num>
  <w:num w:numId="13">
    <w:abstractNumId w:val="12"/>
  </w:num>
  <w:num w:numId="14">
    <w:abstractNumId w:val="14"/>
  </w:num>
  <w:num w:numId="15">
    <w:abstractNumId w:val="10"/>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43CCE"/>
    <w:rsid w:val="00060C71"/>
    <w:rsid w:val="000A7EFE"/>
    <w:rsid w:val="000C0316"/>
    <w:rsid w:val="000F3501"/>
    <w:rsid w:val="00103C48"/>
    <w:rsid w:val="001133F0"/>
    <w:rsid w:val="00180192"/>
    <w:rsid w:val="00180A1D"/>
    <w:rsid w:val="00212581"/>
    <w:rsid w:val="002250D9"/>
    <w:rsid w:val="00334343"/>
    <w:rsid w:val="003C7B78"/>
    <w:rsid w:val="003E562A"/>
    <w:rsid w:val="00494A1E"/>
    <w:rsid w:val="0058728F"/>
    <w:rsid w:val="006146EC"/>
    <w:rsid w:val="006204C2"/>
    <w:rsid w:val="00717221"/>
    <w:rsid w:val="00731288"/>
    <w:rsid w:val="00792DB9"/>
    <w:rsid w:val="007A42D2"/>
    <w:rsid w:val="00895776"/>
    <w:rsid w:val="008A14E7"/>
    <w:rsid w:val="008A6752"/>
    <w:rsid w:val="008B1ADD"/>
    <w:rsid w:val="008B46BC"/>
    <w:rsid w:val="008F28C7"/>
    <w:rsid w:val="009266E9"/>
    <w:rsid w:val="00987F10"/>
    <w:rsid w:val="00993BAA"/>
    <w:rsid w:val="0099611E"/>
    <w:rsid w:val="009A3742"/>
    <w:rsid w:val="00A2359C"/>
    <w:rsid w:val="00A66272"/>
    <w:rsid w:val="00A90E59"/>
    <w:rsid w:val="00AB01BE"/>
    <w:rsid w:val="00B04FDE"/>
    <w:rsid w:val="00B31568"/>
    <w:rsid w:val="00B40E6C"/>
    <w:rsid w:val="00B42838"/>
    <w:rsid w:val="00B9397D"/>
    <w:rsid w:val="00BA1BF9"/>
    <w:rsid w:val="00BC4110"/>
    <w:rsid w:val="00BD077C"/>
    <w:rsid w:val="00C2181C"/>
    <w:rsid w:val="00C30FE0"/>
    <w:rsid w:val="00C56309"/>
    <w:rsid w:val="00C71DE2"/>
    <w:rsid w:val="00CA4798"/>
    <w:rsid w:val="00CC3615"/>
    <w:rsid w:val="00CC641E"/>
    <w:rsid w:val="00DA2B86"/>
    <w:rsid w:val="00DE0A96"/>
    <w:rsid w:val="00DF3A37"/>
    <w:rsid w:val="00E4068D"/>
    <w:rsid w:val="00E6469E"/>
    <w:rsid w:val="00EA3D94"/>
    <w:rsid w:val="00EF0D69"/>
    <w:rsid w:val="00EF7777"/>
    <w:rsid w:val="00EF7FD1"/>
    <w:rsid w:val="00F10514"/>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7582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\Users\Pam\Documents\a Rosedale\esl live course\elementary program\curriculum development\ESL K-8 Lesson Plan Template.dotx</Template>
  <TotalTime>2</TotalTime>
  <Pages>2</Pages>
  <Words>599</Words>
  <Characters>3417</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Marissa Quintigliani</cp:lastModifiedBy>
  <cp:revision>2</cp:revision>
  <dcterms:created xsi:type="dcterms:W3CDTF">2017-08-08T18:54:00Z</dcterms:created>
  <dcterms:modified xsi:type="dcterms:W3CDTF">2017-08-08T18:54:00Z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