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2AAEFD19" w:rsidR="00F3367B" w:rsidRDefault="007632A5"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5E3A094D" w:rsidR="00F3367B" w:rsidRDefault="007632A5" w:rsidP="00180192">
            <w:pPr>
              <w:pStyle w:val="ListParagraph"/>
              <w:numPr>
                <w:ilvl w:val="0"/>
                <w:numId w:val="16"/>
              </w:numPr>
            </w:pPr>
            <w:r>
              <w:t>A review of Canada, Brazil and India</w:t>
            </w:r>
          </w:p>
          <w:p w14:paraId="4B8FE942" w14:textId="1F4BAA14" w:rsidR="00180192" w:rsidRDefault="007632A5" w:rsidP="00F10514">
            <w:pPr>
              <w:pStyle w:val="ListParagraph"/>
              <w:numPr>
                <w:ilvl w:val="0"/>
                <w:numId w:val="16"/>
              </w:numPr>
            </w:pPr>
            <w:r>
              <w:t>Reviewing comparisons and comparing countries</w:t>
            </w:r>
          </w:p>
          <w:p w14:paraId="59FEFDFF" w14:textId="3FB11065" w:rsidR="00895776" w:rsidRPr="00F10514" w:rsidRDefault="00494A1E" w:rsidP="00EF11AE">
            <w:pPr>
              <w:pStyle w:val="ListParagraph"/>
              <w:numPr>
                <w:ilvl w:val="0"/>
                <w:numId w:val="16"/>
              </w:numPr>
            </w:pPr>
            <w:r>
              <w:t xml:space="preserve">A review </w:t>
            </w:r>
            <w:r w:rsidR="007632A5">
              <w:t>of “</w:t>
            </w:r>
            <w:proofErr w:type="spellStart"/>
            <w:r w:rsidR="007632A5">
              <w:t>i</w:t>
            </w:r>
            <w:r w:rsidR="00A90E59">
              <w:t>_e</w:t>
            </w:r>
            <w:proofErr w:type="spellEnd"/>
            <w:r w:rsidR="007632A5">
              <w:t xml:space="preserve">, </w:t>
            </w:r>
            <w:proofErr w:type="spellStart"/>
            <w:r w:rsidR="007632A5">
              <w:t>a_e</w:t>
            </w:r>
            <w:proofErr w:type="spellEnd"/>
            <w:r w:rsidR="007632A5">
              <w:t xml:space="preserve">, and </w:t>
            </w:r>
            <w:proofErr w:type="spellStart"/>
            <w:r w:rsidR="007632A5">
              <w:t>e_e</w:t>
            </w:r>
            <w:proofErr w:type="spellEnd"/>
            <w:r w:rsidR="007632A5">
              <w:t>”</w:t>
            </w:r>
            <w:r w:rsidR="00EF11AE">
              <w:t xml:space="preserve"> </w:t>
            </w:r>
            <w:r>
              <w:t xml:space="preserve">words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472767F7" w:rsidR="00F3367B" w:rsidRDefault="00494A1E" w:rsidP="001133F0">
            <w:r>
              <w:t>Unit8</w:t>
            </w:r>
            <w:r w:rsidR="007632A5">
              <w:t>Lesson8</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317EB569" w:rsidR="00F3367B" w:rsidRDefault="00494A1E" w:rsidP="001133F0">
            <w:r>
              <w:t>Unit8</w:t>
            </w:r>
            <w:r w:rsidR="007632A5">
              <w:t>Lesson8</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36B8EC4" w:rsidR="00F3367B" w:rsidRDefault="00494A1E" w:rsidP="001133F0">
            <w:r>
              <w:t>Unit8</w:t>
            </w:r>
            <w:r w:rsidR="007632A5">
              <w:t>Lesson8</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66631355" w:rsidR="001133F0" w:rsidRDefault="007632A5" w:rsidP="00C138DD">
            <w:r>
              <w:t>Reviewing Countries</w:t>
            </w:r>
          </w:p>
        </w:tc>
        <w:tc>
          <w:tcPr>
            <w:tcW w:w="2126" w:type="dxa"/>
          </w:tcPr>
          <w:p w14:paraId="5F21D727" w14:textId="099FE5D3" w:rsidR="001133F0" w:rsidRDefault="00CC641E" w:rsidP="001133F0">
            <w:pPr>
              <w:jc w:val="center"/>
            </w:pPr>
            <w:r>
              <w:t>3</w:t>
            </w:r>
            <w:r w:rsidR="00BA1BF9">
              <w:t>-</w:t>
            </w:r>
            <w:r w:rsidR="00C138DD">
              <w:t>7</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769CC119" w:rsidR="001133F0" w:rsidRDefault="007632A5" w:rsidP="00A90E59">
            <w:r>
              <w:t>Comparing Countries</w:t>
            </w:r>
          </w:p>
        </w:tc>
        <w:tc>
          <w:tcPr>
            <w:tcW w:w="2126" w:type="dxa"/>
          </w:tcPr>
          <w:p w14:paraId="213C47C6" w14:textId="453A9AAA" w:rsidR="001133F0" w:rsidRDefault="00C138DD" w:rsidP="001133F0">
            <w:pPr>
              <w:jc w:val="center"/>
            </w:pPr>
            <w:r>
              <w:t>8-</w:t>
            </w:r>
            <w:r w:rsidR="00A90E59">
              <w:t>1</w:t>
            </w:r>
            <w:r w:rsidR="007632A5">
              <w:t>2</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2AB56BAC" w:rsidR="001133F0" w:rsidRDefault="007632A5" w:rsidP="00A90E59">
            <w:r>
              <w:t>Travel with Trains</w:t>
            </w:r>
          </w:p>
        </w:tc>
        <w:tc>
          <w:tcPr>
            <w:tcW w:w="2126" w:type="dxa"/>
          </w:tcPr>
          <w:p w14:paraId="73E0DB06" w14:textId="34649220" w:rsidR="001133F0" w:rsidRDefault="00C138DD" w:rsidP="001133F0">
            <w:pPr>
              <w:jc w:val="center"/>
            </w:pPr>
            <w:r>
              <w:t>1</w:t>
            </w:r>
            <w:r w:rsidR="007632A5">
              <w:t>3-21</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310F4229" w:rsidR="001133F0" w:rsidRDefault="00F036E3" w:rsidP="007632A5">
            <w:r>
              <w:t>Review</w:t>
            </w:r>
            <w:r w:rsidR="007632A5">
              <w:t xml:space="preserve"> of </w:t>
            </w:r>
            <w:proofErr w:type="spellStart"/>
            <w:r w:rsidR="007632A5">
              <w:t>a_e</w:t>
            </w:r>
            <w:proofErr w:type="spellEnd"/>
            <w:r w:rsidR="007632A5">
              <w:t xml:space="preserve">, </w:t>
            </w:r>
            <w:proofErr w:type="spellStart"/>
            <w:r w:rsidR="007632A5">
              <w:t>i_e</w:t>
            </w:r>
            <w:proofErr w:type="spellEnd"/>
            <w:r w:rsidR="007632A5">
              <w:t xml:space="preserve"> and </w:t>
            </w:r>
            <w:proofErr w:type="spellStart"/>
            <w:r w:rsidR="007632A5">
              <w:t>e_e</w:t>
            </w:r>
            <w:proofErr w:type="spellEnd"/>
            <w:r w:rsidR="007632A5">
              <w:t xml:space="preserve"> sounds</w:t>
            </w:r>
          </w:p>
        </w:tc>
        <w:tc>
          <w:tcPr>
            <w:tcW w:w="2126" w:type="dxa"/>
          </w:tcPr>
          <w:p w14:paraId="21478A11" w14:textId="4EE305D5" w:rsidR="001133F0" w:rsidRDefault="007632A5" w:rsidP="001133F0">
            <w:pPr>
              <w:jc w:val="center"/>
            </w:pPr>
            <w:r>
              <w:t>22-26</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783EC0B9" w:rsidR="00895776" w:rsidRDefault="00F036E3" w:rsidP="001133F0">
            <w:r>
              <w:t xml:space="preserve">Lesson </w:t>
            </w:r>
            <w:r w:rsidR="00895776">
              <w:t>Review and Homework</w:t>
            </w:r>
          </w:p>
        </w:tc>
        <w:tc>
          <w:tcPr>
            <w:tcW w:w="2126" w:type="dxa"/>
          </w:tcPr>
          <w:p w14:paraId="6209C535" w14:textId="79B5A00B" w:rsidR="00895776" w:rsidRDefault="007632A5" w:rsidP="001133F0">
            <w:pPr>
              <w:jc w:val="center"/>
            </w:pPr>
            <w:r>
              <w:t>27-29</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47AEF78" w:rsidR="0099611E" w:rsidRDefault="007632A5" w:rsidP="007632A5">
            <w:pPr>
              <w:tabs>
                <w:tab w:val="left" w:pos="284"/>
              </w:tabs>
            </w:pPr>
            <w:r>
              <w:t>Introduce the</w:t>
            </w:r>
            <w:r w:rsidR="00B04FDE">
              <w:t xml:space="preserve"> unit of Around the World</w:t>
            </w:r>
            <w:r w:rsidR="00895776">
              <w:t xml:space="preserve">. </w:t>
            </w:r>
            <w:r>
              <w:t xml:space="preserve">Explain to the students that during this lesson we will be reviewing what we have learned in the past three classes. </w:t>
            </w:r>
            <w:r w:rsidR="00B04FDE">
              <w:t>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2D25CE9F" w:rsidR="0099611E" w:rsidRDefault="001133F0" w:rsidP="00C138DD">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w:t>
            </w:r>
            <w:r w:rsidR="00C138DD">
              <w:t>.</w:t>
            </w:r>
          </w:p>
        </w:tc>
      </w:tr>
      <w:tr w:rsidR="0099611E" w14:paraId="7AA99803" w14:textId="77777777" w:rsidTr="00DE0A96">
        <w:tc>
          <w:tcPr>
            <w:tcW w:w="1129" w:type="dxa"/>
          </w:tcPr>
          <w:p w14:paraId="6D9F1435" w14:textId="7251D182" w:rsidR="0099611E" w:rsidRDefault="0099611E" w:rsidP="00EF7FD1">
            <w:pPr>
              <w:tabs>
                <w:tab w:val="left" w:pos="284"/>
              </w:tabs>
            </w:pPr>
            <w:r>
              <w:t>Slide 3</w:t>
            </w:r>
            <w:r w:rsidR="00F10514">
              <w:t>-</w:t>
            </w:r>
            <w:r w:rsidR="00C138DD">
              <w:t>7</w:t>
            </w:r>
          </w:p>
        </w:tc>
        <w:tc>
          <w:tcPr>
            <w:tcW w:w="9634" w:type="dxa"/>
          </w:tcPr>
          <w:p w14:paraId="0AD724C0" w14:textId="228C36E0" w:rsidR="0099611E" w:rsidRDefault="00A90E59" w:rsidP="007632A5">
            <w:pPr>
              <w:tabs>
                <w:tab w:val="left" w:pos="284"/>
              </w:tabs>
            </w:pPr>
            <w:r>
              <w:t xml:space="preserve">These slides will be </w:t>
            </w:r>
            <w:r w:rsidR="00F036E3">
              <w:t>used to</w:t>
            </w:r>
            <w:r w:rsidR="007632A5">
              <w:t xml:space="preserve"> review </w:t>
            </w:r>
            <w:r w:rsidR="00EF11AE">
              <w:t xml:space="preserve">the </w:t>
            </w:r>
            <w:r w:rsidR="007632A5">
              <w:t>countries that we have previously looked at throughout this unit.</w:t>
            </w:r>
            <w:r w:rsidR="00EF11AE">
              <w:t xml:space="preserve"> The slides are a series of hints to introduce the country, so use them as prompts to get the children thinking about the countries around the world – do not give them the answer, it is more fun for them to find out on their own. Take time and linger on the photos on the slides, asking the students what they see and what they notice about each image. </w:t>
            </w:r>
          </w:p>
        </w:tc>
      </w:tr>
      <w:tr w:rsidR="00F10514" w14:paraId="67948EA1" w14:textId="77777777" w:rsidTr="00DE0A96">
        <w:tc>
          <w:tcPr>
            <w:tcW w:w="1129" w:type="dxa"/>
          </w:tcPr>
          <w:p w14:paraId="67EC40DE" w14:textId="4C5279F4" w:rsidR="00F10514" w:rsidRDefault="00EF7777" w:rsidP="00EF7FD1">
            <w:pPr>
              <w:tabs>
                <w:tab w:val="left" w:pos="284"/>
              </w:tabs>
            </w:pPr>
            <w:r>
              <w:t>Slide</w:t>
            </w:r>
            <w:r w:rsidR="00A90E59">
              <w:t xml:space="preserve"> </w:t>
            </w:r>
            <w:r w:rsidR="007632A5">
              <w:t>8-12</w:t>
            </w:r>
          </w:p>
          <w:p w14:paraId="2B932AAD" w14:textId="54AF6616" w:rsidR="00F10514" w:rsidRDefault="00F10514" w:rsidP="00EF7FD1">
            <w:pPr>
              <w:tabs>
                <w:tab w:val="left" w:pos="284"/>
              </w:tabs>
            </w:pPr>
          </w:p>
        </w:tc>
        <w:tc>
          <w:tcPr>
            <w:tcW w:w="9634" w:type="dxa"/>
          </w:tcPr>
          <w:p w14:paraId="47D8E9F7" w14:textId="6771A65A" w:rsidR="00F10514" w:rsidRDefault="00EF11AE" w:rsidP="007632A5">
            <w:pPr>
              <w:tabs>
                <w:tab w:val="left" w:pos="284"/>
              </w:tabs>
            </w:pPr>
            <w:r>
              <w:t xml:space="preserve">Here, we will be </w:t>
            </w:r>
            <w:r w:rsidR="007632A5">
              <w:t>comparing the countries that we have learned about.</w:t>
            </w:r>
            <w:r>
              <w:t xml:space="preserve"> This has been covered in a previous lesson, so this is simply a refresher on </w:t>
            </w:r>
            <w:r w:rsidR="007632A5">
              <w:t>comparing</w:t>
            </w:r>
            <w:r>
              <w:t xml:space="preserve">. The students are to think about these answers </w:t>
            </w:r>
            <w:r w:rsidR="007632A5">
              <w:t xml:space="preserve">on their own, and they can be shared orally or in the written form. Allow for discussion on each slide, as the comparisons will start conversation, each student noticing different comparisons between each country. </w:t>
            </w:r>
          </w:p>
        </w:tc>
      </w:tr>
      <w:tr w:rsidR="00F10514" w14:paraId="2B4B020E" w14:textId="77777777" w:rsidTr="00DE0A96">
        <w:tc>
          <w:tcPr>
            <w:tcW w:w="1129" w:type="dxa"/>
          </w:tcPr>
          <w:p w14:paraId="5F7A94AB" w14:textId="581D17F9" w:rsidR="00F10514" w:rsidRDefault="00F10514" w:rsidP="00EF7FD1">
            <w:pPr>
              <w:tabs>
                <w:tab w:val="left" w:pos="284"/>
              </w:tabs>
            </w:pPr>
            <w:r>
              <w:t xml:space="preserve">Slide </w:t>
            </w:r>
            <w:r w:rsidR="007632A5">
              <w:t>13-21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41457BEF" w:rsidR="009266E9" w:rsidRPr="00895776" w:rsidRDefault="00A90E59" w:rsidP="007632A5">
            <w:pPr>
              <w:tabs>
                <w:tab w:val="left" w:pos="284"/>
              </w:tabs>
            </w:pPr>
            <w:r>
              <w:t xml:space="preserve">Read the book </w:t>
            </w:r>
            <w:r w:rsidR="007632A5">
              <w:t>Taking the Train</w:t>
            </w:r>
            <w:r>
              <w:t>. Take turns reading and encourage students to correct each other if pronunciation is off. This will encourage a team spirit within the class. If the students do not do this, ensure as a teacher you are correcting pronunciation, as this is one of our main goals in each class. In addition, pay attention to the bolded words within the pages and use the translator in the room to translate these words for the students as they may have difficulties understanding what each word might mean. If they have a grasp of the word in their home language, they may understand the overall book better.</w:t>
            </w:r>
          </w:p>
        </w:tc>
      </w:tr>
      <w:tr w:rsidR="00F10514" w14:paraId="0E3CB589" w14:textId="77777777" w:rsidTr="00DE0A96">
        <w:tc>
          <w:tcPr>
            <w:tcW w:w="1129" w:type="dxa"/>
          </w:tcPr>
          <w:p w14:paraId="3CEA891C" w14:textId="07B7060D" w:rsidR="00F10514" w:rsidRDefault="00A90E59" w:rsidP="00EF7FD1">
            <w:pPr>
              <w:tabs>
                <w:tab w:val="left" w:pos="284"/>
              </w:tabs>
            </w:pPr>
            <w:r>
              <w:t xml:space="preserve">Slide </w:t>
            </w:r>
            <w:r w:rsidR="007632A5">
              <w:t>22-26</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6890CAA9" w:rsidR="00F10514" w:rsidRDefault="0042423A" w:rsidP="007632A5">
            <w:pPr>
              <w:tabs>
                <w:tab w:val="left" w:pos="284"/>
              </w:tabs>
            </w:pPr>
            <w:r>
              <w:t>The</w:t>
            </w:r>
            <w:r w:rsidR="007632A5">
              <w:t xml:space="preserve"> students will be reviewing the sounds that we have covered in the past three lessons. These should be familiar to the students, so they will have a grasp on most of the exercises. The questions have been taken from the previous lessons. If the questions seem to be too easy for the students, have them practice writing sentences using their own </w:t>
            </w:r>
            <w:proofErr w:type="spellStart"/>
            <w:r w:rsidR="007632A5">
              <w:t>i_e</w:t>
            </w:r>
            <w:proofErr w:type="spellEnd"/>
            <w:r w:rsidR="007632A5">
              <w:t xml:space="preserve">, </w:t>
            </w:r>
            <w:proofErr w:type="spellStart"/>
            <w:r w:rsidR="007632A5">
              <w:t>a_e</w:t>
            </w:r>
            <w:proofErr w:type="spellEnd"/>
            <w:r w:rsidR="007632A5">
              <w:t xml:space="preserve"> or </w:t>
            </w:r>
            <w:proofErr w:type="spellStart"/>
            <w:r w:rsidR="007632A5">
              <w:t>e_e</w:t>
            </w:r>
            <w:proofErr w:type="spellEnd"/>
            <w:r w:rsidR="007632A5">
              <w:t xml:space="preserve"> words. </w:t>
            </w:r>
            <w:bookmarkStart w:id="0" w:name="_GoBack"/>
            <w:bookmarkEnd w:id="0"/>
            <w:r w:rsidR="00C138DD">
              <w:t xml:space="preserve"> </w:t>
            </w:r>
          </w:p>
        </w:tc>
      </w:tr>
      <w:tr w:rsidR="00DE0A96" w14:paraId="6A2E8EEF" w14:textId="77777777" w:rsidTr="00DE0A96">
        <w:trPr>
          <w:trHeight w:val="820"/>
        </w:trPr>
        <w:tc>
          <w:tcPr>
            <w:tcW w:w="1129" w:type="dxa"/>
          </w:tcPr>
          <w:p w14:paraId="62E6F5CD" w14:textId="282A2994" w:rsidR="00DE0A96" w:rsidRDefault="0042423A" w:rsidP="00C138DD">
            <w:pPr>
              <w:tabs>
                <w:tab w:val="left" w:pos="284"/>
              </w:tabs>
            </w:pPr>
            <w:r>
              <w:t xml:space="preserve">Slide </w:t>
            </w:r>
            <w:r w:rsidR="00C138DD">
              <w:t>29-31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F036E3" w:rsidRDefault="00F036E3">
      <w:pPr>
        <w:spacing w:after="0" w:line="240" w:lineRule="auto"/>
      </w:pPr>
      <w:r>
        <w:separator/>
      </w:r>
    </w:p>
    <w:p w14:paraId="64C8F65F" w14:textId="77777777" w:rsidR="00F036E3" w:rsidRDefault="00F036E3"/>
    <w:p w14:paraId="0CA0843D" w14:textId="77777777" w:rsidR="00F036E3" w:rsidRDefault="00F036E3"/>
  </w:endnote>
  <w:endnote w:type="continuationSeparator" w:id="0">
    <w:p w14:paraId="192C0A5C" w14:textId="77777777" w:rsidR="00F036E3" w:rsidRDefault="00F036E3">
      <w:pPr>
        <w:spacing w:after="0" w:line="240" w:lineRule="auto"/>
      </w:pPr>
      <w:r>
        <w:continuationSeparator/>
      </w:r>
    </w:p>
    <w:p w14:paraId="49963C58" w14:textId="77777777" w:rsidR="00F036E3" w:rsidRDefault="00F036E3"/>
    <w:p w14:paraId="2395DC67" w14:textId="77777777" w:rsidR="00F036E3" w:rsidRDefault="00F0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F036E3" w:rsidRDefault="00F036E3">
      <w:pPr>
        <w:spacing w:after="0" w:line="240" w:lineRule="auto"/>
      </w:pPr>
      <w:r>
        <w:separator/>
      </w:r>
    </w:p>
    <w:p w14:paraId="66518E32" w14:textId="77777777" w:rsidR="00F036E3" w:rsidRDefault="00F036E3"/>
    <w:p w14:paraId="61C8FD49" w14:textId="77777777" w:rsidR="00F036E3" w:rsidRDefault="00F036E3"/>
  </w:footnote>
  <w:footnote w:type="continuationSeparator" w:id="0">
    <w:p w14:paraId="6C298A5A" w14:textId="77777777" w:rsidR="00F036E3" w:rsidRDefault="00F036E3">
      <w:pPr>
        <w:spacing w:after="0" w:line="240" w:lineRule="auto"/>
      </w:pPr>
      <w:r>
        <w:continuationSeparator/>
      </w:r>
    </w:p>
    <w:p w14:paraId="10AD9310" w14:textId="77777777" w:rsidR="00F036E3" w:rsidRDefault="00F036E3"/>
    <w:p w14:paraId="6DEF83BC" w14:textId="77777777" w:rsidR="00F036E3" w:rsidRDefault="00F036E3"/>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2423A"/>
    <w:rsid w:val="00494A1E"/>
    <w:rsid w:val="0058728F"/>
    <w:rsid w:val="006146EC"/>
    <w:rsid w:val="006204C2"/>
    <w:rsid w:val="00717221"/>
    <w:rsid w:val="00731288"/>
    <w:rsid w:val="007632A5"/>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90E59"/>
    <w:rsid w:val="00AB01BE"/>
    <w:rsid w:val="00B04FDE"/>
    <w:rsid w:val="00B31568"/>
    <w:rsid w:val="00B40E6C"/>
    <w:rsid w:val="00B42838"/>
    <w:rsid w:val="00B9397D"/>
    <w:rsid w:val="00BA1BF9"/>
    <w:rsid w:val="00BC4110"/>
    <w:rsid w:val="00BD077C"/>
    <w:rsid w:val="00C138DD"/>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11AE"/>
    <w:rsid w:val="00EF7777"/>
    <w:rsid w:val="00EF7FD1"/>
    <w:rsid w:val="00F036E3"/>
    <w:rsid w:val="00F10514"/>
    <w:rsid w:val="00F22E5B"/>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6</TotalTime>
  <Pages>2</Pages>
  <Words>525</Words>
  <Characters>2993</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2017-10-31T15:43:00Z</dcterms:created>
  <dcterms:modified xsi:type="dcterms:W3CDTF">2017-10-31T15:43:00Z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